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3A2948" w:rsidP="007334D6">
      <w:pPr>
        <w:pStyle w:val="a3"/>
        <w:ind w:left="2160" w:firstLine="720"/>
      </w:pPr>
      <w:r w:rsidRPr="003A2948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3pt;margin-top:-18.6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608467544" r:id="rId6"/>
        </w:pict>
      </w:r>
    </w:p>
    <w:p w:rsidR="001F6326" w:rsidRPr="007334D6" w:rsidRDefault="007334D6" w:rsidP="007334D6">
      <w:pPr>
        <w:rPr>
          <w:b/>
          <w:color w:val="000000"/>
          <w:sz w:val="28"/>
          <w:szCs w:val="28"/>
        </w:rPr>
      </w:pPr>
      <w:r w:rsidRPr="007334D6">
        <w:rPr>
          <w:sz w:val="28"/>
          <w:szCs w:val="28"/>
        </w:rPr>
        <w:t xml:space="preserve">                                                         </w:t>
      </w:r>
      <w:r w:rsidR="001F6326" w:rsidRPr="007334D6">
        <w:rPr>
          <w:b/>
          <w:color w:val="000000"/>
          <w:sz w:val="28"/>
          <w:szCs w:val="28"/>
        </w:rPr>
        <w:t>Российская Федерация</w:t>
      </w:r>
    </w:p>
    <w:p w:rsidR="001F6326" w:rsidRPr="007334D6" w:rsidRDefault="001F6326" w:rsidP="007334D6">
      <w:pPr>
        <w:jc w:val="center"/>
        <w:rPr>
          <w:b/>
          <w:color w:val="000000"/>
          <w:sz w:val="28"/>
          <w:szCs w:val="28"/>
        </w:rPr>
      </w:pPr>
      <w:r w:rsidRPr="007334D6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Pr="007334D6" w:rsidRDefault="001F6326" w:rsidP="007334D6">
      <w:pPr>
        <w:jc w:val="center"/>
        <w:rPr>
          <w:b/>
          <w:color w:val="000000"/>
          <w:sz w:val="28"/>
          <w:szCs w:val="28"/>
        </w:rPr>
      </w:pPr>
      <w:r w:rsidRPr="007334D6">
        <w:rPr>
          <w:b/>
          <w:color w:val="000000"/>
          <w:sz w:val="28"/>
          <w:szCs w:val="28"/>
        </w:rPr>
        <w:t>Администрация Семёновщинского сельского поселения</w:t>
      </w:r>
    </w:p>
    <w:p w:rsidR="001F6326" w:rsidRPr="007334D6" w:rsidRDefault="001F6326" w:rsidP="007334D6">
      <w:pPr>
        <w:jc w:val="center"/>
        <w:rPr>
          <w:b/>
          <w:color w:val="000000"/>
          <w:sz w:val="28"/>
          <w:szCs w:val="28"/>
        </w:rPr>
      </w:pPr>
    </w:p>
    <w:p w:rsidR="001F6326" w:rsidRPr="007334D6" w:rsidRDefault="001F6326" w:rsidP="007334D6">
      <w:pPr>
        <w:jc w:val="center"/>
        <w:rPr>
          <w:b/>
          <w:color w:val="000000"/>
          <w:sz w:val="32"/>
          <w:szCs w:val="32"/>
        </w:rPr>
      </w:pPr>
      <w:r w:rsidRPr="007334D6">
        <w:rPr>
          <w:b/>
          <w:color w:val="000000"/>
          <w:sz w:val="32"/>
          <w:szCs w:val="32"/>
        </w:rPr>
        <w:t>ПОСТАНОВЛЕНИЕ</w:t>
      </w:r>
    </w:p>
    <w:p w:rsidR="001F6326" w:rsidRDefault="001F6326" w:rsidP="007334D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7334D6">
        <w:rPr>
          <w:b/>
          <w:color w:val="000000"/>
          <w:sz w:val="24"/>
          <w:szCs w:val="24"/>
        </w:rPr>
        <w:t>19.1</w:t>
      </w:r>
      <w:r w:rsidR="00F72F99">
        <w:rPr>
          <w:b/>
          <w:color w:val="000000"/>
          <w:sz w:val="24"/>
          <w:szCs w:val="24"/>
        </w:rPr>
        <w:t>2.2018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7334D6">
        <w:rPr>
          <w:b/>
          <w:color w:val="000000"/>
          <w:sz w:val="24"/>
          <w:szCs w:val="24"/>
        </w:rPr>
        <w:t>101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B34E99" w:rsidRDefault="00B34E99" w:rsidP="00B34E99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внесении изменений</w:t>
      </w:r>
    </w:p>
    <w:p w:rsidR="00B34E99" w:rsidRDefault="007334D6" w:rsidP="00B34E99">
      <w:pPr>
        <w:pStyle w:val="a8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в постановление № 71</w:t>
      </w:r>
    </w:p>
    <w:p w:rsidR="00B34E99" w:rsidRPr="00C654F2" w:rsidRDefault="007334D6" w:rsidP="00B34E99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от 15.12</w:t>
      </w:r>
      <w:r w:rsidR="00E04D3E">
        <w:rPr>
          <w:rFonts w:ascii="Times New Roman" w:hAnsi="Times New Roman"/>
          <w:b/>
          <w:bCs/>
          <w:spacing w:val="-3"/>
          <w:sz w:val="28"/>
          <w:szCs w:val="28"/>
        </w:rPr>
        <w:t>.</w:t>
      </w:r>
      <w:r w:rsidR="00B34E99">
        <w:rPr>
          <w:rFonts w:ascii="Times New Roman" w:hAnsi="Times New Roman"/>
          <w:b/>
          <w:bCs/>
          <w:spacing w:val="-3"/>
          <w:sz w:val="28"/>
          <w:szCs w:val="28"/>
        </w:rPr>
        <w:t>201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5</w:t>
      </w:r>
      <w:r w:rsidR="00B34E99" w:rsidRPr="00C654F2">
        <w:rPr>
          <w:rFonts w:ascii="Times New Roman" w:hAnsi="Times New Roman"/>
          <w:b/>
          <w:sz w:val="28"/>
          <w:szCs w:val="28"/>
        </w:rPr>
        <w:br/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Pr="0076013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1.Внес</w:t>
      </w:r>
      <w:r w:rsidR="00E04D3E">
        <w:rPr>
          <w:rFonts w:ascii="Times New Roman" w:hAnsi="Times New Roman"/>
          <w:sz w:val="28"/>
          <w:szCs w:val="28"/>
        </w:rPr>
        <w:t>т</w:t>
      </w:r>
      <w:r w:rsidR="009A7678">
        <w:rPr>
          <w:rFonts w:ascii="Times New Roman" w:hAnsi="Times New Roman"/>
          <w:sz w:val="28"/>
          <w:szCs w:val="28"/>
        </w:rPr>
        <w:t>и изменения в постановление №</w:t>
      </w:r>
      <w:r w:rsidR="007334D6">
        <w:rPr>
          <w:rFonts w:ascii="Times New Roman" w:hAnsi="Times New Roman"/>
          <w:sz w:val="28"/>
          <w:szCs w:val="28"/>
        </w:rPr>
        <w:t>71 от 15.12.2015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7334D6">
        <w:rPr>
          <w:rFonts w:ascii="Times New Roman" w:hAnsi="Times New Roman"/>
          <w:sz w:val="28"/>
          <w:szCs w:val="28"/>
        </w:rPr>
        <w:t>б образовании комиссии по предупреждению и ликвидации чрезвычайных ситуаций и обеспечению пожарной безопасности Администрации поселения</w:t>
      </w:r>
      <w:r>
        <w:rPr>
          <w:rFonts w:ascii="Times New Roman" w:hAnsi="Times New Roman"/>
          <w:sz w:val="28"/>
          <w:szCs w:val="28"/>
        </w:rPr>
        <w:t>»:</w:t>
      </w:r>
    </w:p>
    <w:p w:rsidR="00B34E99" w:rsidRDefault="009A7678" w:rsidP="009A767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34E99">
        <w:rPr>
          <w:rFonts w:ascii="Times New Roman" w:hAnsi="Times New Roman"/>
          <w:sz w:val="28"/>
          <w:szCs w:val="28"/>
        </w:rPr>
        <w:t xml:space="preserve">В составе комиссии по </w:t>
      </w:r>
      <w:r>
        <w:rPr>
          <w:rFonts w:ascii="Times New Roman" w:hAnsi="Times New Roman"/>
          <w:sz w:val="28"/>
          <w:szCs w:val="28"/>
        </w:rPr>
        <w:t xml:space="preserve"> предупреждению и ликвидации чрезвычайных ситуаций и обеспечению пожарной безопасности Администрации Семёновщинского сельского поселения </w:t>
      </w:r>
      <w:r w:rsidR="00B34E99">
        <w:rPr>
          <w:rFonts w:ascii="Times New Roman" w:hAnsi="Times New Roman"/>
          <w:sz w:val="28"/>
          <w:szCs w:val="28"/>
        </w:rPr>
        <w:t xml:space="preserve">заменить: </w:t>
      </w:r>
    </w:p>
    <w:p w:rsidR="00391911" w:rsidRDefault="00391911" w:rsidP="009A7678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«</w:t>
      </w:r>
      <w:proofErr w:type="spellStart"/>
      <w:r>
        <w:rPr>
          <w:rFonts w:ascii="Times New Roman" w:hAnsi="Times New Roman"/>
          <w:sz w:val="28"/>
          <w:szCs w:val="28"/>
        </w:rPr>
        <w:t>Кумысина</w:t>
      </w:r>
      <w:proofErr w:type="spellEnd"/>
      <w:r>
        <w:rPr>
          <w:rFonts w:ascii="Times New Roman" w:hAnsi="Times New Roman"/>
          <w:sz w:val="28"/>
          <w:szCs w:val="28"/>
        </w:rPr>
        <w:t xml:space="preserve"> Ирина Юрьевн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служащий Семёновщинского сельского поселения», на « Шабанова Юлия Андреевна- специалист 1 категории</w:t>
      </w:r>
      <w:r w:rsidRPr="003919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Семёновщинского сельского поселения, член комиссии». </w:t>
      </w:r>
    </w:p>
    <w:p w:rsidR="00B34E99" w:rsidRPr="008D3207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 w:rsidR="009A7678">
        <w:rPr>
          <w:rFonts w:ascii="Times New Roman" w:hAnsi="Times New Roman"/>
          <w:sz w:val="28"/>
          <w:szCs w:val="28"/>
        </w:rPr>
        <w:t>Муравкин</w:t>
      </w:r>
      <w:proofErr w:type="spellEnd"/>
      <w:r w:rsidR="009A7678">
        <w:rPr>
          <w:rFonts w:ascii="Times New Roman" w:hAnsi="Times New Roman"/>
          <w:sz w:val="28"/>
          <w:szCs w:val="28"/>
        </w:rPr>
        <w:t xml:space="preserve"> Анатолий Алексеевич</w:t>
      </w:r>
      <w:r w:rsidRPr="008D3207">
        <w:rPr>
          <w:rFonts w:ascii="Times New Roman" w:hAnsi="Times New Roman"/>
          <w:sz w:val="28"/>
          <w:szCs w:val="28"/>
        </w:rPr>
        <w:t xml:space="preserve"> </w:t>
      </w:r>
      <w:r w:rsidR="009A7678">
        <w:rPr>
          <w:rFonts w:ascii="Times New Roman" w:hAnsi="Times New Roman"/>
          <w:sz w:val="28"/>
          <w:szCs w:val="28"/>
        </w:rPr>
        <w:t>–</w:t>
      </w:r>
      <w:r w:rsidRPr="008D3207">
        <w:rPr>
          <w:rFonts w:ascii="Times New Roman" w:hAnsi="Times New Roman"/>
          <w:sz w:val="28"/>
          <w:szCs w:val="28"/>
        </w:rPr>
        <w:t xml:space="preserve"> </w:t>
      </w:r>
      <w:r w:rsidR="009A7678">
        <w:rPr>
          <w:rFonts w:ascii="Times New Roman" w:hAnsi="Times New Roman"/>
          <w:sz w:val="28"/>
          <w:szCs w:val="28"/>
        </w:rPr>
        <w:t>водитель Администрации</w:t>
      </w:r>
      <w:r w:rsidRPr="008D3207">
        <w:rPr>
          <w:rFonts w:ascii="Times New Roman" w:hAnsi="Times New Roman"/>
          <w:sz w:val="28"/>
          <w:szCs w:val="28"/>
        </w:rPr>
        <w:t xml:space="preserve"> </w:t>
      </w:r>
      <w:r w:rsidR="00E04D3E">
        <w:rPr>
          <w:rFonts w:ascii="Times New Roman" w:hAnsi="Times New Roman"/>
          <w:sz w:val="28"/>
          <w:szCs w:val="28"/>
        </w:rPr>
        <w:t>Семёновщинского</w:t>
      </w:r>
      <w:r w:rsidRPr="008D3207">
        <w:rPr>
          <w:rFonts w:ascii="Times New Roman" w:hAnsi="Times New Roman"/>
          <w:sz w:val="28"/>
          <w:szCs w:val="28"/>
        </w:rPr>
        <w:t xml:space="preserve"> сельского  </w:t>
      </w:r>
      <w:r w:rsidR="009A7678">
        <w:rPr>
          <w:rFonts w:ascii="Times New Roman" w:hAnsi="Times New Roman"/>
          <w:sz w:val="28"/>
          <w:szCs w:val="28"/>
        </w:rPr>
        <w:t>поселения</w:t>
      </w:r>
      <w:r w:rsidR="00E04D3E">
        <w:rPr>
          <w:rFonts w:ascii="Times New Roman" w:hAnsi="Times New Roman"/>
          <w:sz w:val="28"/>
          <w:szCs w:val="28"/>
        </w:rPr>
        <w:t>»</w:t>
      </w:r>
      <w:r w:rsidR="009A7678">
        <w:rPr>
          <w:rFonts w:ascii="Times New Roman" w:hAnsi="Times New Roman"/>
          <w:sz w:val="28"/>
          <w:szCs w:val="28"/>
        </w:rPr>
        <w:t>,</w:t>
      </w:r>
      <w:r w:rsidR="00E04D3E">
        <w:rPr>
          <w:rFonts w:ascii="Times New Roman" w:hAnsi="Times New Roman"/>
          <w:sz w:val="28"/>
          <w:szCs w:val="28"/>
        </w:rPr>
        <w:t xml:space="preserve"> на «</w:t>
      </w:r>
      <w:r w:rsidR="009A7678">
        <w:rPr>
          <w:rFonts w:ascii="Times New Roman" w:hAnsi="Times New Roman"/>
          <w:sz w:val="28"/>
          <w:szCs w:val="28"/>
        </w:rPr>
        <w:t>Павло</w:t>
      </w:r>
      <w:r w:rsidR="00E266BA">
        <w:rPr>
          <w:rFonts w:ascii="Times New Roman" w:hAnsi="Times New Roman"/>
          <w:sz w:val="28"/>
          <w:szCs w:val="28"/>
        </w:rPr>
        <w:t>в Евгений Иванович</w:t>
      </w:r>
      <w:r w:rsidRPr="008D3207">
        <w:rPr>
          <w:rFonts w:ascii="Times New Roman" w:hAnsi="Times New Roman"/>
          <w:sz w:val="28"/>
          <w:szCs w:val="28"/>
        </w:rPr>
        <w:t xml:space="preserve"> -</w:t>
      </w:r>
      <w:r w:rsidR="009A7678" w:rsidRPr="009A7678">
        <w:rPr>
          <w:rFonts w:ascii="Times New Roman" w:hAnsi="Times New Roman"/>
          <w:sz w:val="28"/>
          <w:szCs w:val="28"/>
        </w:rPr>
        <w:t xml:space="preserve"> </w:t>
      </w:r>
      <w:r w:rsidR="009A7678">
        <w:rPr>
          <w:rFonts w:ascii="Times New Roman" w:hAnsi="Times New Roman"/>
          <w:sz w:val="28"/>
          <w:szCs w:val="28"/>
        </w:rPr>
        <w:t>водитель Администрации</w:t>
      </w:r>
      <w:r w:rsidR="009A7678" w:rsidRPr="008D3207">
        <w:rPr>
          <w:rFonts w:ascii="Times New Roman" w:hAnsi="Times New Roman"/>
          <w:sz w:val="28"/>
          <w:szCs w:val="28"/>
        </w:rPr>
        <w:t xml:space="preserve"> </w:t>
      </w:r>
      <w:r w:rsidR="009A7678">
        <w:rPr>
          <w:rFonts w:ascii="Times New Roman" w:hAnsi="Times New Roman"/>
          <w:sz w:val="28"/>
          <w:szCs w:val="28"/>
        </w:rPr>
        <w:t>Семёновщинского</w:t>
      </w:r>
      <w:r w:rsidR="009A7678" w:rsidRPr="008D3207">
        <w:rPr>
          <w:rFonts w:ascii="Times New Roman" w:hAnsi="Times New Roman"/>
          <w:sz w:val="28"/>
          <w:szCs w:val="28"/>
        </w:rPr>
        <w:t xml:space="preserve"> сельского  </w:t>
      </w:r>
      <w:r w:rsidR="009A7678">
        <w:rPr>
          <w:rFonts w:ascii="Times New Roman" w:hAnsi="Times New Roman"/>
          <w:sz w:val="28"/>
          <w:szCs w:val="28"/>
        </w:rPr>
        <w:t>поселения, член комиссии».</w:t>
      </w:r>
    </w:p>
    <w:p w:rsidR="00B34E99" w:rsidRPr="00A7483D" w:rsidRDefault="00E04D3E" w:rsidP="00B34E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B34E99" w:rsidRPr="009E7FF6">
        <w:rPr>
          <w:rFonts w:ascii="Times New Roman" w:hAnsi="Times New Roman"/>
          <w:b w:val="0"/>
          <w:sz w:val="28"/>
          <w:szCs w:val="28"/>
        </w:rPr>
        <w:t>.</w:t>
      </w:r>
      <w:r w:rsidR="00B34E99" w:rsidRPr="00447E9C">
        <w:rPr>
          <w:rFonts w:ascii="Times New Roman" w:hAnsi="Times New Roman" w:cs="Times New Roman"/>
          <w:b w:val="0"/>
          <w:sz w:val="28"/>
          <w:szCs w:val="28"/>
        </w:rPr>
        <w:t>Опубликовать постановление в</w:t>
      </w:r>
      <w:r w:rsidR="00B34E99">
        <w:rPr>
          <w:rFonts w:ascii="Times New Roman" w:hAnsi="Times New Roman" w:cs="Times New Roman"/>
          <w:b w:val="0"/>
          <w:sz w:val="28"/>
          <w:szCs w:val="28"/>
        </w:rPr>
        <w:t xml:space="preserve"> информационном бюллетене</w:t>
      </w:r>
      <w:r w:rsidR="00B34E99" w:rsidRPr="00447E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Семёновщинский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4E99">
        <w:rPr>
          <w:rFonts w:ascii="Times New Roman" w:hAnsi="Times New Roman" w:cs="Times New Roman"/>
          <w:b w:val="0"/>
          <w:sz w:val="28"/>
          <w:szCs w:val="28"/>
        </w:rPr>
        <w:t>вестник</w:t>
      </w:r>
      <w:r w:rsidR="00B34E99" w:rsidRPr="00447E9C">
        <w:rPr>
          <w:rFonts w:ascii="Times New Roman" w:hAnsi="Times New Roman" w:cs="Times New Roman"/>
          <w:b w:val="0"/>
          <w:sz w:val="28"/>
          <w:szCs w:val="28"/>
        </w:rPr>
        <w:t>»</w:t>
      </w:r>
      <w:r w:rsidR="00B34E9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B34E99" w:rsidRPr="005B765D">
        <w:rPr>
          <w:rFonts w:ascii="Times New Roman" w:hAnsi="Times New Roman"/>
          <w:b w:val="0"/>
          <w:sz w:val="28"/>
          <w:szCs w:val="28"/>
        </w:rPr>
        <w:t>разместить на официальном сайте Администрации</w:t>
      </w:r>
      <w:r w:rsidR="00B34E99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="00B34E99" w:rsidRPr="005B765D">
        <w:rPr>
          <w:rFonts w:ascii="Times New Roman" w:hAnsi="Times New Roman"/>
          <w:b w:val="0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200C22" w:rsidRDefault="00391911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</w:t>
      </w:r>
      <w:r w:rsidR="00B34E99" w:rsidRPr="00200C22">
        <w:rPr>
          <w:rFonts w:ascii="Times New Roman" w:hAnsi="Times New Roman"/>
          <w:b/>
          <w:color w:val="000000"/>
          <w:sz w:val="28"/>
          <w:szCs w:val="28"/>
        </w:rPr>
        <w:t>Глава  сельского поселения</w:t>
      </w:r>
      <w:r w:rsidR="00E04D3E" w:rsidRPr="00200C22">
        <w:rPr>
          <w:rFonts w:ascii="Times New Roman" w:hAnsi="Times New Roman"/>
          <w:b/>
          <w:color w:val="000000"/>
          <w:sz w:val="28"/>
          <w:szCs w:val="28"/>
        </w:rPr>
        <w:tab/>
      </w:r>
      <w:r w:rsidR="00E04D3E" w:rsidRPr="00200C22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</w:t>
      </w:r>
      <w:r w:rsidR="00E04D3E" w:rsidRPr="00200C22">
        <w:rPr>
          <w:rFonts w:ascii="Times New Roman" w:hAnsi="Times New Roman"/>
          <w:b/>
          <w:color w:val="000000"/>
          <w:sz w:val="28"/>
          <w:szCs w:val="28"/>
        </w:rPr>
        <w:tab/>
      </w:r>
      <w:r w:rsidR="00E04D3E" w:rsidRPr="00200C22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200C22" w:rsidRDefault="00200C22" w:rsidP="00200C22">
      <w:r>
        <w:t xml:space="preserve">                                                                 </w:t>
      </w:r>
    </w:p>
    <w:p w:rsidR="00200C22" w:rsidRDefault="00200C22" w:rsidP="00200C22"/>
    <w:p w:rsidR="00200C22" w:rsidRDefault="00200C22" w:rsidP="00200C22"/>
    <w:p w:rsidR="00200C22" w:rsidRDefault="00200C22" w:rsidP="00200C22"/>
    <w:p w:rsidR="00200C22" w:rsidRDefault="00200C22" w:rsidP="00200C22"/>
    <w:p w:rsidR="00200C22" w:rsidRDefault="00200C22" w:rsidP="00200C22"/>
    <w:p w:rsidR="00200C22" w:rsidRDefault="00200C22" w:rsidP="00200C22"/>
    <w:p w:rsidR="00200C22" w:rsidRPr="00200C22" w:rsidRDefault="00200C22" w:rsidP="00200C22">
      <w:pPr>
        <w:jc w:val="right"/>
        <w:rPr>
          <w:sz w:val="28"/>
          <w:szCs w:val="28"/>
        </w:rPr>
      </w:pPr>
      <w:r w:rsidRPr="00200C22">
        <w:rPr>
          <w:sz w:val="28"/>
          <w:szCs w:val="28"/>
        </w:rPr>
        <w:t xml:space="preserve">                                                                                                                            Утверждено</w:t>
      </w:r>
    </w:p>
    <w:p w:rsidR="00200C22" w:rsidRPr="00200C22" w:rsidRDefault="00200C22" w:rsidP="00200C22">
      <w:pPr>
        <w:jc w:val="right"/>
        <w:rPr>
          <w:sz w:val="28"/>
          <w:szCs w:val="28"/>
        </w:rPr>
      </w:pP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  <w:t xml:space="preserve">       постановлением Администрации</w:t>
      </w:r>
    </w:p>
    <w:p w:rsidR="00200C22" w:rsidRPr="00200C22" w:rsidRDefault="00200C22" w:rsidP="00200C22">
      <w:pPr>
        <w:jc w:val="right"/>
        <w:rPr>
          <w:sz w:val="28"/>
          <w:szCs w:val="28"/>
        </w:rPr>
      </w:pP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  <w:t xml:space="preserve">       Семёновщинского сельского                     </w:t>
      </w:r>
    </w:p>
    <w:p w:rsidR="00200C22" w:rsidRPr="00200C22" w:rsidRDefault="00200C22" w:rsidP="00200C22">
      <w:pPr>
        <w:jc w:val="right"/>
        <w:rPr>
          <w:sz w:val="28"/>
          <w:szCs w:val="28"/>
        </w:rPr>
      </w:pP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поселения  от 19.12. 2018 № 10</w:t>
      </w:r>
      <w:r w:rsidRPr="00200C22">
        <w:rPr>
          <w:sz w:val="28"/>
          <w:szCs w:val="28"/>
        </w:rPr>
        <w:t>1</w:t>
      </w:r>
    </w:p>
    <w:p w:rsidR="00200C22" w:rsidRPr="00200C22" w:rsidRDefault="00200C22" w:rsidP="00200C22">
      <w:pPr>
        <w:rPr>
          <w:b/>
          <w:sz w:val="28"/>
          <w:szCs w:val="28"/>
        </w:rPr>
      </w:pP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b/>
          <w:sz w:val="28"/>
          <w:szCs w:val="28"/>
        </w:rPr>
        <w:t>ПОЛОЖЕНИЕ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b/>
          <w:sz w:val="28"/>
          <w:szCs w:val="28"/>
        </w:rPr>
        <w:tab/>
      </w:r>
      <w:r w:rsidRPr="00200C22">
        <w:rPr>
          <w:b/>
          <w:sz w:val="28"/>
          <w:szCs w:val="28"/>
        </w:rPr>
        <w:tab/>
        <w:t xml:space="preserve">  о комиссии по предупреждению и  ликвидации </w:t>
      </w:r>
    </w:p>
    <w:p w:rsidR="00200C22" w:rsidRPr="00200C22" w:rsidRDefault="00200C22" w:rsidP="00200C22">
      <w:pPr>
        <w:ind w:left="708" w:firstLine="708"/>
        <w:jc w:val="both"/>
        <w:rPr>
          <w:b/>
          <w:sz w:val="28"/>
          <w:szCs w:val="28"/>
        </w:rPr>
      </w:pPr>
      <w:r w:rsidRPr="00200C22">
        <w:rPr>
          <w:b/>
          <w:sz w:val="28"/>
          <w:szCs w:val="28"/>
        </w:rPr>
        <w:t xml:space="preserve">         чрезвычайных ситуаций и обеспечению</w:t>
      </w:r>
    </w:p>
    <w:p w:rsidR="00200C22" w:rsidRPr="00200C22" w:rsidRDefault="00200C22" w:rsidP="00200C22">
      <w:pPr>
        <w:jc w:val="both"/>
        <w:rPr>
          <w:sz w:val="28"/>
          <w:szCs w:val="28"/>
        </w:rPr>
      </w:pPr>
      <w:r w:rsidRPr="00200C22">
        <w:rPr>
          <w:b/>
          <w:sz w:val="28"/>
          <w:szCs w:val="28"/>
        </w:rPr>
        <w:t xml:space="preserve">                  пожарной безопасности Администрации поселения</w:t>
      </w:r>
    </w:p>
    <w:p w:rsidR="00200C22" w:rsidRPr="00200C22" w:rsidRDefault="00200C22" w:rsidP="00200C22">
      <w:pPr>
        <w:jc w:val="both"/>
        <w:rPr>
          <w:sz w:val="28"/>
          <w:szCs w:val="28"/>
        </w:rPr>
      </w:pPr>
    </w:p>
    <w:p w:rsidR="00200C22" w:rsidRPr="00200C22" w:rsidRDefault="00200C22" w:rsidP="00200C22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200C22">
        <w:rPr>
          <w:b/>
          <w:sz w:val="28"/>
          <w:szCs w:val="28"/>
        </w:rPr>
        <w:t>Общие положения</w:t>
      </w:r>
    </w:p>
    <w:p w:rsidR="00200C22" w:rsidRPr="00200C22" w:rsidRDefault="00200C22" w:rsidP="00200C22">
      <w:pPr>
        <w:jc w:val="both"/>
        <w:rPr>
          <w:sz w:val="28"/>
          <w:szCs w:val="28"/>
        </w:rPr>
      </w:pPr>
    </w:p>
    <w:p w:rsidR="00200C22" w:rsidRPr="00200C22" w:rsidRDefault="00200C22" w:rsidP="00200C22">
      <w:pPr>
        <w:ind w:firstLine="705"/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>1.1 Комиссия по предупреждению и ликвидации чрезвычайных ситуаций и обеспечению пожарной безопасности Администрации поселения (далее – комиссия) является координирующим органом,  частью районного звена областной территориальной подсистемы единой государственной системы предупреждения и ликвидации чрезвычайных ситуаций.</w:t>
      </w:r>
    </w:p>
    <w:p w:rsidR="00200C22" w:rsidRPr="00200C22" w:rsidRDefault="00200C22" w:rsidP="00200C22">
      <w:pPr>
        <w:ind w:firstLine="705"/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>1.2 Комиссия является постоянно действующим коллегиальным органом Администрации Семёновщинского сельского поселения.</w:t>
      </w:r>
    </w:p>
    <w:p w:rsidR="00200C22" w:rsidRPr="00200C22" w:rsidRDefault="00200C22" w:rsidP="00200C22">
      <w:pPr>
        <w:ind w:firstLine="705"/>
        <w:jc w:val="both"/>
        <w:rPr>
          <w:b/>
          <w:sz w:val="28"/>
          <w:szCs w:val="28"/>
        </w:rPr>
      </w:pPr>
    </w:p>
    <w:p w:rsidR="00200C22" w:rsidRPr="00200C22" w:rsidRDefault="00200C22" w:rsidP="00200C22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200C22">
        <w:rPr>
          <w:b/>
          <w:sz w:val="28"/>
          <w:szCs w:val="28"/>
        </w:rPr>
        <w:t>Основные задачи, функции и права комиссии</w:t>
      </w:r>
    </w:p>
    <w:p w:rsidR="00200C22" w:rsidRPr="00200C22" w:rsidRDefault="00200C22" w:rsidP="00200C22">
      <w:pPr>
        <w:ind w:left="705"/>
        <w:jc w:val="both"/>
        <w:rPr>
          <w:b/>
          <w:sz w:val="28"/>
          <w:szCs w:val="28"/>
        </w:rPr>
      </w:pPr>
      <w:r w:rsidRPr="00200C22">
        <w:rPr>
          <w:b/>
          <w:sz w:val="28"/>
          <w:szCs w:val="28"/>
        </w:rPr>
        <w:t>2.1 Основными задачами комиссии являются:</w:t>
      </w:r>
    </w:p>
    <w:p w:rsidR="00200C22" w:rsidRPr="00200C22" w:rsidRDefault="00200C22" w:rsidP="00200C22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>разработка    предложений по реализации единой государственной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>политики в области предупреждения и ликвидации чрезвычайных ситуаций и обеспечению первичных мер пожарной безопасности на территории поселения;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обеспечение согласованности действий организаций, учреждений и предприятий в области предупреждения и ликвидации чрезвычайных ситуаций и обеспечению первичных мер пожарной безопасности, а также оказание помощи в восстановлении и строительстве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 xml:space="preserve">- непосредственная организация и </w:t>
      </w:r>
      <w:proofErr w:type="gramStart"/>
      <w:r w:rsidRPr="00200C22">
        <w:rPr>
          <w:sz w:val="28"/>
          <w:szCs w:val="28"/>
        </w:rPr>
        <w:t>контроль за</w:t>
      </w:r>
      <w:proofErr w:type="gramEnd"/>
      <w:r w:rsidRPr="00200C22">
        <w:rPr>
          <w:sz w:val="28"/>
          <w:szCs w:val="28"/>
        </w:rPr>
        <w:t xml:space="preserve"> осуществлением мероприятий по предупреждению и ликвидации чрезвычайных ситуаций, обеспечения первичных мер пожарной безопасности, а также по устойчивому функционированию организаций, предприятий и учреждений в условиях чрезвычайных ситуаций;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обеспечение постоянной готовности пункта управления, (сил и средств - при наличии) к действиям в чрезвычайных ситуациях;</w:t>
      </w:r>
    </w:p>
    <w:p w:rsidR="00200C22" w:rsidRDefault="00200C22" w:rsidP="00200C22">
      <w:pPr>
        <w:jc w:val="both"/>
        <w:rPr>
          <w:sz w:val="28"/>
          <w:szCs w:val="28"/>
        </w:rPr>
      </w:pPr>
      <w:r w:rsidRPr="00200C22">
        <w:rPr>
          <w:sz w:val="28"/>
          <w:szCs w:val="28"/>
        </w:rPr>
        <w:tab/>
        <w:t>- организация  разработки планов в области защиты населения и территорий от чрезвычайных ситуаций, обеспечения первичных мер пожарной безопасности поселен</w:t>
      </w:r>
      <w:r>
        <w:rPr>
          <w:sz w:val="28"/>
          <w:szCs w:val="28"/>
        </w:rPr>
        <w:t>ия;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200C22">
        <w:rPr>
          <w:sz w:val="28"/>
          <w:szCs w:val="28"/>
        </w:rPr>
        <w:t>- участие в разработке и непосредственной реализации областных программ по предупреждению и ликвидации чрезвычайных ситуаций и обеспечению первичных мер пожарной безопасности на территории поселения;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непосредственная организация первоочередного жизнеобеспечения населения в чрезвычайных ситуациях;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 xml:space="preserve">- взаимодействие с соответствующими комиссиями </w:t>
      </w:r>
      <w:proofErr w:type="spellStart"/>
      <w:r w:rsidRPr="00200C22">
        <w:rPr>
          <w:sz w:val="28"/>
          <w:szCs w:val="28"/>
        </w:rPr>
        <w:t>Любницкого</w:t>
      </w:r>
      <w:proofErr w:type="spellEnd"/>
      <w:r w:rsidRPr="00200C22">
        <w:rPr>
          <w:sz w:val="28"/>
          <w:szCs w:val="28"/>
        </w:rPr>
        <w:t xml:space="preserve">, </w:t>
      </w:r>
      <w:proofErr w:type="spellStart"/>
      <w:r w:rsidRPr="00200C22">
        <w:rPr>
          <w:sz w:val="28"/>
          <w:szCs w:val="28"/>
        </w:rPr>
        <w:t>Яжелбицкого</w:t>
      </w:r>
      <w:proofErr w:type="spellEnd"/>
      <w:r w:rsidRPr="00200C22">
        <w:rPr>
          <w:sz w:val="28"/>
          <w:szCs w:val="28"/>
        </w:rPr>
        <w:t xml:space="preserve"> поселений, граничащих с </w:t>
      </w:r>
      <w:proofErr w:type="spellStart"/>
      <w:r w:rsidRPr="00200C22">
        <w:rPr>
          <w:sz w:val="28"/>
          <w:szCs w:val="28"/>
        </w:rPr>
        <w:t>Семёновщинским</w:t>
      </w:r>
      <w:proofErr w:type="spellEnd"/>
      <w:r w:rsidRPr="00200C22">
        <w:rPr>
          <w:sz w:val="28"/>
          <w:szCs w:val="28"/>
        </w:rPr>
        <w:t xml:space="preserve"> сельским поселением,  с организациями, расположенными на территории поселения по вопросам предупреждения и ликвидации чрезвычайных ситуаций, а в случаях необходимости - оказание помощи этим комиссиям в ликвидации чрезвычайных ситуаций;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руководство работами по ликвидации чрезвычайных ситуаций, организация привлечения трудоспособного населения к этим работам;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 xml:space="preserve">- организация приема </w:t>
      </w:r>
      <w:proofErr w:type="spellStart"/>
      <w:r w:rsidRPr="00200C22">
        <w:rPr>
          <w:sz w:val="28"/>
          <w:szCs w:val="28"/>
        </w:rPr>
        <w:t>эваконаселения</w:t>
      </w:r>
      <w:proofErr w:type="spellEnd"/>
      <w:r w:rsidRPr="00200C22">
        <w:rPr>
          <w:sz w:val="28"/>
          <w:szCs w:val="28"/>
        </w:rPr>
        <w:t>, материальных и культурных ценностей, их размещение и возвращение в места постоянного проживания либо хранения;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организация сбора первичной информации в области защиты населения и территории от чрезвычайных ситуаций и передача ее по инстанции;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организация подготовки населения к действиям в чрезвычайных ситуациях.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</w:r>
      <w:r w:rsidRPr="00200C22">
        <w:rPr>
          <w:b/>
          <w:sz w:val="28"/>
          <w:szCs w:val="28"/>
        </w:rPr>
        <w:t>2.2 Комиссия в соответствии с возложенными на нее задачами осуществляет следующие основные функции: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0C22">
        <w:rPr>
          <w:sz w:val="28"/>
          <w:szCs w:val="28"/>
        </w:rPr>
        <w:t>- рассматривает в пределах своей компетенции вопросы в области предупреждения и ликвидации чрезвычайных ситуаций, обеспечения первичных мер пожарной безопасности, а также участия в восстановлении и строительстве жилых домов, объектов ЖКХ, социальной сферы, производственной и инженерной инфраструктуры, поврежденных и разрушенных в результате чрезвычайных ситуаций и вносит в Администрацию поселения соответствующие предложения;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организует прогнозирование и оценку обстановки на территории поселения, которая может сложиться в результате чрезвычайных ситуаций природного и техногенного характера, планирование мероприятий по предупреждению и ликвидации чрезвычайных ситуаций, уменьшению ущерба, защите населения и территории от них;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организует разработку плана действий по предупреждению и ликвидации чрезвычайных ситуаций природного и техногенного характера поселения;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координирует деятельность организаций в решении задач по предупреждению и ликвидации чрезвычайных ситуаций, обеспечения первичных мер пожарной безопасности;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вносит предложения уполномоченным органам и организациям при рассмотрении вопросов по размещению и деятельности опасных производственных объектов;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 xml:space="preserve"> </w:t>
      </w:r>
      <w:r w:rsidRPr="00200C22">
        <w:rPr>
          <w:sz w:val="28"/>
          <w:szCs w:val="28"/>
        </w:rPr>
        <w:tab/>
        <w:t xml:space="preserve">- разрабатывает предложения по ликвидации чрезвычайных ситуаций местного уровня, восстановлению и строительству жилых домов, объектов </w:t>
      </w:r>
      <w:r w:rsidRPr="00200C22">
        <w:rPr>
          <w:sz w:val="28"/>
          <w:szCs w:val="28"/>
        </w:rPr>
        <w:lastRenderedPageBreak/>
        <w:t>ЖКХ, социальной сферы, производственной и инженерной инфраструктуры, поврежденных и разрушенных в результате указанных чрезвычайных ситуаций;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вносит предложения в Администрацию поселения о введении на территории поселения режимов функционирования звеньев РСЧС;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при возникновении чрезвычайных ситуаций местного масштаба направляет оперативные группы  в район чрезвычайной ситуации, при необходимости принимает руководство аварийно-восстановительными работами при ликвидации чрезвычайной ситуации;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организует обучение населения действиям в условиях угрозы или возникновения чрезвычайной ситуации;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 xml:space="preserve">- организует проведение мероприятий по защите </w:t>
      </w:r>
      <w:proofErr w:type="gramStart"/>
      <w:r w:rsidRPr="00200C22">
        <w:rPr>
          <w:sz w:val="28"/>
          <w:szCs w:val="28"/>
        </w:rPr>
        <w:t>сельскохозяйственный</w:t>
      </w:r>
      <w:proofErr w:type="gramEnd"/>
      <w:r w:rsidRPr="00200C22">
        <w:rPr>
          <w:sz w:val="28"/>
          <w:szCs w:val="28"/>
        </w:rPr>
        <w:t xml:space="preserve"> животных, растений, продовольствия, пищевого сырья, кормов, </w:t>
      </w:r>
      <w:proofErr w:type="spellStart"/>
      <w:r w:rsidRPr="00200C22">
        <w:rPr>
          <w:sz w:val="28"/>
          <w:szCs w:val="28"/>
        </w:rPr>
        <w:t>водоисточников</w:t>
      </w:r>
      <w:proofErr w:type="spellEnd"/>
      <w:r w:rsidRPr="00200C22">
        <w:rPr>
          <w:sz w:val="28"/>
          <w:szCs w:val="28"/>
        </w:rPr>
        <w:t xml:space="preserve"> и систем водоснабжения от радиоактивного, химического и бактериологического (биологического) заражения (загрязнения);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организует работу  по привлечению  организаций и граждан к проведению мероприятий по предупреждению и ликвидации чрезвычайных ситуаций и обеспечению первичных мер пожарной безопасности;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рассматривает материалы вышестоящих комиссий и вносит предложения по улучшению работы по предупреждению и ликвидации последствий чрезвычайных ситуаций, обеспечению первичных мер пожарной безопасности.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</w:r>
      <w:r w:rsidRPr="00200C22">
        <w:rPr>
          <w:b/>
          <w:sz w:val="28"/>
          <w:szCs w:val="28"/>
        </w:rPr>
        <w:t>2.3 Комиссия в пределах своей компетенции имеет право: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0C22">
        <w:rPr>
          <w:sz w:val="28"/>
          <w:szCs w:val="28"/>
        </w:rPr>
        <w:t>- принимать решения, обязательные для исполнения руководителями организаций независимо от их организационно-правовых форм и форм собственности по вопросам защиты населения и территории от  чрезвычайных ситуаций, обеспечения первичных мер пожарной безопасности;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организация выполнения мероприятий, направленных на предупреждение и ликвидацию последствий чрезвычайных ситуаций, обеспечение первичных мер пожарной безопасности;</w:t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 xml:space="preserve">- заслушивать руководителей организаций, независимо </w:t>
      </w:r>
      <w:proofErr w:type="gramStart"/>
      <w:r w:rsidRPr="00200C22">
        <w:rPr>
          <w:sz w:val="28"/>
          <w:szCs w:val="28"/>
        </w:rPr>
        <w:t>о</w:t>
      </w:r>
      <w:proofErr w:type="gramEnd"/>
      <w:r w:rsidRPr="00200C22">
        <w:rPr>
          <w:sz w:val="28"/>
          <w:szCs w:val="28"/>
        </w:rPr>
        <w:t xml:space="preserve"> их организационно-правовых  форм и форм собственности об организации и выполнении ими мероприятий направленных на  предупреждение и ликвидацию чрезвычайных ситуаций, обеспечению пожарной безопасности в сфере своей деятельности;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 xml:space="preserve">- привлекать для участия в своей работе представителей органов местного самоуправления, специалистов организаций и общественных объединений по согласованию с их руководителями; 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 xml:space="preserve">- привлекать в установленном порядке силы и средства </w:t>
      </w:r>
      <w:proofErr w:type="gramStart"/>
      <w:r w:rsidRPr="00200C22">
        <w:rPr>
          <w:sz w:val="28"/>
          <w:szCs w:val="28"/>
        </w:rPr>
        <w:t xml:space="preserve">( </w:t>
      </w:r>
      <w:proofErr w:type="gramEnd"/>
      <w:r w:rsidRPr="00200C22">
        <w:rPr>
          <w:sz w:val="28"/>
          <w:szCs w:val="28"/>
        </w:rPr>
        <w:t>аварийно-спасательные формирования) на территории  Семёновщинского сельского поселения.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</w:r>
      <w:r w:rsidRPr="00200C22">
        <w:rPr>
          <w:b/>
          <w:sz w:val="28"/>
          <w:szCs w:val="28"/>
        </w:rPr>
        <w:t>2.4 Председатель комиссии имеет право: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привлекать в установленном порядке при угрозе или возникновении чрезвычайных ситуаций силы и средства организаций независимо от их организационно-правовых форм и форм собственности для выполнения работ по предупреждению и ликвидации чрезвычайных ситуаций, обеспечения первичных мер пожарной безопасности;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lastRenderedPageBreak/>
        <w:tab/>
        <w:t>- вносить предложения в Администрацию поселения о введении и приостановлении режимов функционирования на территории поселения;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приводить в готовность и перемещать на территории поселения аварийно-спасательные формирования поселения;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- вносить предложения в Администрацию поселения по выделению финансовых и материальных средств поселенческого (районного) резервного фонда на ликвидацию угрозы и последствий чрезвычайных ситуаций, предусмотренных решением Совета депутатов Семёновщинского сельского поселения " О бюджете Семёновщинского сельского поселения"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</w:p>
    <w:p w:rsidR="00200C22" w:rsidRPr="00200C22" w:rsidRDefault="00200C22" w:rsidP="00200C22">
      <w:pPr>
        <w:rPr>
          <w:b/>
          <w:sz w:val="28"/>
          <w:szCs w:val="28"/>
        </w:rPr>
      </w:pPr>
      <w:r w:rsidRPr="00200C22">
        <w:rPr>
          <w:b/>
          <w:sz w:val="28"/>
          <w:szCs w:val="28"/>
        </w:rPr>
        <w:t xml:space="preserve">           3. Состав комиссии</w:t>
      </w:r>
    </w:p>
    <w:p w:rsidR="00200C22" w:rsidRPr="00200C22" w:rsidRDefault="00200C22" w:rsidP="00200C22">
      <w:pPr>
        <w:ind w:left="705"/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>Комиссию    возглавляет  Глава   сельского поселения.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 xml:space="preserve">В состав комиссии по должности входят главные специалисты-представители администрации поселения, специалист 1 категории </w:t>
      </w:r>
      <w:proofErr w:type="gramStart"/>
      <w:r w:rsidRPr="00200C22">
        <w:rPr>
          <w:sz w:val="28"/>
          <w:szCs w:val="28"/>
        </w:rPr>
        <w:t>-г</w:t>
      </w:r>
      <w:proofErr w:type="gramEnd"/>
      <w:r w:rsidRPr="00200C22">
        <w:rPr>
          <w:sz w:val="28"/>
          <w:szCs w:val="28"/>
        </w:rPr>
        <w:t>лавный бухгалтер, служащий  администрации, ответственный за обеспечение первичных мер пожарной безопасности населенных пунк</w:t>
      </w:r>
      <w:r>
        <w:rPr>
          <w:sz w:val="28"/>
          <w:szCs w:val="28"/>
        </w:rPr>
        <w:t xml:space="preserve">тов, заведующая </w:t>
      </w:r>
      <w:proofErr w:type="spellStart"/>
      <w:r>
        <w:rPr>
          <w:sz w:val="28"/>
          <w:szCs w:val="28"/>
        </w:rPr>
        <w:t>Семёновщинским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ФАПом</w:t>
      </w:r>
      <w:proofErr w:type="spellEnd"/>
      <w:r>
        <w:rPr>
          <w:sz w:val="28"/>
          <w:szCs w:val="28"/>
        </w:rPr>
        <w:t xml:space="preserve">, водитель </w:t>
      </w:r>
      <w:r w:rsidRPr="00200C22">
        <w:rPr>
          <w:sz w:val="28"/>
          <w:szCs w:val="28"/>
        </w:rPr>
        <w:t>Администрации Семёновщинского сельского поселения.</w:t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Состав комиссии утверждается Постановлением Администрации Семёновщинского сельского поселения.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Заместитель Главы сельского поселения -  является заместителем председателя комиссии и по его поручению или в его отсутствии имеет право принимать решения по организации экстренных мер по предупреждению и ликвидации чрезвычайных ситуаций.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Председатель комиссии несет персональную ответственность за выполнение возложенных на комиссию задач и функций.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Распределение и утверждение обязанностей и задач между членами комиссии производится председателем комиссии.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 xml:space="preserve">При необходимости для работы в комиссии могут привлекаться дополнительно не входящие в состав комиссии руководители и специалисты организаций независимо от их организационно – правовых форм и форм собственности. 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 xml:space="preserve">            </w:t>
      </w:r>
      <w:r w:rsidRPr="00200C22">
        <w:rPr>
          <w:b/>
          <w:sz w:val="28"/>
          <w:szCs w:val="28"/>
        </w:rPr>
        <w:t>4.Организация работы комиссии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200C22">
        <w:rPr>
          <w:sz w:val="28"/>
          <w:szCs w:val="28"/>
        </w:rPr>
        <w:t>Работа     комиссии    организуется   по  годовым  и месячным планам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 xml:space="preserve"> работы, утверждаемым председателем комиссии.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Заседания комиссии проводятся  по мере необходимости, но не реже одного раза в квартал.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Заседание комиссии проводит председатель или по его поручению один из его заместителей.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Заседание комиссии является правомочным, если на нем присутствуют не менее половины ее членов.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Члены комиссии принимают участие в ее заседаниях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lastRenderedPageBreak/>
        <w:tab/>
        <w:t>Решения принимаются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Решения комиссии оформляются протоколами, которые подписываются председателем комиссии или его заместителем, председательствующим на заседании. В случае необходимости в Администрацию поселения вносятся предложения о принятии соответствующего постановления, распоряжения.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Решения комиссии, принимаемые в соответствии с ее компетенцией, являются обязательными для всех органов и организаций независимо от их организационно – правовых форм и форм собственности.</w:t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  <w:r w:rsidRPr="00200C22">
        <w:rPr>
          <w:sz w:val="28"/>
          <w:szCs w:val="28"/>
        </w:rPr>
        <w:tab/>
      </w:r>
    </w:p>
    <w:p w:rsidR="00200C22" w:rsidRPr="00200C22" w:rsidRDefault="00200C22" w:rsidP="00200C22">
      <w:pPr>
        <w:ind w:firstLine="708"/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>Организационно – техническое обеспечение деятельности комиссии осуществляет специалист 1 категории администрации</w:t>
      </w:r>
      <w:r>
        <w:rPr>
          <w:sz w:val="28"/>
          <w:szCs w:val="28"/>
        </w:rPr>
        <w:t xml:space="preserve"> сельского</w:t>
      </w:r>
      <w:r w:rsidRPr="00200C22">
        <w:rPr>
          <w:sz w:val="28"/>
          <w:szCs w:val="28"/>
        </w:rPr>
        <w:t xml:space="preserve"> поселения  (планирование, подготовка материалов для заседания, ведение протоколов, оповещение членов комиссии, сбор членов комиссии, доведение материалов и решений до членов комиссии, сбор материалов).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В повседневной деятельности комиссия получает информацию от единой диспетчерской службы ГОУ   «Управление ЗНЧС и ПБ Новгородской области».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>При крупномасштабных чрезвычайных ситуациях для организации работ может создаваться штаб по ликвидации чрезвычайной ситуации.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 xml:space="preserve">                                           ___________________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ab/>
        <w:t xml:space="preserve"> 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</w:p>
    <w:p w:rsidR="00200C22" w:rsidRPr="00200C22" w:rsidRDefault="00200C22" w:rsidP="00200C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0C22" w:rsidRPr="00200C22" w:rsidRDefault="00200C22" w:rsidP="00200C2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00C22">
        <w:rPr>
          <w:rFonts w:ascii="Times New Roman" w:hAnsi="Times New Roman" w:cs="Times New Roman"/>
          <w:sz w:val="28"/>
          <w:szCs w:val="28"/>
        </w:rPr>
        <w:t>Утвержден</w:t>
      </w:r>
    </w:p>
    <w:p w:rsidR="00200C22" w:rsidRPr="00200C22" w:rsidRDefault="00200C22" w:rsidP="00200C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00C22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200C22" w:rsidRPr="00200C22" w:rsidRDefault="00200C22" w:rsidP="00200C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00C22">
        <w:rPr>
          <w:rFonts w:ascii="Times New Roman" w:hAnsi="Times New Roman" w:cs="Times New Roman"/>
          <w:sz w:val="28"/>
          <w:szCs w:val="28"/>
        </w:rPr>
        <w:t xml:space="preserve">Администрации Семёновщинского </w:t>
      </w:r>
    </w:p>
    <w:p w:rsidR="00200C22" w:rsidRPr="00200C22" w:rsidRDefault="00200C22" w:rsidP="00200C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00C2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00C22" w:rsidRPr="00200C22" w:rsidRDefault="00200C22" w:rsidP="00200C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00C22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19.12.2018   № 10</w:t>
      </w:r>
      <w:r w:rsidRPr="00200C22">
        <w:rPr>
          <w:rFonts w:ascii="Times New Roman" w:hAnsi="Times New Roman" w:cs="Times New Roman"/>
          <w:sz w:val="28"/>
          <w:szCs w:val="28"/>
        </w:rPr>
        <w:t>1</w:t>
      </w:r>
    </w:p>
    <w:p w:rsidR="00200C22" w:rsidRPr="00200C22" w:rsidRDefault="00200C22" w:rsidP="00200C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C22" w:rsidRPr="00200C22" w:rsidRDefault="00200C22" w:rsidP="00200C2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00C22">
        <w:rPr>
          <w:rFonts w:ascii="Times New Roman" w:hAnsi="Times New Roman" w:cs="Times New Roman"/>
          <w:sz w:val="28"/>
          <w:szCs w:val="28"/>
        </w:rPr>
        <w:t>СОСТАВ</w:t>
      </w:r>
    </w:p>
    <w:p w:rsidR="00200C22" w:rsidRPr="00200C22" w:rsidRDefault="00200C22" w:rsidP="00200C2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00C22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ПО ПРЕДУПРЕЖДЕНИЮ И ЛИКВИДАЦИИ </w:t>
      </w:r>
      <w:r w:rsidRPr="00200C22">
        <w:rPr>
          <w:rFonts w:ascii="Times New Roman" w:hAnsi="Times New Roman" w:cs="Times New Roman"/>
          <w:sz w:val="28"/>
          <w:szCs w:val="28"/>
        </w:rPr>
        <w:t>ЧРЕЗВЫЧАЙНЫХ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0C22">
        <w:rPr>
          <w:rFonts w:ascii="Times New Roman" w:hAnsi="Times New Roman" w:cs="Times New Roman"/>
          <w:sz w:val="28"/>
          <w:szCs w:val="28"/>
        </w:rPr>
        <w:t>СИТУАЦИЙ И ОБЕСПЕЧЕНИЮ ПОЖАРНОЙ БЕЗОПАСНОСТИ АДМИНИСТРАЦИИ</w:t>
      </w:r>
    </w:p>
    <w:p w:rsidR="00200C22" w:rsidRPr="00200C22" w:rsidRDefault="00200C22" w:rsidP="00200C2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00C22">
        <w:rPr>
          <w:rFonts w:ascii="Times New Roman" w:hAnsi="Times New Roman" w:cs="Times New Roman"/>
          <w:sz w:val="28"/>
          <w:szCs w:val="28"/>
        </w:rPr>
        <w:t>СЕМЁНОВЩИНСКОГО СЕЛЬСКОГО ПОСЕЛЕНИЯ</w:t>
      </w:r>
    </w:p>
    <w:p w:rsidR="00200C22" w:rsidRPr="00200C22" w:rsidRDefault="00200C22" w:rsidP="00200C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C22" w:rsidRDefault="00200C22" w:rsidP="00200C22">
      <w:pPr>
        <w:jc w:val="both"/>
        <w:rPr>
          <w:sz w:val="28"/>
          <w:szCs w:val="28"/>
        </w:rPr>
      </w:pPr>
      <w:r w:rsidRPr="00200C22">
        <w:rPr>
          <w:b/>
          <w:sz w:val="28"/>
          <w:szCs w:val="28"/>
        </w:rPr>
        <w:t>1.Баранов Евгений Владимирович</w:t>
      </w:r>
      <w:r w:rsidRPr="00200C2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200C22">
        <w:rPr>
          <w:sz w:val="28"/>
          <w:szCs w:val="28"/>
        </w:rPr>
        <w:t xml:space="preserve">председатель комиссии, Глава </w:t>
      </w:r>
      <w:r>
        <w:rPr>
          <w:sz w:val="28"/>
          <w:szCs w:val="28"/>
        </w:rPr>
        <w:t xml:space="preserve">  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00C22">
        <w:rPr>
          <w:sz w:val="28"/>
          <w:szCs w:val="28"/>
        </w:rPr>
        <w:t>Семёновщинского сельского поселения.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b/>
          <w:sz w:val="28"/>
          <w:szCs w:val="28"/>
        </w:rPr>
        <w:t>2.Кожевникова Любовь Ильинична</w:t>
      </w:r>
      <w:r w:rsidRPr="00200C2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200C22">
        <w:rPr>
          <w:sz w:val="28"/>
          <w:szCs w:val="28"/>
        </w:rPr>
        <w:t>заместитель председателя комиссии,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00C22">
        <w:rPr>
          <w:sz w:val="28"/>
          <w:szCs w:val="28"/>
        </w:rPr>
        <w:t>заместитель Главы  Семёновщинского сельского поселения.</w:t>
      </w:r>
    </w:p>
    <w:p w:rsidR="00200C22" w:rsidRDefault="00200C22" w:rsidP="00200C22">
      <w:pPr>
        <w:jc w:val="both"/>
        <w:rPr>
          <w:b/>
          <w:sz w:val="28"/>
          <w:szCs w:val="28"/>
        </w:rPr>
      </w:pP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b/>
          <w:sz w:val="28"/>
          <w:szCs w:val="28"/>
        </w:rPr>
        <w:t>Члены комиссии:</w:t>
      </w:r>
    </w:p>
    <w:p w:rsidR="00200C22" w:rsidRDefault="00200C22" w:rsidP="00200C22">
      <w:pPr>
        <w:jc w:val="both"/>
        <w:rPr>
          <w:sz w:val="28"/>
          <w:szCs w:val="28"/>
        </w:rPr>
      </w:pPr>
      <w:r w:rsidRPr="00200C22">
        <w:rPr>
          <w:b/>
          <w:sz w:val="28"/>
          <w:szCs w:val="28"/>
        </w:rPr>
        <w:t>1.Шабанова Людмила Анатольевна</w:t>
      </w:r>
      <w:r w:rsidRPr="00200C22">
        <w:rPr>
          <w:sz w:val="28"/>
          <w:szCs w:val="28"/>
        </w:rPr>
        <w:t xml:space="preserve"> – главный специалист </w:t>
      </w:r>
      <w:r>
        <w:rPr>
          <w:sz w:val="28"/>
          <w:szCs w:val="28"/>
        </w:rPr>
        <w:t xml:space="preserve"> 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00C22">
        <w:rPr>
          <w:sz w:val="28"/>
          <w:szCs w:val="28"/>
        </w:rPr>
        <w:t>Семёновщинского сельского поселения</w:t>
      </w:r>
      <w:r>
        <w:rPr>
          <w:sz w:val="28"/>
          <w:szCs w:val="28"/>
        </w:rPr>
        <w:t>.</w:t>
      </w:r>
    </w:p>
    <w:p w:rsidR="00200C22" w:rsidRDefault="00200C22" w:rsidP="00200C22">
      <w:pPr>
        <w:jc w:val="both"/>
        <w:rPr>
          <w:sz w:val="28"/>
          <w:szCs w:val="28"/>
        </w:rPr>
      </w:pPr>
      <w:r w:rsidRPr="00200C22">
        <w:rPr>
          <w:b/>
          <w:sz w:val="28"/>
          <w:szCs w:val="28"/>
        </w:rPr>
        <w:t>2. Шабанова Юлия Андреевна</w:t>
      </w:r>
      <w:r>
        <w:rPr>
          <w:sz w:val="28"/>
          <w:szCs w:val="28"/>
        </w:rPr>
        <w:t xml:space="preserve"> – специалист 1 категории</w:t>
      </w:r>
      <w:r w:rsidRPr="00200C22">
        <w:rPr>
          <w:sz w:val="28"/>
          <w:szCs w:val="28"/>
        </w:rPr>
        <w:t xml:space="preserve"> Семёновщинского </w:t>
      </w:r>
      <w:r>
        <w:rPr>
          <w:sz w:val="28"/>
          <w:szCs w:val="28"/>
        </w:rPr>
        <w:t xml:space="preserve"> 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00C22">
        <w:rPr>
          <w:sz w:val="28"/>
          <w:szCs w:val="28"/>
        </w:rPr>
        <w:t>сельского поселени</w:t>
      </w:r>
      <w:r>
        <w:rPr>
          <w:sz w:val="28"/>
          <w:szCs w:val="28"/>
        </w:rPr>
        <w:t>я.</w:t>
      </w:r>
    </w:p>
    <w:p w:rsidR="00200C22" w:rsidRDefault="00200C22" w:rsidP="00200C22">
      <w:pPr>
        <w:jc w:val="both"/>
        <w:rPr>
          <w:sz w:val="28"/>
          <w:szCs w:val="28"/>
        </w:rPr>
      </w:pPr>
      <w:r w:rsidRPr="00200C22">
        <w:rPr>
          <w:b/>
          <w:sz w:val="28"/>
          <w:szCs w:val="28"/>
        </w:rPr>
        <w:t>3. Павлов Евгений Иванович</w:t>
      </w:r>
      <w:r w:rsidRPr="00200C22">
        <w:rPr>
          <w:sz w:val="28"/>
          <w:szCs w:val="28"/>
        </w:rPr>
        <w:t xml:space="preserve"> – водитель Администрации Семёновщинского </w:t>
      </w:r>
      <w:r>
        <w:rPr>
          <w:sz w:val="28"/>
          <w:szCs w:val="28"/>
        </w:rPr>
        <w:t xml:space="preserve">  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00C2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b/>
          <w:sz w:val="28"/>
          <w:szCs w:val="28"/>
        </w:rPr>
        <w:t>4.Яковлева Марина Владимировна</w:t>
      </w:r>
      <w:r w:rsidRPr="00200C22">
        <w:rPr>
          <w:sz w:val="28"/>
          <w:szCs w:val="28"/>
        </w:rPr>
        <w:t xml:space="preserve"> – фельдшер  Семёновщинского ФАП.</w:t>
      </w:r>
    </w:p>
    <w:p w:rsidR="00200C22" w:rsidRPr="00200C22" w:rsidRDefault="00200C22" w:rsidP="00200C22">
      <w:pPr>
        <w:jc w:val="both"/>
        <w:rPr>
          <w:b/>
          <w:sz w:val="28"/>
          <w:szCs w:val="28"/>
        </w:rPr>
      </w:pPr>
      <w:r w:rsidRPr="00200C22">
        <w:rPr>
          <w:sz w:val="28"/>
          <w:szCs w:val="28"/>
        </w:rPr>
        <w:t xml:space="preserve">                                      _____________</w:t>
      </w:r>
    </w:p>
    <w:p w:rsidR="00BD0AE6" w:rsidRPr="00200C22" w:rsidRDefault="00BD0AE6" w:rsidP="00BD0AE6">
      <w:pPr>
        <w:rPr>
          <w:b/>
          <w:sz w:val="28"/>
          <w:szCs w:val="28"/>
        </w:rPr>
      </w:pPr>
    </w:p>
    <w:sectPr w:rsidR="00BD0AE6" w:rsidRPr="00200C22" w:rsidSect="00200C22">
      <w:pgSz w:w="11906" w:h="16838"/>
      <w:pgMar w:top="794" w:right="96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37AF2"/>
    <w:multiLevelType w:val="hybridMultilevel"/>
    <w:tmpl w:val="B9126C26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8F1574"/>
    <w:multiLevelType w:val="singleLevel"/>
    <w:tmpl w:val="95F6780A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4CF"/>
    <w:rsid w:val="00116561"/>
    <w:rsid w:val="00120B3C"/>
    <w:rsid w:val="0012788D"/>
    <w:rsid w:val="0013192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0C22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1AC1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568BA"/>
    <w:rsid w:val="003602F2"/>
    <w:rsid w:val="003750DE"/>
    <w:rsid w:val="00380564"/>
    <w:rsid w:val="00380CFC"/>
    <w:rsid w:val="00391911"/>
    <w:rsid w:val="00392C8A"/>
    <w:rsid w:val="00397FAB"/>
    <w:rsid w:val="003A2948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0168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6ABB"/>
    <w:rsid w:val="004C4FEC"/>
    <w:rsid w:val="004C5EA3"/>
    <w:rsid w:val="004C6F8D"/>
    <w:rsid w:val="004C75BD"/>
    <w:rsid w:val="004C7F97"/>
    <w:rsid w:val="004E5565"/>
    <w:rsid w:val="00504502"/>
    <w:rsid w:val="00506A3F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A61CC"/>
    <w:rsid w:val="006B34A5"/>
    <w:rsid w:val="006B76F9"/>
    <w:rsid w:val="006B7DB4"/>
    <w:rsid w:val="006C0148"/>
    <w:rsid w:val="006C255E"/>
    <w:rsid w:val="006D1700"/>
    <w:rsid w:val="006E19B1"/>
    <w:rsid w:val="006F59EA"/>
    <w:rsid w:val="00704D24"/>
    <w:rsid w:val="007138DE"/>
    <w:rsid w:val="00717FEA"/>
    <w:rsid w:val="00721F86"/>
    <w:rsid w:val="0073256E"/>
    <w:rsid w:val="007334D6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5CD"/>
    <w:rsid w:val="008D16E2"/>
    <w:rsid w:val="008D7722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2E27"/>
    <w:rsid w:val="009246A1"/>
    <w:rsid w:val="0094498A"/>
    <w:rsid w:val="00957B27"/>
    <w:rsid w:val="00971F9C"/>
    <w:rsid w:val="00972D8D"/>
    <w:rsid w:val="00977C6D"/>
    <w:rsid w:val="00982D62"/>
    <w:rsid w:val="00992804"/>
    <w:rsid w:val="0099486E"/>
    <w:rsid w:val="009A7678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9EE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193D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616CC"/>
    <w:rsid w:val="00B66229"/>
    <w:rsid w:val="00B677B3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E74F6"/>
    <w:rsid w:val="00BF4A64"/>
    <w:rsid w:val="00C02FC9"/>
    <w:rsid w:val="00C04C60"/>
    <w:rsid w:val="00C1784A"/>
    <w:rsid w:val="00C52AD2"/>
    <w:rsid w:val="00C53AC0"/>
    <w:rsid w:val="00C5542B"/>
    <w:rsid w:val="00C55E2D"/>
    <w:rsid w:val="00C60D63"/>
    <w:rsid w:val="00C70906"/>
    <w:rsid w:val="00C81A7A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62B07"/>
    <w:rsid w:val="00D71D7B"/>
    <w:rsid w:val="00D80AB6"/>
    <w:rsid w:val="00D8621A"/>
    <w:rsid w:val="00D94C11"/>
    <w:rsid w:val="00DB6B69"/>
    <w:rsid w:val="00DC1B2B"/>
    <w:rsid w:val="00DD017B"/>
    <w:rsid w:val="00DE0AEE"/>
    <w:rsid w:val="00DE0EC3"/>
    <w:rsid w:val="00DE6BEA"/>
    <w:rsid w:val="00DF2CF3"/>
    <w:rsid w:val="00E002B6"/>
    <w:rsid w:val="00E04D3E"/>
    <w:rsid w:val="00E0538D"/>
    <w:rsid w:val="00E055B4"/>
    <w:rsid w:val="00E10F38"/>
    <w:rsid w:val="00E22D36"/>
    <w:rsid w:val="00E25F11"/>
    <w:rsid w:val="00E266BA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2F99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00C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50</TotalTime>
  <Pages>7</Pages>
  <Words>2028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Бухгалтер</cp:lastModifiedBy>
  <cp:revision>7</cp:revision>
  <cp:lastPrinted>2018-12-29T09:50:00Z</cp:lastPrinted>
  <dcterms:created xsi:type="dcterms:W3CDTF">2018-12-29T08:36:00Z</dcterms:created>
  <dcterms:modified xsi:type="dcterms:W3CDTF">2019-01-08T12:46:00Z</dcterms:modified>
</cp:coreProperties>
</file>