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D8" w:rsidRPr="00363D18" w:rsidRDefault="007A47D8" w:rsidP="00363D18">
      <w:pPr>
        <w:pStyle w:val="Title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071437728" r:id="rId5"/>
        </w:pic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7A47D8" w:rsidRPr="00A70219" w:rsidRDefault="007A47D8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7A47D8" w:rsidRDefault="007A47D8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7A47D8" w:rsidRDefault="007A47D8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7A47D8" w:rsidRDefault="007A47D8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7A47D8" w:rsidRDefault="007A47D8" w:rsidP="001F6326">
      <w:pPr>
        <w:jc w:val="center"/>
        <w:rPr>
          <w:b/>
          <w:color w:val="000000"/>
          <w:sz w:val="36"/>
          <w:szCs w:val="36"/>
        </w:rPr>
      </w:pPr>
    </w:p>
    <w:p w:rsidR="007A47D8" w:rsidRPr="006251B3" w:rsidRDefault="007A47D8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>
        <w:rPr>
          <w:b/>
          <w:color w:val="000000"/>
          <w:sz w:val="24"/>
          <w:szCs w:val="24"/>
        </w:rPr>
        <w:t>17.10.2018</w:t>
      </w:r>
      <w:r w:rsidRPr="006251B3">
        <w:rPr>
          <w:b/>
          <w:color w:val="000000"/>
          <w:sz w:val="24"/>
          <w:szCs w:val="24"/>
        </w:rPr>
        <w:t xml:space="preserve">  № </w:t>
      </w:r>
      <w:r>
        <w:rPr>
          <w:b/>
          <w:color w:val="000000"/>
          <w:sz w:val="24"/>
          <w:szCs w:val="24"/>
        </w:rPr>
        <w:t>73</w:t>
      </w:r>
    </w:p>
    <w:p w:rsidR="007A47D8" w:rsidRPr="006251B3" w:rsidRDefault="007A47D8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7A47D8" w:rsidRDefault="007A47D8" w:rsidP="00397FAB">
      <w:pPr>
        <w:spacing w:line="240" w:lineRule="exact"/>
        <w:rPr>
          <w:b/>
          <w:sz w:val="24"/>
          <w:szCs w:val="24"/>
        </w:rPr>
      </w:pPr>
    </w:p>
    <w:p w:rsidR="007A47D8" w:rsidRPr="008D2152" w:rsidRDefault="007A47D8" w:rsidP="008D2152">
      <w:pPr>
        <w:jc w:val="both"/>
        <w:rPr>
          <w:b/>
          <w:sz w:val="28"/>
          <w:szCs w:val="28"/>
        </w:rPr>
      </w:pPr>
      <w:r w:rsidRPr="008D2152">
        <w:rPr>
          <w:b/>
          <w:bCs/>
          <w:spacing w:val="-3"/>
          <w:sz w:val="28"/>
          <w:szCs w:val="28"/>
        </w:rPr>
        <w:t xml:space="preserve"> </w:t>
      </w:r>
      <w:r w:rsidRPr="008D2152">
        <w:rPr>
          <w:b/>
          <w:sz w:val="28"/>
          <w:szCs w:val="28"/>
        </w:rPr>
        <w:t>О присвоении адреса</w:t>
      </w:r>
    </w:p>
    <w:p w:rsidR="007A47D8" w:rsidRPr="00BC3A6D" w:rsidRDefault="007A47D8" w:rsidP="008D2152">
      <w:pPr>
        <w:jc w:val="both"/>
        <w:rPr>
          <w:sz w:val="28"/>
          <w:szCs w:val="28"/>
        </w:rPr>
      </w:pPr>
      <w:r w:rsidRPr="008D2152">
        <w:rPr>
          <w:b/>
          <w:sz w:val="28"/>
          <w:szCs w:val="28"/>
        </w:rPr>
        <w:t xml:space="preserve"> объектам недвижимости</w:t>
      </w:r>
    </w:p>
    <w:p w:rsidR="007A47D8" w:rsidRDefault="007A47D8" w:rsidP="008D2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A47D8" w:rsidRDefault="007A47D8" w:rsidP="00A30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C3A6D">
        <w:rPr>
          <w:sz w:val="28"/>
          <w:szCs w:val="28"/>
        </w:rPr>
        <w:t xml:space="preserve"> 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7A47D8" w:rsidRDefault="007A47D8" w:rsidP="00A30475">
      <w:pPr>
        <w:jc w:val="both"/>
        <w:rPr>
          <w:sz w:val="28"/>
          <w:szCs w:val="28"/>
        </w:rPr>
      </w:pPr>
      <w:r w:rsidRPr="00BC3A6D">
        <w:rPr>
          <w:sz w:val="28"/>
          <w:szCs w:val="28"/>
        </w:rPr>
        <w:t>в целях упорядочения н</w:t>
      </w:r>
      <w:r>
        <w:rPr>
          <w:sz w:val="28"/>
          <w:szCs w:val="28"/>
        </w:rPr>
        <w:t xml:space="preserve">умерации объектов недвижимости и в соответствии </w:t>
      </w:r>
    </w:p>
    <w:p w:rsidR="007A47D8" w:rsidRPr="008D2152" w:rsidRDefault="007A47D8" w:rsidP="00A30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Уставом Семёновщинского сельского поселения  внести изменения в распоряжение № 59-рг от26.11.1997 года  «О проведении нумерации домов в населённых пунктах сельсовета» </w:t>
      </w:r>
      <w:r w:rsidRPr="00BC3A6D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Семёновщинского сельского поселения </w:t>
      </w:r>
      <w:r>
        <w:rPr>
          <w:b/>
          <w:sz w:val="28"/>
          <w:szCs w:val="28"/>
        </w:rPr>
        <w:t>ПОСТАНОВЛЯЕТ</w:t>
      </w:r>
      <w:r w:rsidRPr="007C02F8">
        <w:rPr>
          <w:b/>
          <w:sz w:val="28"/>
          <w:szCs w:val="28"/>
        </w:rPr>
        <w:t>:</w:t>
      </w:r>
    </w:p>
    <w:p w:rsidR="007A47D8" w:rsidRDefault="007A47D8" w:rsidP="007C02F8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8D215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C02F8">
        <w:rPr>
          <w:bCs/>
          <w:sz w:val="28"/>
          <w:szCs w:val="28"/>
        </w:rPr>
        <w:t>Присвои</w:t>
      </w:r>
      <w:r>
        <w:rPr>
          <w:bCs/>
          <w:sz w:val="28"/>
          <w:szCs w:val="28"/>
        </w:rPr>
        <w:t xml:space="preserve">ть адрес  жилому дому общей площадью  35 кв.м, </w:t>
      </w:r>
    </w:p>
    <w:p w:rsidR="007A47D8" w:rsidRPr="007C02F8" w:rsidRDefault="007A47D8" w:rsidP="007C02F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кадастровым номером  53:03:0506001:68,  и  с</w:t>
      </w:r>
      <w:r w:rsidRPr="007C02F8">
        <w:rPr>
          <w:bCs/>
          <w:sz w:val="28"/>
          <w:szCs w:val="28"/>
        </w:rPr>
        <w:t>читать его следующим: Российская Федерация, Новгородская область, Валдай</w:t>
      </w:r>
      <w:r>
        <w:rPr>
          <w:bCs/>
          <w:sz w:val="28"/>
          <w:szCs w:val="28"/>
        </w:rPr>
        <w:t>ский муниципальный  район, Семёновщинское сельское</w:t>
      </w:r>
      <w:r w:rsidRPr="007C02F8">
        <w:rPr>
          <w:bCs/>
          <w:sz w:val="28"/>
          <w:szCs w:val="28"/>
        </w:rPr>
        <w:t xml:space="preserve"> поселение, </w:t>
      </w:r>
      <w:r>
        <w:rPr>
          <w:bCs/>
          <w:sz w:val="28"/>
          <w:szCs w:val="28"/>
        </w:rPr>
        <w:t>д.Соснино, ул.Вторая, д.</w:t>
      </w:r>
      <w:r w:rsidRPr="001767F2">
        <w:rPr>
          <w:bCs/>
          <w:color w:val="000000"/>
          <w:sz w:val="28"/>
          <w:szCs w:val="28"/>
        </w:rPr>
        <w:t>21а.</w:t>
      </w:r>
    </w:p>
    <w:p w:rsidR="007A47D8" w:rsidRPr="00924DE7" w:rsidRDefault="007A47D8" w:rsidP="008D2152">
      <w:pPr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Pr="00BC3A6D">
        <w:rPr>
          <w:sz w:val="28"/>
          <w:szCs w:val="28"/>
        </w:rPr>
        <w:t>Соответствующим службам внести данные в документы и базы данных.</w:t>
      </w:r>
    </w:p>
    <w:p w:rsidR="007A47D8" w:rsidRPr="00BC3A6D" w:rsidRDefault="007A47D8" w:rsidP="008D2152">
      <w:pPr>
        <w:jc w:val="both"/>
        <w:rPr>
          <w:sz w:val="28"/>
          <w:szCs w:val="28"/>
        </w:rPr>
      </w:pPr>
      <w:r w:rsidRPr="00BC3A6D">
        <w:rPr>
          <w:sz w:val="28"/>
          <w:szCs w:val="28"/>
        </w:rPr>
        <w:t xml:space="preserve">    </w:t>
      </w:r>
    </w:p>
    <w:p w:rsidR="007A47D8" w:rsidRPr="00295426" w:rsidRDefault="007A47D8" w:rsidP="00B34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47D8" w:rsidRDefault="007A47D8" w:rsidP="00B34E99">
      <w:pPr>
        <w:pStyle w:val="BodyText"/>
        <w:rPr>
          <w:sz w:val="28"/>
          <w:szCs w:val="28"/>
        </w:rPr>
      </w:pPr>
    </w:p>
    <w:p w:rsidR="007A47D8" w:rsidRPr="008D2152" w:rsidRDefault="007A47D8" w:rsidP="00B34E99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2152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 w:rsidRPr="008D2152">
        <w:rPr>
          <w:rFonts w:ascii="Times New Roman" w:hAnsi="Times New Roman"/>
          <w:b/>
          <w:color w:val="000000"/>
          <w:sz w:val="28"/>
          <w:szCs w:val="28"/>
        </w:rPr>
        <w:t>Глава  сельского поселения</w:t>
      </w:r>
      <w:r w:rsidRPr="008D2152">
        <w:rPr>
          <w:rFonts w:ascii="Times New Roman" w:hAnsi="Times New Roman"/>
          <w:b/>
          <w:color w:val="000000"/>
          <w:sz w:val="28"/>
          <w:szCs w:val="28"/>
        </w:rPr>
        <w:tab/>
      </w:r>
      <w:r w:rsidRPr="008D2152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7A47D8" w:rsidRPr="00C654F2" w:rsidRDefault="007A47D8" w:rsidP="00B34E9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47D8" w:rsidRPr="00C654F2" w:rsidRDefault="007A47D8" w:rsidP="00B34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47D8" w:rsidRPr="00C654F2" w:rsidRDefault="007A47D8" w:rsidP="00B34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47D8" w:rsidRPr="00C654F2" w:rsidRDefault="007A47D8" w:rsidP="00B34E9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7A47D8" w:rsidRPr="00C654F2" w:rsidRDefault="007A47D8" w:rsidP="00B34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47D8" w:rsidRPr="00C654F2" w:rsidRDefault="007A47D8" w:rsidP="00B34E9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7A47D8" w:rsidRPr="003A40EB" w:rsidRDefault="007A47D8" w:rsidP="00BD0AE6">
      <w:pPr>
        <w:rPr>
          <w:b/>
          <w:sz w:val="24"/>
        </w:rPr>
      </w:pPr>
    </w:p>
    <w:sectPr w:rsidR="007A47D8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37479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0E7D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781A"/>
    <w:rsid w:val="001767F2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0C67"/>
    <w:rsid w:val="0021158C"/>
    <w:rsid w:val="00220E10"/>
    <w:rsid w:val="0022151C"/>
    <w:rsid w:val="0022199D"/>
    <w:rsid w:val="00221DFA"/>
    <w:rsid w:val="00224208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42F4E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542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048C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2F7A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367B"/>
    <w:rsid w:val="004C415E"/>
    <w:rsid w:val="004C4ECC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2D83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28D8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3C3A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2028"/>
    <w:rsid w:val="006F59EA"/>
    <w:rsid w:val="00704D24"/>
    <w:rsid w:val="00706C2E"/>
    <w:rsid w:val="00710771"/>
    <w:rsid w:val="007138DE"/>
    <w:rsid w:val="00717FEA"/>
    <w:rsid w:val="00721230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A47D8"/>
    <w:rsid w:val="007B0E69"/>
    <w:rsid w:val="007B40DB"/>
    <w:rsid w:val="007B5292"/>
    <w:rsid w:val="007B7F93"/>
    <w:rsid w:val="007C02F8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A2114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215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3E36"/>
    <w:rsid w:val="009246A1"/>
    <w:rsid w:val="00924DE7"/>
    <w:rsid w:val="00927FEF"/>
    <w:rsid w:val="00935CB4"/>
    <w:rsid w:val="009438AF"/>
    <w:rsid w:val="0094498A"/>
    <w:rsid w:val="00957B27"/>
    <w:rsid w:val="00971F9C"/>
    <w:rsid w:val="00972D8D"/>
    <w:rsid w:val="00977C6D"/>
    <w:rsid w:val="00982D62"/>
    <w:rsid w:val="00983B7F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02151"/>
    <w:rsid w:val="00A10AB0"/>
    <w:rsid w:val="00A11253"/>
    <w:rsid w:val="00A11581"/>
    <w:rsid w:val="00A1370A"/>
    <w:rsid w:val="00A14259"/>
    <w:rsid w:val="00A24CE6"/>
    <w:rsid w:val="00A251AE"/>
    <w:rsid w:val="00A30475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0219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2780"/>
    <w:rsid w:val="00B34E99"/>
    <w:rsid w:val="00B3737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3A6D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40556"/>
    <w:rsid w:val="00C52AD2"/>
    <w:rsid w:val="00C53AC0"/>
    <w:rsid w:val="00C5542B"/>
    <w:rsid w:val="00C55E2D"/>
    <w:rsid w:val="00C607C3"/>
    <w:rsid w:val="00C60D63"/>
    <w:rsid w:val="00C654F2"/>
    <w:rsid w:val="00C70906"/>
    <w:rsid w:val="00C71B44"/>
    <w:rsid w:val="00C822D5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0CA"/>
    <w:rsid w:val="00D30941"/>
    <w:rsid w:val="00D31429"/>
    <w:rsid w:val="00D374CD"/>
    <w:rsid w:val="00D44965"/>
    <w:rsid w:val="00D5211B"/>
    <w:rsid w:val="00D52E0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C4FE4"/>
    <w:rsid w:val="00DD017B"/>
    <w:rsid w:val="00DD2CA7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2501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0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42F04"/>
    <w:pPr>
      <w:keepNext/>
      <w:jc w:val="right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42F04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42F04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42F04"/>
    <w:pPr>
      <w:keepNext/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42F04"/>
    <w:pPr>
      <w:keepNext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42F04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42F04"/>
    <w:pPr>
      <w:keepNext/>
      <w:outlineLvl w:val="6"/>
    </w:pPr>
    <w:rPr>
      <w:b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4A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4A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34A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34A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34A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34AB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34AB"/>
    <w:rPr>
      <w:rFonts w:asciiTheme="minorHAnsi" w:eastAsiaTheme="minorEastAsia" w:hAnsiTheme="minorHAnsi" w:cstheme="minorBidi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242F04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9D34A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42F04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D306A"/>
    <w:rPr>
      <w:rFonts w:cs="Times New Roman"/>
      <w:sz w:val="24"/>
    </w:rPr>
  </w:style>
  <w:style w:type="paragraph" w:styleId="Subtitle">
    <w:name w:val="Subtitle"/>
    <w:basedOn w:val="Normal"/>
    <w:link w:val="SubtitleChar"/>
    <w:uiPriority w:val="99"/>
    <w:qFormat/>
    <w:rsid w:val="00242F04"/>
    <w:pPr>
      <w:jc w:val="center"/>
    </w:pPr>
    <w:rPr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34AB"/>
    <w:rPr>
      <w:rFonts w:asciiTheme="majorHAnsi" w:eastAsiaTheme="majorEastAsia" w:hAnsiTheme="majorHAnsi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97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4AB"/>
    <w:rPr>
      <w:sz w:val="0"/>
      <w:szCs w:val="0"/>
    </w:rPr>
  </w:style>
  <w:style w:type="paragraph" w:styleId="NoSpacing">
    <w:name w:val="No Spacing"/>
    <w:link w:val="NoSpacingChar"/>
    <w:uiPriority w:val="99"/>
    <w:qFormat/>
    <w:rsid w:val="00B34E99"/>
    <w:rPr>
      <w:rFonts w:ascii="Calibri" w:hAnsi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34E99"/>
    <w:rPr>
      <w:rFonts w:ascii="Calibri" w:hAnsi="Calibri" w:cs="Times New Roman"/>
      <w:sz w:val="22"/>
      <w:szCs w:val="22"/>
      <w:lang w:val="ru-RU" w:eastAsia="ru-RU" w:bidi="ar-SA"/>
    </w:rPr>
  </w:style>
  <w:style w:type="paragraph" w:customStyle="1" w:styleId="ConsPlusTitle">
    <w:name w:val="ConsPlusTitle"/>
    <w:uiPriority w:val="99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23</TotalTime>
  <Pages>1</Pages>
  <Words>190</Words>
  <Characters>1084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subject/>
  <dc:creator>Reanimator 99 CD</dc:creator>
  <cp:keywords/>
  <dc:description/>
  <cp:lastModifiedBy>Admin</cp:lastModifiedBy>
  <cp:revision>4</cp:revision>
  <cp:lastPrinted>2018-10-18T12:41:00Z</cp:lastPrinted>
  <dcterms:created xsi:type="dcterms:W3CDTF">2018-10-18T12:43:00Z</dcterms:created>
  <dcterms:modified xsi:type="dcterms:W3CDTF">2002-01-01T20:49:00Z</dcterms:modified>
</cp:coreProperties>
</file>