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62" w:rsidRDefault="00BF6F62" w:rsidP="00363D18">
      <w:pPr>
        <w:pStyle w:val="a3"/>
        <w:ind w:left="2160" w:firstLine="720"/>
        <w:jc w:val="both"/>
        <w:rPr>
          <w:b/>
          <w:color w:val="000000"/>
          <w:sz w:val="28"/>
          <w:szCs w:val="28"/>
        </w:rPr>
      </w:pPr>
    </w:p>
    <w:p w:rsidR="001F6326" w:rsidRPr="00363D18" w:rsidRDefault="004B3475" w:rsidP="00363D18">
      <w:pPr>
        <w:pStyle w:val="a3"/>
        <w:ind w:left="2160" w:firstLine="720"/>
        <w:jc w:val="both"/>
      </w:pPr>
      <w:r w:rsidRPr="004B347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726310808" r:id="rId6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FC7D0C">
        <w:rPr>
          <w:b/>
          <w:color w:val="000000"/>
          <w:sz w:val="28"/>
          <w:szCs w:val="28"/>
        </w:rPr>
        <w:t xml:space="preserve"> 03.10</w:t>
      </w:r>
      <w:r w:rsidR="009C2ACE">
        <w:rPr>
          <w:b/>
          <w:color w:val="000000"/>
          <w:sz w:val="28"/>
          <w:szCs w:val="28"/>
        </w:rPr>
        <w:t>.2022</w:t>
      </w:r>
      <w:r w:rsidR="00491C25" w:rsidRPr="002B39EF">
        <w:rPr>
          <w:b/>
          <w:color w:val="000000"/>
          <w:sz w:val="28"/>
          <w:szCs w:val="28"/>
        </w:rPr>
        <w:t xml:space="preserve">  №</w:t>
      </w:r>
      <w:r w:rsidR="00FC7D0C">
        <w:rPr>
          <w:b/>
          <w:color w:val="000000"/>
          <w:sz w:val="28"/>
          <w:szCs w:val="28"/>
        </w:rPr>
        <w:t>102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постановлением Администрации </w:t>
      </w:r>
      <w:r w:rsidR="0031038A">
        <w:rPr>
          <w:rFonts w:ascii="Times New Roman" w:hAnsi="Times New Roman"/>
          <w:bCs/>
          <w:spacing w:val="-3"/>
          <w:sz w:val="28"/>
          <w:szCs w:val="28"/>
        </w:rPr>
        <w:t>Семё</w:t>
      </w:r>
      <w:r w:rsidR="00EC1A2C">
        <w:rPr>
          <w:rFonts w:ascii="Times New Roman" w:hAnsi="Times New Roman"/>
          <w:bCs/>
          <w:spacing w:val="-3"/>
          <w:sz w:val="28"/>
          <w:szCs w:val="28"/>
        </w:rPr>
        <w:t>новщинского сельского поселения</w:t>
      </w:r>
      <w:r w:rsidR="00EC1A2C">
        <w:rPr>
          <w:rFonts w:ascii="Times New Roman" w:hAnsi="Times New Roman"/>
          <w:bCs/>
          <w:color w:val="FF0000"/>
          <w:spacing w:val="-3"/>
          <w:sz w:val="28"/>
          <w:szCs w:val="28"/>
        </w:rPr>
        <w:t xml:space="preserve"> </w:t>
      </w:r>
      <w:r w:rsidR="00FC7D0C">
        <w:rPr>
          <w:rFonts w:ascii="Times New Roman" w:hAnsi="Times New Roman"/>
          <w:bCs/>
          <w:spacing w:val="-3"/>
          <w:sz w:val="28"/>
          <w:szCs w:val="28"/>
        </w:rPr>
        <w:t xml:space="preserve"> от 08.08.2022 № 1582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FC7D0C">
        <w:rPr>
          <w:rFonts w:ascii="Times New Roman" w:hAnsi="Times New Roman"/>
          <w:sz w:val="28"/>
          <w:szCs w:val="28"/>
        </w:rPr>
        <w:t>земельному участку площадью 703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FC7D0C">
        <w:rPr>
          <w:rFonts w:ascii="Times New Roman" w:hAnsi="Times New Roman"/>
          <w:sz w:val="28"/>
          <w:szCs w:val="28"/>
        </w:rPr>
        <w:t>ртале 53:03:0505</w:t>
      </w:r>
      <w:r w:rsidR="0031038A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FC7D0C">
        <w:rPr>
          <w:rFonts w:ascii="Times New Roman" w:hAnsi="Times New Roman"/>
          <w:sz w:val="28"/>
          <w:szCs w:val="28"/>
        </w:rPr>
        <w:t>Д</w:t>
      </w:r>
      <w:proofErr w:type="gramEnd"/>
      <w:r w:rsidR="00FC7D0C">
        <w:rPr>
          <w:rFonts w:ascii="Times New Roman" w:hAnsi="Times New Roman"/>
          <w:sz w:val="28"/>
          <w:szCs w:val="28"/>
        </w:rPr>
        <w:t>обрилово</w:t>
      </w:r>
      <w:r w:rsidR="00EC3F5F">
        <w:rPr>
          <w:rFonts w:ascii="Times New Roman" w:hAnsi="Times New Roman"/>
          <w:sz w:val="28"/>
          <w:szCs w:val="28"/>
        </w:rPr>
        <w:t>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FC7D0C">
        <w:rPr>
          <w:rFonts w:ascii="Times New Roman" w:hAnsi="Times New Roman"/>
          <w:sz w:val="28"/>
          <w:szCs w:val="28"/>
        </w:rPr>
        <w:t>ул.Первая</w:t>
      </w:r>
      <w:r w:rsidR="00471214">
        <w:rPr>
          <w:rFonts w:ascii="Times New Roman" w:hAnsi="Times New Roman"/>
          <w:sz w:val="28"/>
          <w:szCs w:val="28"/>
        </w:rPr>
        <w:t xml:space="preserve">,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0D04C9">
        <w:rPr>
          <w:rFonts w:ascii="Times New Roman" w:hAnsi="Times New Roman"/>
          <w:color w:val="000000" w:themeColor="text1"/>
          <w:sz w:val="28"/>
          <w:szCs w:val="28"/>
        </w:rPr>
        <w:t>17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7D0C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FC7D0C">
        <w:rPr>
          <w:rFonts w:ascii="Times New Roman" w:hAnsi="Times New Roman"/>
          <w:b/>
          <w:color w:val="000000"/>
          <w:sz w:val="28"/>
          <w:szCs w:val="28"/>
        </w:rPr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04C9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9EF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37BD9"/>
    <w:rsid w:val="00441717"/>
    <w:rsid w:val="004435A2"/>
    <w:rsid w:val="004451D6"/>
    <w:rsid w:val="0044786A"/>
    <w:rsid w:val="00450BF5"/>
    <w:rsid w:val="00456516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B3475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2CDB"/>
    <w:rsid w:val="005D3E18"/>
    <w:rsid w:val="005E147C"/>
    <w:rsid w:val="005F355F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950D6"/>
    <w:rsid w:val="006A0D89"/>
    <w:rsid w:val="006A4398"/>
    <w:rsid w:val="006A4F78"/>
    <w:rsid w:val="006B34A5"/>
    <w:rsid w:val="006B3ECC"/>
    <w:rsid w:val="006B76F9"/>
    <w:rsid w:val="006B7DB4"/>
    <w:rsid w:val="006C0148"/>
    <w:rsid w:val="006C08D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2ACE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2A89"/>
    <w:rsid w:val="00A1370A"/>
    <w:rsid w:val="00A14259"/>
    <w:rsid w:val="00A24CE6"/>
    <w:rsid w:val="00A251AE"/>
    <w:rsid w:val="00A350C5"/>
    <w:rsid w:val="00A35604"/>
    <w:rsid w:val="00A359F7"/>
    <w:rsid w:val="00A4498D"/>
    <w:rsid w:val="00A449F5"/>
    <w:rsid w:val="00A46DED"/>
    <w:rsid w:val="00A53EEB"/>
    <w:rsid w:val="00A61C25"/>
    <w:rsid w:val="00A62EEB"/>
    <w:rsid w:val="00A62F0F"/>
    <w:rsid w:val="00A66EB4"/>
    <w:rsid w:val="00A72A3A"/>
    <w:rsid w:val="00A8007E"/>
    <w:rsid w:val="00A85F7D"/>
    <w:rsid w:val="00A95E58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0E10"/>
    <w:rsid w:val="00BC2A3F"/>
    <w:rsid w:val="00BC4455"/>
    <w:rsid w:val="00BC5E00"/>
    <w:rsid w:val="00BD0AE6"/>
    <w:rsid w:val="00BD4693"/>
    <w:rsid w:val="00BD72B8"/>
    <w:rsid w:val="00BE090E"/>
    <w:rsid w:val="00BE19CF"/>
    <w:rsid w:val="00BE21B4"/>
    <w:rsid w:val="00BE24D7"/>
    <w:rsid w:val="00BE74F6"/>
    <w:rsid w:val="00BF328C"/>
    <w:rsid w:val="00BF4A64"/>
    <w:rsid w:val="00BF6F62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066E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C7D0C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09B1C-DCBA-47E6-98C9-32FD59F7C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2022-08-01T12:05:00Z</cp:lastPrinted>
  <dcterms:created xsi:type="dcterms:W3CDTF">2022-10-03T11:00:00Z</dcterms:created>
  <dcterms:modified xsi:type="dcterms:W3CDTF">2022-10-03T11:00:00Z</dcterms:modified>
</cp:coreProperties>
</file>