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110FCD" w:rsidP="00363D18">
      <w:pPr>
        <w:pStyle w:val="a3"/>
        <w:ind w:left="2160" w:firstLine="720"/>
        <w:jc w:val="both"/>
      </w:pPr>
      <w:r w:rsidRPr="00110FC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732445980" r:id="rId6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3B2376">
        <w:rPr>
          <w:sz w:val="28"/>
          <w:szCs w:val="28"/>
        </w:rPr>
        <w:t>13.1</w:t>
      </w:r>
      <w:r w:rsidR="003F2840">
        <w:rPr>
          <w:sz w:val="28"/>
          <w:szCs w:val="28"/>
        </w:rPr>
        <w:t>2</w:t>
      </w:r>
      <w:r w:rsidR="000C69DF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311603">
        <w:rPr>
          <w:sz w:val="28"/>
          <w:szCs w:val="28"/>
        </w:rPr>
        <w:t>136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311603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№4061</w:t>
      </w:r>
      <w:r w:rsidR="003B2376">
        <w:rPr>
          <w:rFonts w:ascii="Times New Roman" w:hAnsi="Times New Roman"/>
          <w:bCs/>
          <w:spacing w:val="-3"/>
          <w:sz w:val="28"/>
          <w:szCs w:val="28"/>
        </w:rPr>
        <w:t>-р от 06.1</w:t>
      </w:r>
      <w:r w:rsidR="003F2840">
        <w:rPr>
          <w:rFonts w:ascii="Times New Roman" w:hAnsi="Times New Roman"/>
          <w:bCs/>
          <w:spacing w:val="-3"/>
          <w:sz w:val="28"/>
          <w:szCs w:val="28"/>
        </w:rPr>
        <w:t>2.2022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311603">
        <w:rPr>
          <w:color w:val="000000" w:themeColor="text1"/>
          <w:sz w:val="28"/>
          <w:szCs w:val="28"/>
        </w:rPr>
        <w:t>25</w:t>
      </w:r>
      <w:r w:rsidR="003A4C53">
        <w:rPr>
          <w:color w:val="000000" w:themeColor="text1"/>
          <w:sz w:val="28"/>
          <w:szCs w:val="28"/>
        </w:rPr>
        <w:t>1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</w:t>
      </w:r>
      <w:r w:rsidR="000C69DF">
        <w:rPr>
          <w:color w:val="000000" w:themeColor="text1"/>
          <w:sz w:val="28"/>
          <w:szCs w:val="28"/>
        </w:rPr>
        <w:t>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3B2376">
        <w:rPr>
          <w:color w:val="000000" w:themeColor="text1"/>
          <w:sz w:val="28"/>
          <w:szCs w:val="28"/>
        </w:rPr>
        <w:t>ла 53:03:</w:t>
      </w:r>
      <w:r w:rsidR="003B2376" w:rsidRPr="003312DD">
        <w:rPr>
          <w:sz w:val="28"/>
          <w:szCs w:val="28"/>
        </w:rPr>
        <w:t>1331002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3B2376">
        <w:rPr>
          <w:sz w:val="28"/>
          <w:szCs w:val="28"/>
        </w:rPr>
        <w:t>д</w:t>
      </w:r>
      <w:proofErr w:type="gramStart"/>
      <w:r w:rsidR="003B2376">
        <w:rPr>
          <w:sz w:val="28"/>
          <w:szCs w:val="28"/>
        </w:rPr>
        <w:t>.С</w:t>
      </w:r>
      <w:proofErr w:type="gramEnd"/>
      <w:r w:rsidR="003B2376">
        <w:rPr>
          <w:sz w:val="28"/>
          <w:szCs w:val="28"/>
        </w:rPr>
        <w:t>емёновщина</w:t>
      </w:r>
      <w:r w:rsidR="000C69DF">
        <w:rPr>
          <w:sz w:val="28"/>
          <w:szCs w:val="28"/>
        </w:rPr>
        <w:t xml:space="preserve">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 xml:space="preserve">ый участок  </w:t>
      </w:r>
      <w:r w:rsidR="003A4C53">
        <w:rPr>
          <w:sz w:val="28"/>
          <w:szCs w:val="28"/>
        </w:rPr>
        <w:t>1</w:t>
      </w:r>
      <w:r w:rsidR="00555D89">
        <w:rPr>
          <w:sz w:val="28"/>
          <w:szCs w:val="28"/>
        </w:rPr>
        <w:t>21</w:t>
      </w:r>
      <w:r w:rsidR="00C95023" w:rsidRPr="00C95023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0D4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44CF"/>
    <w:rsid w:val="00063331"/>
    <w:rsid w:val="00071E77"/>
    <w:rsid w:val="000A5C21"/>
    <w:rsid w:val="000A7FFB"/>
    <w:rsid w:val="000B26AF"/>
    <w:rsid w:val="000B2BE4"/>
    <w:rsid w:val="000B4E2E"/>
    <w:rsid w:val="000B5BB1"/>
    <w:rsid w:val="000B78E6"/>
    <w:rsid w:val="000C69D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0FCD"/>
    <w:rsid w:val="00114DE9"/>
    <w:rsid w:val="00116561"/>
    <w:rsid w:val="00120B3C"/>
    <w:rsid w:val="0012499C"/>
    <w:rsid w:val="00126691"/>
    <w:rsid w:val="0012788D"/>
    <w:rsid w:val="0013192D"/>
    <w:rsid w:val="0013309A"/>
    <w:rsid w:val="0014146A"/>
    <w:rsid w:val="00143640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38B0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14E0D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E68C9"/>
    <w:rsid w:val="002F4121"/>
    <w:rsid w:val="002F4579"/>
    <w:rsid w:val="002F69C7"/>
    <w:rsid w:val="00300F8B"/>
    <w:rsid w:val="00301AC1"/>
    <w:rsid w:val="0030600D"/>
    <w:rsid w:val="00311603"/>
    <w:rsid w:val="003203B7"/>
    <w:rsid w:val="00321C10"/>
    <w:rsid w:val="00321C60"/>
    <w:rsid w:val="00323CC5"/>
    <w:rsid w:val="00324684"/>
    <w:rsid w:val="003266BD"/>
    <w:rsid w:val="003306BD"/>
    <w:rsid w:val="003312D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11AE"/>
    <w:rsid w:val="003A40EB"/>
    <w:rsid w:val="003A46FC"/>
    <w:rsid w:val="003A48EB"/>
    <w:rsid w:val="003A4A72"/>
    <w:rsid w:val="003A4C53"/>
    <w:rsid w:val="003A532D"/>
    <w:rsid w:val="003A6ACC"/>
    <w:rsid w:val="003A7152"/>
    <w:rsid w:val="003B2376"/>
    <w:rsid w:val="003B246E"/>
    <w:rsid w:val="003B3879"/>
    <w:rsid w:val="003B5238"/>
    <w:rsid w:val="003B74F5"/>
    <w:rsid w:val="003C148C"/>
    <w:rsid w:val="003C1647"/>
    <w:rsid w:val="003C402B"/>
    <w:rsid w:val="003C7955"/>
    <w:rsid w:val="003D5EF9"/>
    <w:rsid w:val="003D5F34"/>
    <w:rsid w:val="003E4CAC"/>
    <w:rsid w:val="003E5456"/>
    <w:rsid w:val="003E59B6"/>
    <w:rsid w:val="003E5B75"/>
    <w:rsid w:val="003E667C"/>
    <w:rsid w:val="003E75CB"/>
    <w:rsid w:val="003F1CFD"/>
    <w:rsid w:val="003F1DAD"/>
    <w:rsid w:val="003F2840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19C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55D89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1CF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3E85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1B05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A19D5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5820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5403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5023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07E23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3874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ED3F-6105-440C-8BF4-E0E2D4E9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18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6</cp:revision>
  <cp:lastPrinted>2022-12-13T10:58:00Z</cp:lastPrinted>
  <dcterms:created xsi:type="dcterms:W3CDTF">2022-12-13T08:54:00Z</dcterms:created>
  <dcterms:modified xsi:type="dcterms:W3CDTF">2022-12-13T11:13:00Z</dcterms:modified>
</cp:coreProperties>
</file>