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7558C" w:rsidP="00363D18">
      <w:pPr>
        <w:pStyle w:val="a3"/>
        <w:ind w:left="2160" w:firstLine="720"/>
        <w:jc w:val="both"/>
      </w:pPr>
      <w:r w:rsidRPr="0007558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478967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81766">
        <w:rPr>
          <w:b/>
          <w:color w:val="000000"/>
          <w:sz w:val="28"/>
          <w:szCs w:val="28"/>
        </w:rPr>
        <w:t>21.01.2022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CA5ADF">
        <w:rPr>
          <w:b/>
          <w:color w:val="000000"/>
          <w:sz w:val="28"/>
          <w:szCs w:val="28"/>
        </w:rPr>
        <w:t>21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CA5ADF">
        <w:rPr>
          <w:sz w:val="28"/>
          <w:szCs w:val="28"/>
        </w:rPr>
        <w:t>тровым номером 53:03:0509004:11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</w:t>
      </w:r>
      <w:r w:rsidR="00645481">
        <w:rPr>
          <w:sz w:val="28"/>
          <w:szCs w:val="28"/>
        </w:rPr>
        <w:t xml:space="preserve">алдайский муниципальный район, </w:t>
      </w:r>
      <w:r>
        <w:rPr>
          <w:sz w:val="28"/>
          <w:szCs w:val="28"/>
        </w:rPr>
        <w:t>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1B1806">
        <w:rPr>
          <w:sz w:val="28"/>
          <w:szCs w:val="28"/>
        </w:rPr>
        <w:t>ое</w:t>
      </w:r>
      <w:r w:rsidR="00694723">
        <w:rPr>
          <w:sz w:val="28"/>
          <w:szCs w:val="28"/>
        </w:rPr>
        <w:t xml:space="preserve"> поселение, дерев</w:t>
      </w:r>
      <w:r w:rsidR="00CA5ADF">
        <w:rPr>
          <w:sz w:val="28"/>
          <w:szCs w:val="28"/>
        </w:rPr>
        <w:t>ня Большое Замошье, ул</w:t>
      </w:r>
      <w:proofErr w:type="gramStart"/>
      <w:r w:rsidR="00CA5ADF">
        <w:rPr>
          <w:sz w:val="28"/>
          <w:szCs w:val="28"/>
        </w:rPr>
        <w:t>.П</w:t>
      </w:r>
      <w:proofErr w:type="gramEnd"/>
      <w:r w:rsidR="00CA5ADF">
        <w:rPr>
          <w:sz w:val="28"/>
          <w:szCs w:val="28"/>
        </w:rPr>
        <w:t>ятая</w:t>
      </w:r>
      <w:r w:rsidR="001F73A4">
        <w:rPr>
          <w:sz w:val="28"/>
          <w:szCs w:val="28"/>
        </w:rPr>
        <w:t>,  земельный участок</w:t>
      </w:r>
      <w:r w:rsidR="00CA5ADF">
        <w:rPr>
          <w:sz w:val="28"/>
          <w:szCs w:val="28"/>
        </w:rPr>
        <w:t xml:space="preserve"> 2а</w:t>
      </w:r>
      <w:r w:rsidR="00D2273F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Заместитель  Главы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</w:t>
      </w:r>
      <w:r w:rsidR="00694723">
        <w:rPr>
          <w:rFonts w:ascii="Times New Roman" w:hAnsi="Times New Roman"/>
          <w:b/>
          <w:color w:val="000000"/>
          <w:sz w:val="28"/>
          <w:szCs w:val="28"/>
        </w:rPr>
        <w:t>Л.И.Кожевникова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7558C"/>
    <w:rsid w:val="00077784"/>
    <w:rsid w:val="000A5C21"/>
    <w:rsid w:val="000A7FFB"/>
    <w:rsid w:val="000B26AF"/>
    <w:rsid w:val="000B2BE4"/>
    <w:rsid w:val="000B4E2E"/>
    <w:rsid w:val="000B516F"/>
    <w:rsid w:val="000C069B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5037"/>
    <w:rsid w:val="0012788D"/>
    <w:rsid w:val="0013192D"/>
    <w:rsid w:val="001335FB"/>
    <w:rsid w:val="0013748C"/>
    <w:rsid w:val="0014146A"/>
    <w:rsid w:val="00144F99"/>
    <w:rsid w:val="0014702B"/>
    <w:rsid w:val="0015001E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1806"/>
    <w:rsid w:val="001B28FA"/>
    <w:rsid w:val="001C41E8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4F49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2FDB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641F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517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36DA"/>
    <w:rsid w:val="004E5565"/>
    <w:rsid w:val="00500494"/>
    <w:rsid w:val="00504502"/>
    <w:rsid w:val="00506A3F"/>
    <w:rsid w:val="0050749C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8C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45481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723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075A"/>
    <w:rsid w:val="0097111D"/>
    <w:rsid w:val="00971F9C"/>
    <w:rsid w:val="00972D8D"/>
    <w:rsid w:val="00977C6D"/>
    <w:rsid w:val="00982D62"/>
    <w:rsid w:val="009904D0"/>
    <w:rsid w:val="00992804"/>
    <w:rsid w:val="0099486E"/>
    <w:rsid w:val="009A3BEA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29DF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07F0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2276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1766"/>
    <w:rsid w:val="00B83B65"/>
    <w:rsid w:val="00B96CBF"/>
    <w:rsid w:val="00B96CF6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77A13"/>
    <w:rsid w:val="00C968BA"/>
    <w:rsid w:val="00CA1D8E"/>
    <w:rsid w:val="00CA5ADF"/>
    <w:rsid w:val="00CB33B0"/>
    <w:rsid w:val="00CB724F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73F"/>
    <w:rsid w:val="00D22E03"/>
    <w:rsid w:val="00D24396"/>
    <w:rsid w:val="00D25539"/>
    <w:rsid w:val="00D277E9"/>
    <w:rsid w:val="00D30941"/>
    <w:rsid w:val="00D31429"/>
    <w:rsid w:val="00D374CD"/>
    <w:rsid w:val="00D44965"/>
    <w:rsid w:val="00D518B4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180E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0E12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5C8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0E97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82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2022-01-27T08:51:00Z</cp:lastPrinted>
  <dcterms:created xsi:type="dcterms:W3CDTF">2022-01-27T08:55:00Z</dcterms:created>
  <dcterms:modified xsi:type="dcterms:W3CDTF">2022-01-27T08:55:00Z</dcterms:modified>
</cp:coreProperties>
</file>