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F90267" w:rsidP="00363D18">
      <w:pPr>
        <w:pStyle w:val="a3"/>
        <w:ind w:left="2160" w:firstLine="720"/>
        <w:jc w:val="both"/>
      </w:pPr>
      <w:r w:rsidRPr="00F9026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2570845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4644EF" w:rsidRDefault="009069CB" w:rsidP="001F6326">
      <w:pPr>
        <w:rPr>
          <w:b/>
          <w:color w:val="FF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405C87">
        <w:rPr>
          <w:b/>
          <w:color w:val="000000"/>
          <w:sz w:val="24"/>
          <w:szCs w:val="24"/>
        </w:rPr>
        <w:t>26.09.2022</w:t>
      </w:r>
      <w:r w:rsidR="00491C25" w:rsidRPr="006251B3">
        <w:rPr>
          <w:b/>
          <w:color w:val="000000"/>
          <w:sz w:val="24"/>
          <w:szCs w:val="24"/>
        </w:rPr>
        <w:t xml:space="preserve">  </w:t>
      </w:r>
      <w:r w:rsidR="00491C25" w:rsidRPr="006445A4">
        <w:rPr>
          <w:b/>
          <w:color w:val="000000" w:themeColor="text1"/>
          <w:sz w:val="24"/>
          <w:szCs w:val="24"/>
        </w:rPr>
        <w:t xml:space="preserve">№ </w:t>
      </w:r>
      <w:r w:rsidR="00405C87">
        <w:rPr>
          <w:b/>
          <w:color w:val="000000" w:themeColor="text1"/>
          <w:sz w:val="24"/>
          <w:szCs w:val="24"/>
        </w:rPr>
        <w:t>101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5B28D8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жилому дому</w:t>
      </w:r>
    </w:p>
    <w:p w:rsidR="00A30475" w:rsidRDefault="00B34E99" w:rsidP="007C02F8">
      <w:pPr>
        <w:ind w:firstLine="709"/>
        <w:jc w:val="both"/>
        <w:rPr>
          <w:sz w:val="28"/>
          <w:szCs w:val="28"/>
        </w:rPr>
      </w:pPr>
      <w:r w:rsidRPr="00C654F2">
        <w:rPr>
          <w:b/>
          <w:sz w:val="28"/>
          <w:szCs w:val="28"/>
        </w:rPr>
        <w:br/>
      </w:r>
      <w:r w:rsidR="009B7170" w:rsidRPr="007C02F8">
        <w:rPr>
          <w:b/>
          <w:bCs/>
          <w:spacing w:val="-3"/>
          <w:sz w:val="28"/>
          <w:szCs w:val="28"/>
        </w:rPr>
        <w:t xml:space="preserve">         </w:t>
      </w:r>
      <w:r w:rsidR="005B28D8" w:rsidRPr="005B28D8">
        <w:rPr>
          <w:bCs/>
          <w:spacing w:val="-3"/>
          <w:sz w:val="28"/>
          <w:szCs w:val="28"/>
        </w:rPr>
        <w:t>Руководствуясь</w:t>
      </w:r>
      <w:r w:rsidR="009B7170" w:rsidRPr="007C02F8">
        <w:rPr>
          <w:b/>
          <w:bCs/>
          <w:spacing w:val="-3"/>
          <w:sz w:val="28"/>
          <w:szCs w:val="28"/>
        </w:rPr>
        <w:t xml:space="preserve">  </w:t>
      </w:r>
      <w:r w:rsidR="008A2114" w:rsidRPr="008A2114">
        <w:rPr>
          <w:bCs/>
          <w:spacing w:val="-3"/>
          <w:sz w:val="28"/>
          <w:szCs w:val="28"/>
        </w:rPr>
        <w:t xml:space="preserve">постановлением </w:t>
      </w:r>
      <w:r w:rsidR="005B28D8" w:rsidRPr="007C02F8">
        <w:rPr>
          <w:sz w:val="28"/>
          <w:szCs w:val="28"/>
        </w:rPr>
        <w:t>Правительства Российской Федерации от 19.11.2014 № 1221 «Об утверждении правил присвоения, изменения и аннулирования адресов»</w:t>
      </w:r>
    </w:p>
    <w:p w:rsidR="005B28D8" w:rsidRDefault="005B28D8" w:rsidP="007C02F8">
      <w:pPr>
        <w:ind w:firstLine="709"/>
        <w:jc w:val="both"/>
        <w:rPr>
          <w:sz w:val="28"/>
          <w:szCs w:val="28"/>
        </w:rPr>
      </w:pPr>
    </w:p>
    <w:p w:rsidR="007C02F8" w:rsidRPr="007C02F8" w:rsidRDefault="005B28D8" w:rsidP="00A304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7C02F8" w:rsidRPr="007C02F8">
        <w:rPr>
          <w:b/>
          <w:sz w:val="28"/>
          <w:szCs w:val="28"/>
        </w:rPr>
        <w:t>:</w:t>
      </w:r>
    </w:p>
    <w:p w:rsidR="00F170F5" w:rsidRDefault="005B28D8" w:rsidP="00F170F5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F170F5">
        <w:rPr>
          <w:b/>
          <w:sz w:val="28"/>
          <w:szCs w:val="28"/>
        </w:rPr>
        <w:t xml:space="preserve">   </w:t>
      </w:r>
      <w:r w:rsidR="00F170F5" w:rsidRPr="007C02F8">
        <w:rPr>
          <w:bCs/>
          <w:sz w:val="28"/>
          <w:szCs w:val="28"/>
        </w:rPr>
        <w:t>Присвои</w:t>
      </w:r>
      <w:r w:rsidR="00F170F5">
        <w:rPr>
          <w:bCs/>
          <w:sz w:val="28"/>
          <w:szCs w:val="28"/>
        </w:rPr>
        <w:t xml:space="preserve">ть адрес  жилому дому, расположенному на земельном участке </w:t>
      </w:r>
      <w:r w:rsidR="00F170F5" w:rsidRPr="007C02F8">
        <w:rPr>
          <w:bCs/>
          <w:sz w:val="28"/>
          <w:szCs w:val="28"/>
        </w:rPr>
        <w:t xml:space="preserve">с кадастровым номером </w:t>
      </w:r>
      <w:r w:rsidR="00093497">
        <w:rPr>
          <w:bCs/>
          <w:sz w:val="28"/>
          <w:szCs w:val="28"/>
        </w:rPr>
        <w:t>53:03:1331001:22</w:t>
      </w:r>
      <w:r w:rsidR="00F170F5" w:rsidRPr="008A2114">
        <w:rPr>
          <w:bCs/>
          <w:sz w:val="28"/>
          <w:szCs w:val="28"/>
        </w:rPr>
        <w:t>.</w:t>
      </w:r>
    </w:p>
    <w:p w:rsidR="00F170F5" w:rsidRPr="007C02F8" w:rsidRDefault="00F170F5" w:rsidP="00F170F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С</w:t>
      </w:r>
      <w:r w:rsidRPr="007C02F8">
        <w:rPr>
          <w:bCs/>
          <w:sz w:val="28"/>
          <w:szCs w:val="28"/>
        </w:rPr>
        <w:t>читать его следующим: Российская Федерация, Новгородская область, Валдай</w:t>
      </w:r>
      <w:r>
        <w:rPr>
          <w:bCs/>
          <w:sz w:val="28"/>
          <w:szCs w:val="28"/>
        </w:rPr>
        <w:t>ский муниципальный  район, Семёновщинское сельское</w:t>
      </w:r>
      <w:r w:rsidRPr="007C02F8">
        <w:rPr>
          <w:bCs/>
          <w:sz w:val="28"/>
          <w:szCs w:val="28"/>
        </w:rPr>
        <w:t xml:space="preserve"> поселение, </w:t>
      </w:r>
      <w:r w:rsidR="00093497">
        <w:rPr>
          <w:bCs/>
          <w:sz w:val="28"/>
          <w:szCs w:val="28"/>
        </w:rPr>
        <w:t>д</w:t>
      </w:r>
      <w:proofErr w:type="gramStart"/>
      <w:r w:rsidR="00093497">
        <w:rPr>
          <w:bCs/>
          <w:sz w:val="28"/>
          <w:szCs w:val="28"/>
        </w:rPr>
        <w:t>.С</w:t>
      </w:r>
      <w:proofErr w:type="gramEnd"/>
      <w:r w:rsidR="00093497">
        <w:rPr>
          <w:bCs/>
          <w:sz w:val="28"/>
          <w:szCs w:val="28"/>
        </w:rPr>
        <w:t>емёновщина, дом 17а.</w:t>
      </w:r>
    </w:p>
    <w:p w:rsidR="007C02F8" w:rsidRDefault="007C02F8" w:rsidP="007C02F8">
      <w:pPr>
        <w:jc w:val="both"/>
        <w:rPr>
          <w:szCs w:val="28"/>
        </w:rPr>
      </w:pP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8B5985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>
        <w:rPr>
          <w:rFonts w:ascii="Times New Roman" w:hAnsi="Times New Roman"/>
          <w:color w:val="000000"/>
          <w:sz w:val="28"/>
          <w:szCs w:val="28"/>
        </w:rPr>
        <w:t>Глава</w:t>
      </w:r>
      <w:r w:rsidR="00B34E99" w:rsidRPr="00103B93">
        <w:rPr>
          <w:rFonts w:ascii="Times New Roman" w:hAnsi="Times New Roman"/>
          <w:color w:val="000000"/>
          <w:sz w:val="28"/>
          <w:szCs w:val="28"/>
        </w:rPr>
        <w:t xml:space="preserve">  сельского поселения</w:t>
      </w:r>
      <w:r w:rsidR="007B7F93">
        <w:rPr>
          <w:rFonts w:ascii="Times New Roman" w:hAnsi="Times New Roman"/>
          <w:color w:val="000000"/>
          <w:sz w:val="28"/>
          <w:szCs w:val="28"/>
        </w:rPr>
        <w:tab/>
      </w:r>
      <w:r w:rsidR="007B7F93">
        <w:rPr>
          <w:rFonts w:ascii="Times New Roman" w:hAnsi="Times New Roman"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37479"/>
    <w:rsid w:val="00045C42"/>
    <w:rsid w:val="00047A69"/>
    <w:rsid w:val="00050068"/>
    <w:rsid w:val="000514AA"/>
    <w:rsid w:val="00063331"/>
    <w:rsid w:val="00071E77"/>
    <w:rsid w:val="00093497"/>
    <w:rsid w:val="000A5C21"/>
    <w:rsid w:val="000A7FFB"/>
    <w:rsid w:val="000B26AF"/>
    <w:rsid w:val="000B2BE4"/>
    <w:rsid w:val="000B4E2E"/>
    <w:rsid w:val="000C733A"/>
    <w:rsid w:val="000C7628"/>
    <w:rsid w:val="000D0E7D"/>
    <w:rsid w:val="000D5395"/>
    <w:rsid w:val="000D57CB"/>
    <w:rsid w:val="000D7101"/>
    <w:rsid w:val="000E2F84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781A"/>
    <w:rsid w:val="001770D7"/>
    <w:rsid w:val="00177C06"/>
    <w:rsid w:val="00187076"/>
    <w:rsid w:val="00191305"/>
    <w:rsid w:val="001929FA"/>
    <w:rsid w:val="0019520E"/>
    <w:rsid w:val="00197C7F"/>
    <w:rsid w:val="001A19F4"/>
    <w:rsid w:val="001B099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3203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08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42F4E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E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46A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048C"/>
    <w:rsid w:val="00401E0C"/>
    <w:rsid w:val="00402226"/>
    <w:rsid w:val="00405C87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44EF"/>
    <w:rsid w:val="00472F7A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367B"/>
    <w:rsid w:val="004C4ECC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2D83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28D8"/>
    <w:rsid w:val="005B5037"/>
    <w:rsid w:val="005C3214"/>
    <w:rsid w:val="005C4242"/>
    <w:rsid w:val="005D173B"/>
    <w:rsid w:val="005D3E18"/>
    <w:rsid w:val="005E147C"/>
    <w:rsid w:val="005F355F"/>
    <w:rsid w:val="005F4156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445A4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80A"/>
    <w:rsid w:val="006B7DB4"/>
    <w:rsid w:val="006C0148"/>
    <w:rsid w:val="006C255E"/>
    <w:rsid w:val="006D1700"/>
    <w:rsid w:val="006D5C08"/>
    <w:rsid w:val="006E19B1"/>
    <w:rsid w:val="006F2028"/>
    <w:rsid w:val="006F59EA"/>
    <w:rsid w:val="00704D24"/>
    <w:rsid w:val="00706C2E"/>
    <w:rsid w:val="00710771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2F8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114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38AF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0475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3737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2E05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C4FE4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0F5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0267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72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2022-09-26T11:39:00Z</cp:lastPrinted>
  <dcterms:created xsi:type="dcterms:W3CDTF">2022-09-26T11:41:00Z</dcterms:created>
  <dcterms:modified xsi:type="dcterms:W3CDTF">2022-09-26T11:41:00Z</dcterms:modified>
</cp:coreProperties>
</file>