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43" w:rsidRDefault="006643F0" w:rsidP="00536F43">
      <w:pPr>
        <w:pStyle w:val="a3"/>
        <w:jc w:val="both"/>
      </w:pPr>
      <w:r w:rsidRPr="006643F0"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3.3pt;margin-top:19.75pt;width:61.8pt;height:79.2pt;z-index:251660288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07382066" r:id="rId5"/>
        </w:pict>
      </w:r>
    </w:p>
    <w:p w:rsidR="006663E2" w:rsidRDefault="00536F43" w:rsidP="00536F4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</w:t>
      </w:r>
    </w:p>
    <w:p w:rsidR="00536F43" w:rsidRDefault="006663E2" w:rsidP="00536F4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</w:t>
      </w:r>
      <w:r w:rsidR="00536F43">
        <w:rPr>
          <w:b/>
          <w:color w:val="000000"/>
          <w:sz w:val="28"/>
          <w:szCs w:val="28"/>
        </w:rPr>
        <w:t xml:space="preserve">  </w:t>
      </w:r>
      <w:r w:rsidR="00536F43" w:rsidRPr="00A70219">
        <w:rPr>
          <w:b/>
          <w:color w:val="000000"/>
          <w:sz w:val="28"/>
          <w:szCs w:val="28"/>
        </w:rPr>
        <w:t>Российская Федерация</w:t>
      </w:r>
    </w:p>
    <w:p w:rsidR="00536F43" w:rsidRPr="00A70219" w:rsidRDefault="00536F43" w:rsidP="00536F4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536F43" w:rsidRDefault="00536F43" w:rsidP="00C4466E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536F43" w:rsidRDefault="00536F43" w:rsidP="00536F43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536F43" w:rsidRDefault="00536F43" w:rsidP="00536F43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ПОСТАНОВЛЕНИЕ</w:t>
      </w:r>
    </w:p>
    <w:p w:rsidR="00536F43" w:rsidRDefault="00536F43" w:rsidP="00536F43">
      <w:pPr>
        <w:jc w:val="center"/>
        <w:rPr>
          <w:b/>
          <w:color w:val="000000"/>
          <w:sz w:val="36"/>
          <w:szCs w:val="36"/>
        </w:rPr>
      </w:pPr>
    </w:p>
    <w:p w:rsidR="00536F43" w:rsidRPr="00CB3BA5" w:rsidRDefault="00536F43" w:rsidP="00536F43">
      <w:pPr>
        <w:rPr>
          <w:color w:val="000000"/>
          <w:sz w:val="28"/>
          <w:szCs w:val="28"/>
        </w:rPr>
      </w:pPr>
      <w:r w:rsidRPr="00CB3BA5">
        <w:rPr>
          <w:color w:val="000000"/>
          <w:sz w:val="28"/>
          <w:szCs w:val="28"/>
        </w:rPr>
        <w:t xml:space="preserve">от </w:t>
      </w:r>
      <w:r w:rsidR="00EC65E1">
        <w:rPr>
          <w:color w:val="000000"/>
          <w:sz w:val="28"/>
          <w:szCs w:val="28"/>
        </w:rPr>
        <w:t>23.10</w:t>
      </w:r>
      <w:r w:rsidRPr="00CB3BA5">
        <w:rPr>
          <w:color w:val="000000"/>
          <w:sz w:val="28"/>
          <w:szCs w:val="28"/>
        </w:rPr>
        <w:t xml:space="preserve">.2015  № </w:t>
      </w:r>
      <w:r w:rsidR="00EC65E1">
        <w:rPr>
          <w:color w:val="000000"/>
          <w:sz w:val="28"/>
          <w:szCs w:val="28"/>
        </w:rPr>
        <w:t>51</w:t>
      </w:r>
    </w:p>
    <w:p w:rsidR="00B742D0" w:rsidRPr="00536F43" w:rsidRDefault="00536F43" w:rsidP="00B742D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B742D0" w:rsidRDefault="00B742D0" w:rsidP="00B742D0">
      <w:pPr>
        <w:rPr>
          <w:sz w:val="24"/>
        </w:rPr>
      </w:pPr>
    </w:p>
    <w:p w:rsidR="00DC34CC" w:rsidRDefault="00B742D0" w:rsidP="00B742D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Об утверждении схемы рас</w:t>
      </w:r>
      <w:r w:rsidR="00DC34CC">
        <w:rPr>
          <w:b/>
          <w:sz w:val="24"/>
          <w:szCs w:val="24"/>
        </w:rPr>
        <w:t>-</w:t>
      </w:r>
    </w:p>
    <w:p w:rsidR="00DC34CC" w:rsidRDefault="00B742D0" w:rsidP="00B742D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положения земельного уча</w:t>
      </w:r>
      <w:r w:rsidR="00DC34CC">
        <w:rPr>
          <w:b/>
          <w:sz w:val="24"/>
          <w:szCs w:val="24"/>
        </w:rPr>
        <w:t>-</w:t>
      </w:r>
    </w:p>
    <w:p w:rsidR="00B742D0" w:rsidRPr="00597561" w:rsidRDefault="00B742D0" w:rsidP="00B742D0">
      <w:pPr>
        <w:rPr>
          <w:b/>
          <w:sz w:val="24"/>
          <w:szCs w:val="24"/>
        </w:rPr>
      </w:pPr>
      <w:proofErr w:type="spellStart"/>
      <w:r w:rsidRPr="00597561">
        <w:rPr>
          <w:b/>
          <w:sz w:val="24"/>
          <w:szCs w:val="24"/>
        </w:rPr>
        <w:t>стка</w:t>
      </w:r>
      <w:proofErr w:type="spellEnd"/>
    </w:p>
    <w:p w:rsidR="00B742D0" w:rsidRDefault="00B742D0" w:rsidP="00B742D0">
      <w:pPr>
        <w:rPr>
          <w:sz w:val="24"/>
        </w:rPr>
      </w:pPr>
    </w:p>
    <w:p w:rsidR="00663943" w:rsidRPr="00A92F17" w:rsidRDefault="00663943" w:rsidP="00663943">
      <w:pPr>
        <w:pStyle w:val="a4"/>
        <w:rPr>
          <w:b/>
        </w:rPr>
      </w:pPr>
      <w:r>
        <w:t xml:space="preserve">         Руководствуясь пунктом 2 статьи 3.3 Федерального закона от 25 октября 2001 года № 137-ФЗ «О введении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A92F17">
        <w:rPr>
          <w:b/>
        </w:rPr>
        <w:t>ПОСТАНОВЛЯЕТ:</w:t>
      </w:r>
    </w:p>
    <w:p w:rsidR="00663943" w:rsidRDefault="00663943" w:rsidP="00663943">
      <w:pPr>
        <w:jc w:val="both"/>
        <w:rPr>
          <w:sz w:val="24"/>
        </w:rPr>
      </w:pPr>
      <w:r>
        <w:rPr>
          <w:sz w:val="24"/>
        </w:rPr>
        <w:t xml:space="preserve">    утвердить схему расположения земельного участка на кадастровом плане территории кадастрового квартала 53:03:1331002, расположенного по адресу: Российская Федерация, Новгородская область, Валдайский район, Семёновщинское сельское поселение, </w:t>
      </w:r>
    </w:p>
    <w:p w:rsidR="00663943" w:rsidRDefault="00663943" w:rsidP="00663943">
      <w:pPr>
        <w:jc w:val="both"/>
        <w:rPr>
          <w:sz w:val="24"/>
        </w:rPr>
      </w:pPr>
      <w:r>
        <w:rPr>
          <w:sz w:val="24"/>
        </w:rPr>
        <w:t>д. Семёновщина, в зоне индивидуальной жилой застройки (Ж.1), предназначенного для предоставления в установленном порядке из земель населённых пунктов, в соответствии со схемой расположения земельного участка, для приусадебного участка личного подсобного хозяйства, площадью 1500 кв.м.</w:t>
      </w:r>
    </w:p>
    <w:p w:rsidR="00663943" w:rsidRDefault="00663943" w:rsidP="00663943">
      <w:pPr>
        <w:jc w:val="both"/>
        <w:rPr>
          <w:sz w:val="24"/>
        </w:rPr>
      </w:pPr>
    </w:p>
    <w:p w:rsidR="00B742D0" w:rsidRDefault="00663943" w:rsidP="00B742D0">
      <w:pPr>
        <w:tabs>
          <w:tab w:val="center" w:pos="4153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r w:rsidR="00B742D0">
        <w:rPr>
          <w:sz w:val="24"/>
        </w:rPr>
        <w:t xml:space="preserve">     </w:t>
      </w:r>
      <w:r w:rsidR="00B742D0">
        <w:rPr>
          <w:sz w:val="24"/>
        </w:rPr>
        <w:tab/>
      </w:r>
    </w:p>
    <w:p w:rsidR="003A4A72" w:rsidRPr="00536F43" w:rsidRDefault="00DA1AFF" w:rsidP="00B742D0">
      <w:pPr>
        <w:rPr>
          <w:b/>
        </w:rPr>
      </w:pPr>
      <w:r>
        <w:rPr>
          <w:b/>
          <w:sz w:val="24"/>
        </w:rPr>
        <w:t xml:space="preserve">Глава </w:t>
      </w:r>
      <w:r w:rsidR="00536F43" w:rsidRPr="00536F43">
        <w:rPr>
          <w:b/>
          <w:sz w:val="24"/>
        </w:rPr>
        <w:t xml:space="preserve"> сельского поселения:                     </w:t>
      </w:r>
      <w:r>
        <w:rPr>
          <w:b/>
          <w:sz w:val="24"/>
        </w:rPr>
        <w:t>Е.В.Баранов</w:t>
      </w:r>
    </w:p>
    <w:sectPr w:rsidR="003A4A72" w:rsidRPr="00536F43" w:rsidSect="003E5810">
      <w:pgSz w:w="11906" w:h="16838"/>
      <w:pgMar w:top="397" w:right="567" w:bottom="79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7741"/>
    <w:rsid w:val="00013FA7"/>
    <w:rsid w:val="000144C8"/>
    <w:rsid w:val="00015E0D"/>
    <w:rsid w:val="00022A60"/>
    <w:rsid w:val="00025D54"/>
    <w:rsid w:val="0003695E"/>
    <w:rsid w:val="00043355"/>
    <w:rsid w:val="00050099"/>
    <w:rsid w:val="00053353"/>
    <w:rsid w:val="00066158"/>
    <w:rsid w:val="00070614"/>
    <w:rsid w:val="000747B1"/>
    <w:rsid w:val="000768E4"/>
    <w:rsid w:val="000822FB"/>
    <w:rsid w:val="00084ADE"/>
    <w:rsid w:val="00091A88"/>
    <w:rsid w:val="000943C6"/>
    <w:rsid w:val="000A126E"/>
    <w:rsid w:val="000A3C2C"/>
    <w:rsid w:val="000A5318"/>
    <w:rsid w:val="000A5C21"/>
    <w:rsid w:val="000B2BE4"/>
    <w:rsid w:val="000B4E2E"/>
    <w:rsid w:val="000D1620"/>
    <w:rsid w:val="000D1736"/>
    <w:rsid w:val="000D21B1"/>
    <w:rsid w:val="000D3A36"/>
    <w:rsid w:val="000D4A62"/>
    <w:rsid w:val="000D6C19"/>
    <w:rsid w:val="000E34AA"/>
    <w:rsid w:val="000E443F"/>
    <w:rsid w:val="000F1B4A"/>
    <w:rsid w:val="000F1CC0"/>
    <w:rsid w:val="000F6B8D"/>
    <w:rsid w:val="00101782"/>
    <w:rsid w:val="0010254F"/>
    <w:rsid w:val="0010257C"/>
    <w:rsid w:val="00104E32"/>
    <w:rsid w:val="001069A4"/>
    <w:rsid w:val="00107144"/>
    <w:rsid w:val="00120B3C"/>
    <w:rsid w:val="00135EDB"/>
    <w:rsid w:val="0014146A"/>
    <w:rsid w:val="0014702B"/>
    <w:rsid w:val="001477BE"/>
    <w:rsid w:val="0015459E"/>
    <w:rsid w:val="00155338"/>
    <w:rsid w:val="00171F0D"/>
    <w:rsid w:val="0017241E"/>
    <w:rsid w:val="001744D3"/>
    <w:rsid w:val="0017684A"/>
    <w:rsid w:val="00177C06"/>
    <w:rsid w:val="00180000"/>
    <w:rsid w:val="0018121F"/>
    <w:rsid w:val="00187E81"/>
    <w:rsid w:val="00191305"/>
    <w:rsid w:val="001A012B"/>
    <w:rsid w:val="001A49E6"/>
    <w:rsid w:val="001B48B5"/>
    <w:rsid w:val="001B64B3"/>
    <w:rsid w:val="001B6734"/>
    <w:rsid w:val="001C2CD1"/>
    <w:rsid w:val="001C61E2"/>
    <w:rsid w:val="001D1CA2"/>
    <w:rsid w:val="001D314B"/>
    <w:rsid w:val="001D3F9F"/>
    <w:rsid w:val="001D6AFC"/>
    <w:rsid w:val="001E13D8"/>
    <w:rsid w:val="001E20E8"/>
    <w:rsid w:val="001E48E2"/>
    <w:rsid w:val="001E4E81"/>
    <w:rsid w:val="001E516F"/>
    <w:rsid w:val="0020604F"/>
    <w:rsid w:val="00206337"/>
    <w:rsid w:val="00207811"/>
    <w:rsid w:val="002103EE"/>
    <w:rsid w:val="00213062"/>
    <w:rsid w:val="0021601A"/>
    <w:rsid w:val="0022151C"/>
    <w:rsid w:val="00221DFA"/>
    <w:rsid w:val="00227178"/>
    <w:rsid w:val="002339BE"/>
    <w:rsid w:val="00234ED1"/>
    <w:rsid w:val="00237C6D"/>
    <w:rsid w:val="00250332"/>
    <w:rsid w:val="0025084E"/>
    <w:rsid w:val="00252DF3"/>
    <w:rsid w:val="00253BB5"/>
    <w:rsid w:val="0026013F"/>
    <w:rsid w:val="00264911"/>
    <w:rsid w:val="00265D83"/>
    <w:rsid w:val="002668C4"/>
    <w:rsid w:val="00270075"/>
    <w:rsid w:val="00270DA6"/>
    <w:rsid w:val="002760F5"/>
    <w:rsid w:val="002778BD"/>
    <w:rsid w:val="00277918"/>
    <w:rsid w:val="00277B5B"/>
    <w:rsid w:val="002928D1"/>
    <w:rsid w:val="00294A5C"/>
    <w:rsid w:val="00296232"/>
    <w:rsid w:val="002A01C7"/>
    <w:rsid w:val="002A2137"/>
    <w:rsid w:val="002A35C8"/>
    <w:rsid w:val="002A44B0"/>
    <w:rsid w:val="002A4D31"/>
    <w:rsid w:val="002B3EAA"/>
    <w:rsid w:val="002B7AE0"/>
    <w:rsid w:val="002C22D7"/>
    <w:rsid w:val="002C290E"/>
    <w:rsid w:val="002D0C75"/>
    <w:rsid w:val="002D23AD"/>
    <w:rsid w:val="002D5724"/>
    <w:rsid w:val="002E13B8"/>
    <w:rsid w:val="002E1773"/>
    <w:rsid w:val="002E6B57"/>
    <w:rsid w:val="002F00C2"/>
    <w:rsid w:val="002F02CD"/>
    <w:rsid w:val="002F0C38"/>
    <w:rsid w:val="002F1F04"/>
    <w:rsid w:val="00300429"/>
    <w:rsid w:val="00300852"/>
    <w:rsid w:val="00310685"/>
    <w:rsid w:val="00316058"/>
    <w:rsid w:val="003208AF"/>
    <w:rsid w:val="00324384"/>
    <w:rsid w:val="003329F4"/>
    <w:rsid w:val="003352F1"/>
    <w:rsid w:val="003373AA"/>
    <w:rsid w:val="00337DCF"/>
    <w:rsid w:val="00340D05"/>
    <w:rsid w:val="0034313B"/>
    <w:rsid w:val="003438F3"/>
    <w:rsid w:val="00356225"/>
    <w:rsid w:val="003602F2"/>
    <w:rsid w:val="00363162"/>
    <w:rsid w:val="00367D98"/>
    <w:rsid w:val="00380564"/>
    <w:rsid w:val="00380CFC"/>
    <w:rsid w:val="003821CE"/>
    <w:rsid w:val="00393914"/>
    <w:rsid w:val="00397FC8"/>
    <w:rsid w:val="003A2460"/>
    <w:rsid w:val="003A4A72"/>
    <w:rsid w:val="003A546A"/>
    <w:rsid w:val="003A5598"/>
    <w:rsid w:val="003A6ACC"/>
    <w:rsid w:val="003B15BB"/>
    <w:rsid w:val="003B16B5"/>
    <w:rsid w:val="003B246E"/>
    <w:rsid w:val="003B3DC2"/>
    <w:rsid w:val="003B593D"/>
    <w:rsid w:val="003C402B"/>
    <w:rsid w:val="003D6121"/>
    <w:rsid w:val="003E3031"/>
    <w:rsid w:val="003E4CAC"/>
    <w:rsid w:val="003E549D"/>
    <w:rsid w:val="003E5810"/>
    <w:rsid w:val="003E5F23"/>
    <w:rsid w:val="003E75CB"/>
    <w:rsid w:val="003F1425"/>
    <w:rsid w:val="003F1DAD"/>
    <w:rsid w:val="00401CCD"/>
    <w:rsid w:val="004031E7"/>
    <w:rsid w:val="0040701D"/>
    <w:rsid w:val="00413649"/>
    <w:rsid w:val="00413A3F"/>
    <w:rsid w:val="00424073"/>
    <w:rsid w:val="004274E9"/>
    <w:rsid w:val="00427825"/>
    <w:rsid w:val="00431F39"/>
    <w:rsid w:val="004451D6"/>
    <w:rsid w:val="00446D68"/>
    <w:rsid w:val="00450367"/>
    <w:rsid w:val="00453122"/>
    <w:rsid w:val="00462022"/>
    <w:rsid w:val="00464EFE"/>
    <w:rsid w:val="00473C66"/>
    <w:rsid w:val="00484CDE"/>
    <w:rsid w:val="004861EE"/>
    <w:rsid w:val="004868AB"/>
    <w:rsid w:val="00491AC9"/>
    <w:rsid w:val="00493402"/>
    <w:rsid w:val="004A27D7"/>
    <w:rsid w:val="004A3C35"/>
    <w:rsid w:val="004A611E"/>
    <w:rsid w:val="004A6ABB"/>
    <w:rsid w:val="004B3B33"/>
    <w:rsid w:val="004C4177"/>
    <w:rsid w:val="004C615F"/>
    <w:rsid w:val="004D1FD7"/>
    <w:rsid w:val="004D3CA5"/>
    <w:rsid w:val="004D400C"/>
    <w:rsid w:val="004D7636"/>
    <w:rsid w:val="004D7ADD"/>
    <w:rsid w:val="004E5F7A"/>
    <w:rsid w:val="004F4074"/>
    <w:rsid w:val="004F714F"/>
    <w:rsid w:val="00506A3F"/>
    <w:rsid w:val="0051533E"/>
    <w:rsid w:val="005234CE"/>
    <w:rsid w:val="005301E6"/>
    <w:rsid w:val="005305F2"/>
    <w:rsid w:val="00533A27"/>
    <w:rsid w:val="00536F43"/>
    <w:rsid w:val="0054198A"/>
    <w:rsid w:val="005457F0"/>
    <w:rsid w:val="00550F0C"/>
    <w:rsid w:val="00554C51"/>
    <w:rsid w:val="005630D6"/>
    <w:rsid w:val="00564821"/>
    <w:rsid w:val="00565BD5"/>
    <w:rsid w:val="0056654E"/>
    <w:rsid w:val="005877E0"/>
    <w:rsid w:val="00590F39"/>
    <w:rsid w:val="005924C0"/>
    <w:rsid w:val="005929A4"/>
    <w:rsid w:val="00595D73"/>
    <w:rsid w:val="00597561"/>
    <w:rsid w:val="005A00D0"/>
    <w:rsid w:val="005A419F"/>
    <w:rsid w:val="005A5402"/>
    <w:rsid w:val="005A5913"/>
    <w:rsid w:val="005B5037"/>
    <w:rsid w:val="005C4242"/>
    <w:rsid w:val="005D3E18"/>
    <w:rsid w:val="005D43D4"/>
    <w:rsid w:val="005E29B3"/>
    <w:rsid w:val="00600AC1"/>
    <w:rsid w:val="00610206"/>
    <w:rsid w:val="0061074E"/>
    <w:rsid w:val="00611829"/>
    <w:rsid w:val="00616594"/>
    <w:rsid w:val="00617643"/>
    <w:rsid w:val="00620B90"/>
    <w:rsid w:val="00621BFD"/>
    <w:rsid w:val="00623377"/>
    <w:rsid w:val="0063082D"/>
    <w:rsid w:val="00630CBB"/>
    <w:rsid w:val="00634F60"/>
    <w:rsid w:val="00636659"/>
    <w:rsid w:val="00640AFA"/>
    <w:rsid w:val="0064792D"/>
    <w:rsid w:val="00647FAD"/>
    <w:rsid w:val="00652D6C"/>
    <w:rsid w:val="00656746"/>
    <w:rsid w:val="00657108"/>
    <w:rsid w:val="00663943"/>
    <w:rsid w:val="006643F0"/>
    <w:rsid w:val="006663E2"/>
    <w:rsid w:val="006704E7"/>
    <w:rsid w:val="00670A61"/>
    <w:rsid w:val="00672579"/>
    <w:rsid w:val="00672EDB"/>
    <w:rsid w:val="00673C3C"/>
    <w:rsid w:val="006749BA"/>
    <w:rsid w:val="00683F7B"/>
    <w:rsid w:val="006853A6"/>
    <w:rsid w:val="00687263"/>
    <w:rsid w:val="00691659"/>
    <w:rsid w:val="00692FF2"/>
    <w:rsid w:val="006A0D89"/>
    <w:rsid w:val="006A3660"/>
    <w:rsid w:val="006A4398"/>
    <w:rsid w:val="006B34A5"/>
    <w:rsid w:val="006B4B19"/>
    <w:rsid w:val="006B6CC8"/>
    <w:rsid w:val="006B7DB4"/>
    <w:rsid w:val="006C0FD9"/>
    <w:rsid w:val="006C3F8F"/>
    <w:rsid w:val="006C6B4B"/>
    <w:rsid w:val="006C707D"/>
    <w:rsid w:val="006D319A"/>
    <w:rsid w:val="006D683B"/>
    <w:rsid w:val="006F6BED"/>
    <w:rsid w:val="0071712A"/>
    <w:rsid w:val="007258F3"/>
    <w:rsid w:val="0073152E"/>
    <w:rsid w:val="0073256E"/>
    <w:rsid w:val="00751CD3"/>
    <w:rsid w:val="00752617"/>
    <w:rsid w:val="00752D8C"/>
    <w:rsid w:val="00754502"/>
    <w:rsid w:val="0075457A"/>
    <w:rsid w:val="007554B0"/>
    <w:rsid w:val="00756A30"/>
    <w:rsid w:val="00757714"/>
    <w:rsid w:val="00761B4D"/>
    <w:rsid w:val="00762A87"/>
    <w:rsid w:val="00765930"/>
    <w:rsid w:val="00770C81"/>
    <w:rsid w:val="00775E3C"/>
    <w:rsid w:val="00782C89"/>
    <w:rsid w:val="00791987"/>
    <w:rsid w:val="0079349F"/>
    <w:rsid w:val="00794FBD"/>
    <w:rsid w:val="007A146D"/>
    <w:rsid w:val="007A1C98"/>
    <w:rsid w:val="007A4142"/>
    <w:rsid w:val="007A5AD8"/>
    <w:rsid w:val="007B0D81"/>
    <w:rsid w:val="007B0E69"/>
    <w:rsid w:val="007B28E3"/>
    <w:rsid w:val="007B5292"/>
    <w:rsid w:val="007B7F4A"/>
    <w:rsid w:val="007C24E7"/>
    <w:rsid w:val="007C7A1A"/>
    <w:rsid w:val="007D060B"/>
    <w:rsid w:val="007D119B"/>
    <w:rsid w:val="007D3AEB"/>
    <w:rsid w:val="007D73E9"/>
    <w:rsid w:val="007E06DC"/>
    <w:rsid w:val="0080597B"/>
    <w:rsid w:val="008145D9"/>
    <w:rsid w:val="008162A3"/>
    <w:rsid w:val="00821EDC"/>
    <w:rsid w:val="008309EC"/>
    <w:rsid w:val="00834A75"/>
    <w:rsid w:val="00834B68"/>
    <w:rsid w:val="00835036"/>
    <w:rsid w:val="00850DBC"/>
    <w:rsid w:val="00854A87"/>
    <w:rsid w:val="00866D4B"/>
    <w:rsid w:val="00872705"/>
    <w:rsid w:val="0087594D"/>
    <w:rsid w:val="0088185F"/>
    <w:rsid w:val="008870A3"/>
    <w:rsid w:val="00887878"/>
    <w:rsid w:val="008A4255"/>
    <w:rsid w:val="008A519B"/>
    <w:rsid w:val="008B5745"/>
    <w:rsid w:val="008C15B3"/>
    <w:rsid w:val="008C47D4"/>
    <w:rsid w:val="008D16E2"/>
    <w:rsid w:val="008D7722"/>
    <w:rsid w:val="008E1546"/>
    <w:rsid w:val="008E215C"/>
    <w:rsid w:val="008E3924"/>
    <w:rsid w:val="008E3C2C"/>
    <w:rsid w:val="008E7241"/>
    <w:rsid w:val="008F7A81"/>
    <w:rsid w:val="00900228"/>
    <w:rsid w:val="00905EBF"/>
    <w:rsid w:val="009078F3"/>
    <w:rsid w:val="009161CA"/>
    <w:rsid w:val="009173CD"/>
    <w:rsid w:val="009206FA"/>
    <w:rsid w:val="009246A1"/>
    <w:rsid w:val="009332B5"/>
    <w:rsid w:val="00941E46"/>
    <w:rsid w:val="0094498A"/>
    <w:rsid w:val="00956B39"/>
    <w:rsid w:val="00977C6D"/>
    <w:rsid w:val="00983AB0"/>
    <w:rsid w:val="00986837"/>
    <w:rsid w:val="00990334"/>
    <w:rsid w:val="00992804"/>
    <w:rsid w:val="00993F06"/>
    <w:rsid w:val="00995AC1"/>
    <w:rsid w:val="0099604C"/>
    <w:rsid w:val="00997166"/>
    <w:rsid w:val="009A0617"/>
    <w:rsid w:val="009A3FE8"/>
    <w:rsid w:val="009A7D5A"/>
    <w:rsid w:val="009B6C61"/>
    <w:rsid w:val="009C1BD7"/>
    <w:rsid w:val="009C3B72"/>
    <w:rsid w:val="009C502B"/>
    <w:rsid w:val="009C7F47"/>
    <w:rsid w:val="009D00A9"/>
    <w:rsid w:val="009D1337"/>
    <w:rsid w:val="009D3B85"/>
    <w:rsid w:val="009D424C"/>
    <w:rsid w:val="009E7A88"/>
    <w:rsid w:val="009F50DA"/>
    <w:rsid w:val="00A055E8"/>
    <w:rsid w:val="00A06065"/>
    <w:rsid w:val="00A06A13"/>
    <w:rsid w:val="00A13B0B"/>
    <w:rsid w:val="00A24CE6"/>
    <w:rsid w:val="00A338D8"/>
    <w:rsid w:val="00A350C5"/>
    <w:rsid w:val="00A6195B"/>
    <w:rsid w:val="00A62EEB"/>
    <w:rsid w:val="00A70244"/>
    <w:rsid w:val="00A73374"/>
    <w:rsid w:val="00A755A9"/>
    <w:rsid w:val="00A83ACF"/>
    <w:rsid w:val="00A85AEC"/>
    <w:rsid w:val="00A92893"/>
    <w:rsid w:val="00A94C77"/>
    <w:rsid w:val="00A977E4"/>
    <w:rsid w:val="00AA510C"/>
    <w:rsid w:val="00AA7BCC"/>
    <w:rsid w:val="00AB0314"/>
    <w:rsid w:val="00AB2340"/>
    <w:rsid w:val="00AB430C"/>
    <w:rsid w:val="00AB7526"/>
    <w:rsid w:val="00AC1E48"/>
    <w:rsid w:val="00AC54F9"/>
    <w:rsid w:val="00AC686A"/>
    <w:rsid w:val="00AD6584"/>
    <w:rsid w:val="00AE27EE"/>
    <w:rsid w:val="00B02684"/>
    <w:rsid w:val="00B05915"/>
    <w:rsid w:val="00B05A4B"/>
    <w:rsid w:val="00B10FF8"/>
    <w:rsid w:val="00B12116"/>
    <w:rsid w:val="00B136BB"/>
    <w:rsid w:val="00B14697"/>
    <w:rsid w:val="00B1606F"/>
    <w:rsid w:val="00B16BD6"/>
    <w:rsid w:val="00B2079E"/>
    <w:rsid w:val="00B3295F"/>
    <w:rsid w:val="00B34626"/>
    <w:rsid w:val="00B357CE"/>
    <w:rsid w:val="00B433CB"/>
    <w:rsid w:val="00B458FA"/>
    <w:rsid w:val="00B521D0"/>
    <w:rsid w:val="00B53DEB"/>
    <w:rsid w:val="00B54DD3"/>
    <w:rsid w:val="00B55189"/>
    <w:rsid w:val="00B66229"/>
    <w:rsid w:val="00B677B3"/>
    <w:rsid w:val="00B742D0"/>
    <w:rsid w:val="00B74783"/>
    <w:rsid w:val="00B81D23"/>
    <w:rsid w:val="00B83B65"/>
    <w:rsid w:val="00B908AC"/>
    <w:rsid w:val="00BA0C10"/>
    <w:rsid w:val="00BA12DD"/>
    <w:rsid w:val="00BA51B7"/>
    <w:rsid w:val="00BA5897"/>
    <w:rsid w:val="00BE0153"/>
    <w:rsid w:val="00BF4A64"/>
    <w:rsid w:val="00C02BBB"/>
    <w:rsid w:val="00C04C39"/>
    <w:rsid w:val="00C11255"/>
    <w:rsid w:val="00C11594"/>
    <w:rsid w:val="00C11B68"/>
    <w:rsid w:val="00C12B5E"/>
    <w:rsid w:val="00C1574C"/>
    <w:rsid w:val="00C15A23"/>
    <w:rsid w:val="00C27092"/>
    <w:rsid w:val="00C322A4"/>
    <w:rsid w:val="00C35A1D"/>
    <w:rsid w:val="00C37EB5"/>
    <w:rsid w:val="00C4213F"/>
    <w:rsid w:val="00C4466E"/>
    <w:rsid w:val="00C44783"/>
    <w:rsid w:val="00C44D6F"/>
    <w:rsid w:val="00C5542B"/>
    <w:rsid w:val="00C55E2D"/>
    <w:rsid w:val="00C61060"/>
    <w:rsid w:val="00C62344"/>
    <w:rsid w:val="00C65904"/>
    <w:rsid w:val="00C66A70"/>
    <w:rsid w:val="00C70906"/>
    <w:rsid w:val="00C731BB"/>
    <w:rsid w:val="00C76DDA"/>
    <w:rsid w:val="00C80DBD"/>
    <w:rsid w:val="00C81313"/>
    <w:rsid w:val="00C81B1F"/>
    <w:rsid w:val="00C82B30"/>
    <w:rsid w:val="00C83933"/>
    <w:rsid w:val="00C852DA"/>
    <w:rsid w:val="00C9637D"/>
    <w:rsid w:val="00CA0908"/>
    <w:rsid w:val="00CA1D8E"/>
    <w:rsid w:val="00CA53BE"/>
    <w:rsid w:val="00CA6A0E"/>
    <w:rsid w:val="00CB1C71"/>
    <w:rsid w:val="00CB4097"/>
    <w:rsid w:val="00CB56C5"/>
    <w:rsid w:val="00CC23EA"/>
    <w:rsid w:val="00CC320F"/>
    <w:rsid w:val="00CC3676"/>
    <w:rsid w:val="00CD0630"/>
    <w:rsid w:val="00CD47A7"/>
    <w:rsid w:val="00CD4C64"/>
    <w:rsid w:val="00CE590D"/>
    <w:rsid w:val="00CF1710"/>
    <w:rsid w:val="00D057A6"/>
    <w:rsid w:val="00D1176E"/>
    <w:rsid w:val="00D14D94"/>
    <w:rsid w:val="00D24396"/>
    <w:rsid w:val="00D25337"/>
    <w:rsid w:val="00D30941"/>
    <w:rsid w:val="00D31429"/>
    <w:rsid w:val="00D35031"/>
    <w:rsid w:val="00D40A69"/>
    <w:rsid w:val="00D42FC0"/>
    <w:rsid w:val="00D44360"/>
    <w:rsid w:val="00D52910"/>
    <w:rsid w:val="00D53059"/>
    <w:rsid w:val="00D61A71"/>
    <w:rsid w:val="00D620C8"/>
    <w:rsid w:val="00D75122"/>
    <w:rsid w:val="00D804E4"/>
    <w:rsid w:val="00D804FF"/>
    <w:rsid w:val="00D80AB6"/>
    <w:rsid w:val="00D83CBD"/>
    <w:rsid w:val="00D867E6"/>
    <w:rsid w:val="00D9225E"/>
    <w:rsid w:val="00D94C11"/>
    <w:rsid w:val="00DA1AFF"/>
    <w:rsid w:val="00DA68FD"/>
    <w:rsid w:val="00DA6F04"/>
    <w:rsid w:val="00DC204D"/>
    <w:rsid w:val="00DC34CC"/>
    <w:rsid w:val="00DD0B56"/>
    <w:rsid w:val="00DE0919"/>
    <w:rsid w:val="00DE0EC3"/>
    <w:rsid w:val="00DE4CC6"/>
    <w:rsid w:val="00DE55BD"/>
    <w:rsid w:val="00DE6BEA"/>
    <w:rsid w:val="00DF5442"/>
    <w:rsid w:val="00E002B6"/>
    <w:rsid w:val="00E01DD2"/>
    <w:rsid w:val="00E20487"/>
    <w:rsid w:val="00E22111"/>
    <w:rsid w:val="00E25F11"/>
    <w:rsid w:val="00E27389"/>
    <w:rsid w:val="00E37C0F"/>
    <w:rsid w:val="00E41F94"/>
    <w:rsid w:val="00E456CF"/>
    <w:rsid w:val="00E5109A"/>
    <w:rsid w:val="00E62302"/>
    <w:rsid w:val="00E76BFB"/>
    <w:rsid w:val="00E87F90"/>
    <w:rsid w:val="00EA18B1"/>
    <w:rsid w:val="00EA4324"/>
    <w:rsid w:val="00EB1836"/>
    <w:rsid w:val="00EC116A"/>
    <w:rsid w:val="00EC65E1"/>
    <w:rsid w:val="00ED0619"/>
    <w:rsid w:val="00ED5957"/>
    <w:rsid w:val="00ED7215"/>
    <w:rsid w:val="00ED7E8C"/>
    <w:rsid w:val="00EE06D7"/>
    <w:rsid w:val="00EE5F84"/>
    <w:rsid w:val="00EF1EE6"/>
    <w:rsid w:val="00EF2656"/>
    <w:rsid w:val="00EF467A"/>
    <w:rsid w:val="00F035C9"/>
    <w:rsid w:val="00F1423C"/>
    <w:rsid w:val="00F15ECA"/>
    <w:rsid w:val="00F20383"/>
    <w:rsid w:val="00F27234"/>
    <w:rsid w:val="00F30155"/>
    <w:rsid w:val="00F30BA6"/>
    <w:rsid w:val="00F311AE"/>
    <w:rsid w:val="00F34347"/>
    <w:rsid w:val="00F3443F"/>
    <w:rsid w:val="00F41E99"/>
    <w:rsid w:val="00F549DF"/>
    <w:rsid w:val="00F55626"/>
    <w:rsid w:val="00F57DA1"/>
    <w:rsid w:val="00F61E2E"/>
    <w:rsid w:val="00F63450"/>
    <w:rsid w:val="00F70218"/>
    <w:rsid w:val="00F75217"/>
    <w:rsid w:val="00F76CBF"/>
    <w:rsid w:val="00F808DB"/>
    <w:rsid w:val="00F83282"/>
    <w:rsid w:val="00F834B3"/>
    <w:rsid w:val="00F837AF"/>
    <w:rsid w:val="00F85DAD"/>
    <w:rsid w:val="00F869BA"/>
    <w:rsid w:val="00F919A5"/>
    <w:rsid w:val="00F965F9"/>
    <w:rsid w:val="00F9664E"/>
    <w:rsid w:val="00F9709A"/>
    <w:rsid w:val="00FA406D"/>
    <w:rsid w:val="00FB0ED9"/>
    <w:rsid w:val="00FB53E3"/>
    <w:rsid w:val="00FB568E"/>
    <w:rsid w:val="00FB584D"/>
    <w:rsid w:val="00FD04CE"/>
    <w:rsid w:val="00FD7B39"/>
    <w:rsid w:val="00FE42F5"/>
    <w:rsid w:val="00FF4C2B"/>
    <w:rsid w:val="00FF4F91"/>
    <w:rsid w:val="00FF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344"/>
  </w:style>
  <w:style w:type="paragraph" w:styleId="1">
    <w:name w:val="heading 1"/>
    <w:basedOn w:val="a"/>
    <w:next w:val="a"/>
    <w:qFormat/>
    <w:rsid w:val="00C6234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C6234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234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C6234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C6234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C6234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C6234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62344"/>
    <w:pPr>
      <w:jc w:val="center"/>
    </w:pPr>
    <w:rPr>
      <w:sz w:val="24"/>
    </w:rPr>
  </w:style>
  <w:style w:type="paragraph" w:styleId="a4">
    <w:name w:val="Body Text"/>
    <w:basedOn w:val="a"/>
    <w:link w:val="a5"/>
    <w:rsid w:val="00C62344"/>
    <w:pPr>
      <w:jc w:val="both"/>
    </w:pPr>
    <w:rPr>
      <w:sz w:val="24"/>
    </w:rPr>
  </w:style>
  <w:style w:type="paragraph" w:styleId="a6">
    <w:name w:val="Subtitle"/>
    <w:basedOn w:val="a"/>
    <w:qFormat/>
    <w:rsid w:val="00C62344"/>
    <w:pPr>
      <w:jc w:val="center"/>
    </w:pPr>
    <w:rPr>
      <w:sz w:val="24"/>
    </w:rPr>
  </w:style>
  <w:style w:type="paragraph" w:styleId="a7">
    <w:name w:val="Balloon Text"/>
    <w:basedOn w:val="a"/>
    <w:semiHidden/>
    <w:rsid w:val="000822FB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66394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119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2011-04-26T06:31:00Z</cp:lastPrinted>
  <dcterms:created xsi:type="dcterms:W3CDTF">2015-10-26T13:28:00Z</dcterms:created>
  <dcterms:modified xsi:type="dcterms:W3CDTF">2015-10-26T13:28:00Z</dcterms:modified>
</cp:coreProperties>
</file>