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Default="00C3016F">
      <w:pPr>
        <w:pStyle w:val="a3"/>
        <w:ind w:left="2160" w:firstLine="720"/>
        <w:jc w:val="both"/>
      </w:pPr>
      <w:r w:rsidRPr="00C3016F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74.3pt;margin-top:-26.8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542103727" r:id="rId5"/>
        </w:pict>
      </w:r>
    </w:p>
    <w:p w:rsidR="001F6326" w:rsidRDefault="001F6326" w:rsidP="001F6326">
      <w:pPr>
        <w:rPr>
          <w:sz w:val="24"/>
        </w:rPr>
      </w:pPr>
    </w:p>
    <w:p w:rsidR="001F6326" w:rsidRDefault="001F6326" w:rsidP="001F6326">
      <w:pPr>
        <w:rPr>
          <w:b/>
          <w:color w:val="000000"/>
          <w:sz w:val="28"/>
          <w:szCs w:val="28"/>
        </w:rPr>
      </w:pPr>
      <w:r>
        <w:rPr>
          <w:sz w:val="24"/>
        </w:rPr>
        <w:t xml:space="preserve">                                            </w:t>
      </w:r>
      <w:r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BC039D" w:rsidRDefault="003430A0" w:rsidP="001F6326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07.11.2016  № 100</w:t>
      </w:r>
    </w:p>
    <w:p w:rsidR="000F6B8D" w:rsidRPr="001F6326" w:rsidRDefault="001F6326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д. Семёновщина</w:t>
      </w:r>
    </w:p>
    <w:p w:rsidR="000F6B8D" w:rsidRDefault="000F6B8D">
      <w:pPr>
        <w:rPr>
          <w:sz w:val="24"/>
        </w:rPr>
      </w:pPr>
    </w:p>
    <w:p w:rsidR="00FD306A" w:rsidRDefault="00FD306A" w:rsidP="00FD306A">
      <w:pPr>
        <w:ind w:right="-766"/>
        <w:jc w:val="both"/>
        <w:rPr>
          <w:b/>
          <w:i/>
          <w:sz w:val="24"/>
        </w:rPr>
      </w:pPr>
    </w:p>
    <w:p w:rsidR="00FD306A" w:rsidRPr="00BC039D" w:rsidRDefault="00FD306A" w:rsidP="00FD306A">
      <w:pPr>
        <w:ind w:right="-766"/>
        <w:jc w:val="both"/>
        <w:rPr>
          <w:b/>
          <w:sz w:val="24"/>
        </w:rPr>
      </w:pPr>
      <w:r w:rsidRPr="00BC039D">
        <w:rPr>
          <w:b/>
          <w:sz w:val="24"/>
        </w:rPr>
        <w:t>О предварительном согласовании</w:t>
      </w:r>
    </w:p>
    <w:p w:rsidR="00FD306A" w:rsidRPr="00BC039D" w:rsidRDefault="00FD306A" w:rsidP="00FD306A">
      <w:pPr>
        <w:ind w:right="-766"/>
        <w:jc w:val="both"/>
        <w:rPr>
          <w:b/>
          <w:sz w:val="24"/>
        </w:rPr>
      </w:pPr>
      <w:r w:rsidRPr="00BC039D">
        <w:rPr>
          <w:b/>
          <w:sz w:val="24"/>
        </w:rPr>
        <w:t>предоставления земельного участка</w:t>
      </w:r>
    </w:p>
    <w:p w:rsidR="00FD306A" w:rsidRDefault="00FD306A" w:rsidP="00FD306A">
      <w:pPr>
        <w:ind w:right="-766"/>
        <w:jc w:val="both"/>
        <w:rPr>
          <w:b/>
          <w:i/>
          <w:sz w:val="24"/>
        </w:rPr>
      </w:pPr>
    </w:p>
    <w:p w:rsidR="003430A0" w:rsidRDefault="00FD306A" w:rsidP="00FD306A">
      <w:pPr>
        <w:pStyle w:val="a4"/>
        <w:ind w:right="-39" w:firstLine="720"/>
        <w:rPr>
          <w:szCs w:val="24"/>
        </w:rPr>
      </w:pPr>
      <w:r w:rsidRPr="006D1CB3">
        <w:rPr>
          <w:szCs w:val="24"/>
        </w:rPr>
        <w:t xml:space="preserve">Руководствуясь пунктом </w:t>
      </w:r>
      <w:r>
        <w:rPr>
          <w:szCs w:val="24"/>
        </w:rPr>
        <w:t>5</w:t>
      </w:r>
      <w:r w:rsidRPr="006D1CB3">
        <w:rPr>
          <w:szCs w:val="24"/>
        </w:rPr>
        <w:t xml:space="preserve"> статьи 39.1</w:t>
      </w:r>
      <w:r>
        <w:rPr>
          <w:szCs w:val="24"/>
        </w:rPr>
        <w:t>8</w:t>
      </w:r>
      <w:r w:rsidRPr="006D1CB3">
        <w:rPr>
          <w:szCs w:val="24"/>
        </w:rPr>
        <w:t xml:space="preserve"> Земельного кодекса Российской Федерации»,</w:t>
      </w:r>
      <w:r>
        <w:rPr>
          <w:szCs w:val="24"/>
        </w:rPr>
        <w:t xml:space="preserve"> в соответствии с постановлением </w:t>
      </w:r>
      <w:r w:rsidRPr="008F7A5A">
        <w:rPr>
          <w:szCs w:val="24"/>
        </w:rPr>
        <w:t xml:space="preserve">Администрации </w:t>
      </w:r>
      <w:r>
        <w:rPr>
          <w:szCs w:val="24"/>
        </w:rPr>
        <w:t xml:space="preserve">Семёновщинского </w:t>
      </w:r>
      <w:r w:rsidRPr="008F7A5A">
        <w:rPr>
          <w:szCs w:val="24"/>
        </w:rPr>
        <w:t xml:space="preserve"> сельского поселения</w:t>
      </w:r>
      <w:r>
        <w:rPr>
          <w:szCs w:val="24"/>
        </w:rPr>
        <w:t xml:space="preserve"> «Об утверждении схемы расположения земельного участка»</w:t>
      </w:r>
      <w:r>
        <w:rPr>
          <w:color w:val="FF0000"/>
          <w:szCs w:val="24"/>
        </w:rPr>
        <w:t xml:space="preserve"> </w:t>
      </w:r>
      <w:r w:rsidRPr="006D1CB3">
        <w:rPr>
          <w:szCs w:val="24"/>
        </w:rPr>
        <w:t>от</w:t>
      </w:r>
      <w:r w:rsidR="003430A0">
        <w:rPr>
          <w:szCs w:val="24"/>
        </w:rPr>
        <w:t xml:space="preserve"> 04.10</w:t>
      </w:r>
      <w:r w:rsidR="006C255E">
        <w:rPr>
          <w:szCs w:val="24"/>
        </w:rPr>
        <w:t>.2016</w:t>
      </w:r>
      <w:r w:rsidRPr="002B6B3D">
        <w:rPr>
          <w:szCs w:val="24"/>
        </w:rPr>
        <w:t xml:space="preserve"> № </w:t>
      </w:r>
      <w:r w:rsidR="003430A0">
        <w:rPr>
          <w:szCs w:val="24"/>
        </w:rPr>
        <w:t>75</w:t>
      </w:r>
      <w:r>
        <w:rPr>
          <w:szCs w:val="24"/>
        </w:rPr>
        <w:t xml:space="preserve"> </w:t>
      </w:r>
      <w:r w:rsidRPr="003C648E">
        <w:rPr>
          <w:szCs w:val="24"/>
        </w:rPr>
        <w:t>на основании</w:t>
      </w:r>
      <w:r w:rsidRPr="00275092">
        <w:rPr>
          <w:szCs w:val="24"/>
        </w:rPr>
        <w:t xml:space="preserve"> заявления</w:t>
      </w:r>
      <w:r w:rsidR="003430A0">
        <w:rPr>
          <w:szCs w:val="24"/>
        </w:rPr>
        <w:t xml:space="preserve"> Воробъёвой Марины Станиславовны  паспорт </w:t>
      </w:r>
    </w:p>
    <w:p w:rsidR="00FD306A" w:rsidRPr="003430A0" w:rsidRDefault="003430A0" w:rsidP="00BC039D">
      <w:pPr>
        <w:pStyle w:val="a4"/>
        <w:ind w:right="-39"/>
        <w:rPr>
          <w:szCs w:val="24"/>
        </w:rPr>
      </w:pPr>
      <w:r>
        <w:rPr>
          <w:szCs w:val="24"/>
        </w:rPr>
        <w:t>40 09  879291</w:t>
      </w:r>
      <w:r w:rsidR="006C255E">
        <w:rPr>
          <w:szCs w:val="24"/>
        </w:rPr>
        <w:t>, выданный</w:t>
      </w:r>
      <w:r>
        <w:rPr>
          <w:szCs w:val="24"/>
        </w:rPr>
        <w:t xml:space="preserve"> ТП № 70</w:t>
      </w:r>
      <w:r w:rsidR="00BC039D">
        <w:rPr>
          <w:szCs w:val="24"/>
        </w:rPr>
        <w:t xml:space="preserve"> отдела УФМС России по Санкт-Петербургу и Ле</w:t>
      </w:r>
      <w:r>
        <w:rPr>
          <w:szCs w:val="24"/>
        </w:rPr>
        <w:t xml:space="preserve">нинградской области в Приморском </w:t>
      </w:r>
      <w:r w:rsidR="00BC039D">
        <w:rPr>
          <w:szCs w:val="24"/>
        </w:rPr>
        <w:t xml:space="preserve"> районе г.Санкт-Петербурга</w:t>
      </w:r>
      <w:r w:rsidR="00D71D7B">
        <w:rPr>
          <w:szCs w:val="24"/>
        </w:rPr>
        <w:t xml:space="preserve"> </w:t>
      </w:r>
      <w:r>
        <w:rPr>
          <w:szCs w:val="24"/>
        </w:rPr>
        <w:t>19 октября 2009 года, код подразделения 780-070</w:t>
      </w:r>
      <w:r w:rsidR="00BC039D">
        <w:rPr>
          <w:szCs w:val="24"/>
        </w:rPr>
        <w:t xml:space="preserve">, зарегистрированная </w:t>
      </w:r>
      <w:r w:rsidR="00D71D7B">
        <w:rPr>
          <w:szCs w:val="24"/>
        </w:rPr>
        <w:t xml:space="preserve"> по адресу:</w:t>
      </w:r>
      <w:r w:rsidR="00BC039D">
        <w:rPr>
          <w:szCs w:val="24"/>
        </w:rPr>
        <w:t xml:space="preserve"> </w:t>
      </w:r>
      <w:r>
        <w:rPr>
          <w:szCs w:val="24"/>
        </w:rPr>
        <w:t xml:space="preserve">гор. Санкт-Петербург, Приморский район, Коменданский пр, д.14, корп.1, кв.77 </w:t>
      </w:r>
      <w:r w:rsidR="006C255E">
        <w:rPr>
          <w:szCs w:val="24"/>
        </w:rPr>
        <w:t xml:space="preserve">Администрация Семёновщинского сельского поселения </w:t>
      </w:r>
      <w:r>
        <w:rPr>
          <w:szCs w:val="24"/>
        </w:rPr>
        <w:t xml:space="preserve"> </w:t>
      </w:r>
      <w:r w:rsidR="006C255E">
        <w:rPr>
          <w:szCs w:val="24"/>
        </w:rPr>
        <w:t>ПОСТАНОВЛЯЕТ:</w:t>
      </w:r>
      <w:r w:rsidR="00FD306A">
        <w:rPr>
          <w:szCs w:val="24"/>
        </w:rPr>
        <w:t xml:space="preserve">  </w:t>
      </w:r>
    </w:p>
    <w:p w:rsidR="00FD306A" w:rsidRDefault="00FD306A" w:rsidP="00FD306A">
      <w:pPr>
        <w:pStyle w:val="a4"/>
        <w:tabs>
          <w:tab w:val="left" w:pos="240"/>
          <w:tab w:val="left" w:pos="6240"/>
          <w:tab w:val="left" w:pos="6840"/>
        </w:tabs>
        <w:ind w:right="-39"/>
        <w:rPr>
          <w:szCs w:val="24"/>
        </w:rPr>
      </w:pPr>
      <w:r w:rsidRPr="00275092">
        <w:rPr>
          <w:szCs w:val="24"/>
        </w:rPr>
        <w:t xml:space="preserve">  </w:t>
      </w:r>
      <w:r w:rsidR="00BC039D">
        <w:rPr>
          <w:szCs w:val="24"/>
        </w:rPr>
        <w:t xml:space="preserve">  </w:t>
      </w:r>
      <w:r w:rsidRPr="00275092">
        <w:rPr>
          <w:szCs w:val="24"/>
        </w:rPr>
        <w:t xml:space="preserve"> </w:t>
      </w:r>
      <w:r>
        <w:rPr>
          <w:szCs w:val="24"/>
        </w:rPr>
        <w:t>предварительно</w:t>
      </w:r>
      <w:r w:rsidRPr="00275092">
        <w:rPr>
          <w:szCs w:val="24"/>
        </w:rPr>
        <w:t xml:space="preserve"> </w:t>
      </w:r>
      <w:r w:rsidR="006C255E">
        <w:rPr>
          <w:szCs w:val="24"/>
        </w:rPr>
        <w:t xml:space="preserve">согласовать </w:t>
      </w:r>
      <w:r w:rsidR="003430A0">
        <w:rPr>
          <w:szCs w:val="24"/>
        </w:rPr>
        <w:t>Воробъёвой Марине Станиславовне</w:t>
      </w:r>
      <w:r w:rsidR="006C255E">
        <w:rPr>
          <w:szCs w:val="24"/>
        </w:rPr>
        <w:t xml:space="preserve"> </w:t>
      </w:r>
      <w:r>
        <w:rPr>
          <w:szCs w:val="24"/>
        </w:rPr>
        <w:t xml:space="preserve">предоставление </w:t>
      </w:r>
      <w:r w:rsidR="003430A0">
        <w:rPr>
          <w:szCs w:val="24"/>
        </w:rPr>
        <w:t>земельного участка площадью 3959</w:t>
      </w:r>
      <w:r w:rsidR="00187076">
        <w:rPr>
          <w:szCs w:val="24"/>
        </w:rPr>
        <w:t xml:space="preserve"> </w:t>
      </w:r>
      <w:r w:rsidR="003F1CFD">
        <w:rPr>
          <w:szCs w:val="24"/>
        </w:rPr>
        <w:t xml:space="preserve">кв.м, </w:t>
      </w:r>
      <w:r>
        <w:rPr>
          <w:szCs w:val="24"/>
        </w:rPr>
        <w:t>расположенного по адресу: Российская Федерация, Новгородская обла</w:t>
      </w:r>
      <w:r w:rsidR="003F1CFD">
        <w:rPr>
          <w:szCs w:val="24"/>
        </w:rPr>
        <w:t>сть, Валдайский</w:t>
      </w:r>
      <w:r w:rsidR="003430A0">
        <w:rPr>
          <w:szCs w:val="24"/>
        </w:rPr>
        <w:t xml:space="preserve"> муниципальный </w:t>
      </w:r>
      <w:r w:rsidR="003F1CFD">
        <w:rPr>
          <w:szCs w:val="24"/>
        </w:rPr>
        <w:t xml:space="preserve"> район, Семёновщинск</w:t>
      </w:r>
      <w:r w:rsidR="006C255E">
        <w:rPr>
          <w:szCs w:val="24"/>
        </w:rPr>
        <w:t>о</w:t>
      </w:r>
      <w:r w:rsidR="00BC039D">
        <w:rPr>
          <w:szCs w:val="24"/>
        </w:rPr>
        <w:t>е  сельское поселение, д.Мирохны</w:t>
      </w:r>
      <w:r>
        <w:rPr>
          <w:szCs w:val="24"/>
        </w:rPr>
        <w:t xml:space="preserve">, </w:t>
      </w:r>
      <w:r>
        <w:t xml:space="preserve">в зоне индивидуальной усадебной жилой застройки (Ж.1), </w:t>
      </w:r>
      <w:r w:rsidRPr="002C247E">
        <w:t>предназначенного для предоставления в установленном порядке из земель населённых пунктов</w:t>
      </w:r>
      <w:r>
        <w:t xml:space="preserve">, в соответствии со схемой расположения земельного участка, </w:t>
      </w:r>
      <w:r w:rsidR="00BC039D">
        <w:t xml:space="preserve">для </w:t>
      </w:r>
      <w:r w:rsidR="007F076A">
        <w:t>ведения личного подсобного хозяйства.</w:t>
      </w:r>
    </w:p>
    <w:p w:rsidR="00FD306A" w:rsidRDefault="00FD306A" w:rsidP="00FD306A">
      <w:pPr>
        <w:pStyle w:val="a4"/>
        <w:tabs>
          <w:tab w:val="left" w:pos="240"/>
          <w:tab w:val="left" w:pos="6240"/>
          <w:tab w:val="left" w:pos="6840"/>
        </w:tabs>
        <w:ind w:right="-39"/>
        <w:rPr>
          <w:szCs w:val="24"/>
        </w:rPr>
      </w:pPr>
    </w:p>
    <w:p w:rsidR="00FD306A" w:rsidRDefault="00FD306A" w:rsidP="00FD306A">
      <w:pPr>
        <w:pStyle w:val="a4"/>
        <w:tabs>
          <w:tab w:val="left" w:pos="240"/>
          <w:tab w:val="left" w:pos="6240"/>
          <w:tab w:val="left" w:pos="6840"/>
        </w:tabs>
        <w:ind w:right="-39"/>
        <w:rPr>
          <w:szCs w:val="24"/>
        </w:rPr>
      </w:pPr>
    </w:p>
    <w:p w:rsidR="00FD306A" w:rsidRPr="00FD306A" w:rsidRDefault="00FD306A" w:rsidP="00FD306A">
      <w:pPr>
        <w:pStyle w:val="a4"/>
        <w:tabs>
          <w:tab w:val="left" w:pos="240"/>
          <w:tab w:val="left" w:pos="6240"/>
          <w:tab w:val="left" w:pos="6840"/>
        </w:tabs>
        <w:ind w:right="-39"/>
        <w:rPr>
          <w:szCs w:val="24"/>
        </w:rPr>
      </w:pPr>
    </w:p>
    <w:p w:rsidR="00BD0AE6" w:rsidRPr="00BC039D" w:rsidRDefault="00BC039D" w:rsidP="00BD0AE6">
      <w:pPr>
        <w:rPr>
          <w:b/>
          <w:sz w:val="24"/>
        </w:rPr>
      </w:pPr>
      <w:r w:rsidRPr="00BC039D">
        <w:rPr>
          <w:b/>
          <w:sz w:val="24"/>
        </w:rPr>
        <w:t xml:space="preserve">   </w:t>
      </w:r>
      <w:r w:rsidR="007F076A">
        <w:rPr>
          <w:b/>
          <w:sz w:val="24"/>
        </w:rPr>
        <w:t xml:space="preserve">          </w:t>
      </w:r>
      <w:r w:rsidR="008B2386" w:rsidRPr="00BC039D">
        <w:rPr>
          <w:b/>
          <w:sz w:val="24"/>
        </w:rPr>
        <w:t xml:space="preserve">  </w:t>
      </w:r>
      <w:r w:rsidR="007F076A">
        <w:rPr>
          <w:b/>
          <w:sz w:val="24"/>
        </w:rPr>
        <w:t>Глава</w:t>
      </w:r>
      <w:r w:rsidRPr="00BC039D">
        <w:rPr>
          <w:b/>
          <w:sz w:val="24"/>
        </w:rPr>
        <w:t xml:space="preserve"> </w:t>
      </w:r>
      <w:r w:rsidR="008B2386" w:rsidRPr="00BC039D">
        <w:rPr>
          <w:b/>
          <w:sz w:val="24"/>
        </w:rPr>
        <w:t xml:space="preserve"> сельского поселения:        </w:t>
      </w:r>
      <w:r w:rsidR="006C255E" w:rsidRPr="00BC039D">
        <w:rPr>
          <w:b/>
          <w:sz w:val="24"/>
        </w:rPr>
        <w:t xml:space="preserve">   </w:t>
      </w:r>
      <w:r w:rsidR="007F076A">
        <w:rPr>
          <w:b/>
          <w:sz w:val="24"/>
        </w:rPr>
        <w:t xml:space="preserve">                 Е.В.Баранов</w:t>
      </w:r>
    </w:p>
    <w:sectPr w:rsidR="00BD0AE6" w:rsidRPr="00BC039D" w:rsidSect="001F6326">
      <w:pgSz w:w="11906" w:h="16838"/>
      <w:pgMar w:top="992" w:right="1247" w:bottom="1276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10F72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71E77"/>
    <w:rsid w:val="000A5C21"/>
    <w:rsid w:val="000B2BE4"/>
    <w:rsid w:val="000B4E2E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6561"/>
    <w:rsid w:val="00120B3C"/>
    <w:rsid w:val="0012301E"/>
    <w:rsid w:val="0012788D"/>
    <w:rsid w:val="0014146A"/>
    <w:rsid w:val="0014702B"/>
    <w:rsid w:val="00154839"/>
    <w:rsid w:val="001652A7"/>
    <w:rsid w:val="001770D7"/>
    <w:rsid w:val="00177C06"/>
    <w:rsid w:val="00187076"/>
    <w:rsid w:val="00191305"/>
    <w:rsid w:val="001929FA"/>
    <w:rsid w:val="0019520E"/>
    <w:rsid w:val="00197C7F"/>
    <w:rsid w:val="001A19F4"/>
    <w:rsid w:val="001C530D"/>
    <w:rsid w:val="001D1CA2"/>
    <w:rsid w:val="001D6A50"/>
    <w:rsid w:val="001E1EC3"/>
    <w:rsid w:val="001E2B20"/>
    <w:rsid w:val="001E48E2"/>
    <w:rsid w:val="001E7B64"/>
    <w:rsid w:val="001F454C"/>
    <w:rsid w:val="001F6326"/>
    <w:rsid w:val="00201B8C"/>
    <w:rsid w:val="0020604F"/>
    <w:rsid w:val="00207811"/>
    <w:rsid w:val="002103EE"/>
    <w:rsid w:val="0021158C"/>
    <w:rsid w:val="00220E10"/>
    <w:rsid w:val="0022151C"/>
    <w:rsid w:val="0022199D"/>
    <w:rsid w:val="00221DFA"/>
    <w:rsid w:val="00226FA4"/>
    <w:rsid w:val="00227210"/>
    <w:rsid w:val="00231EF1"/>
    <w:rsid w:val="002325B2"/>
    <w:rsid w:val="0023369D"/>
    <w:rsid w:val="002349C7"/>
    <w:rsid w:val="00237801"/>
    <w:rsid w:val="00242F04"/>
    <w:rsid w:val="00250332"/>
    <w:rsid w:val="002550BC"/>
    <w:rsid w:val="00265D83"/>
    <w:rsid w:val="002668C4"/>
    <w:rsid w:val="00267908"/>
    <w:rsid w:val="00270075"/>
    <w:rsid w:val="002701E5"/>
    <w:rsid w:val="00276947"/>
    <w:rsid w:val="00277918"/>
    <w:rsid w:val="00294E96"/>
    <w:rsid w:val="0029628D"/>
    <w:rsid w:val="002A2137"/>
    <w:rsid w:val="002A4D31"/>
    <w:rsid w:val="002A6430"/>
    <w:rsid w:val="002B3EAA"/>
    <w:rsid w:val="002C2F60"/>
    <w:rsid w:val="002C470A"/>
    <w:rsid w:val="002D207E"/>
    <w:rsid w:val="002D24BA"/>
    <w:rsid w:val="002E17E3"/>
    <w:rsid w:val="002E5C27"/>
    <w:rsid w:val="002F2012"/>
    <w:rsid w:val="002F4121"/>
    <w:rsid w:val="002F4579"/>
    <w:rsid w:val="00300F8B"/>
    <w:rsid w:val="0030600D"/>
    <w:rsid w:val="00323CC5"/>
    <w:rsid w:val="003266BD"/>
    <w:rsid w:val="003306BD"/>
    <w:rsid w:val="003329F4"/>
    <w:rsid w:val="00337DCF"/>
    <w:rsid w:val="003430A0"/>
    <w:rsid w:val="0034313B"/>
    <w:rsid w:val="00352DD0"/>
    <w:rsid w:val="00355BB9"/>
    <w:rsid w:val="003602F2"/>
    <w:rsid w:val="003750DE"/>
    <w:rsid w:val="00380564"/>
    <w:rsid w:val="00380CFC"/>
    <w:rsid w:val="00392C8A"/>
    <w:rsid w:val="003A48EB"/>
    <w:rsid w:val="003A4A72"/>
    <w:rsid w:val="003A532D"/>
    <w:rsid w:val="003A6ACC"/>
    <w:rsid w:val="003B246E"/>
    <w:rsid w:val="003B3879"/>
    <w:rsid w:val="003B5238"/>
    <w:rsid w:val="003C402B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73C66"/>
    <w:rsid w:val="0047464F"/>
    <w:rsid w:val="0048137C"/>
    <w:rsid w:val="004868AB"/>
    <w:rsid w:val="004A3C35"/>
    <w:rsid w:val="004A6ABB"/>
    <w:rsid w:val="004C4FEC"/>
    <w:rsid w:val="004C5EA3"/>
    <w:rsid w:val="004C6F8D"/>
    <w:rsid w:val="004C7F97"/>
    <w:rsid w:val="00504502"/>
    <w:rsid w:val="00506A3F"/>
    <w:rsid w:val="00526516"/>
    <w:rsid w:val="00531ACC"/>
    <w:rsid w:val="00533D5B"/>
    <w:rsid w:val="00543CC0"/>
    <w:rsid w:val="005440A5"/>
    <w:rsid w:val="005457F0"/>
    <w:rsid w:val="00551A8A"/>
    <w:rsid w:val="00552868"/>
    <w:rsid w:val="00560501"/>
    <w:rsid w:val="005671F7"/>
    <w:rsid w:val="00590F39"/>
    <w:rsid w:val="005946E0"/>
    <w:rsid w:val="00595FC0"/>
    <w:rsid w:val="005A0CC9"/>
    <w:rsid w:val="005B185F"/>
    <w:rsid w:val="005B5037"/>
    <w:rsid w:val="005C3214"/>
    <w:rsid w:val="005C4242"/>
    <w:rsid w:val="005D3E18"/>
    <w:rsid w:val="005E147C"/>
    <w:rsid w:val="005F355F"/>
    <w:rsid w:val="00600AC1"/>
    <w:rsid w:val="00610206"/>
    <w:rsid w:val="00611829"/>
    <w:rsid w:val="006243AB"/>
    <w:rsid w:val="00634F60"/>
    <w:rsid w:val="00636E58"/>
    <w:rsid w:val="00637A87"/>
    <w:rsid w:val="00641B28"/>
    <w:rsid w:val="006642DC"/>
    <w:rsid w:val="00665815"/>
    <w:rsid w:val="006749BA"/>
    <w:rsid w:val="00677EAB"/>
    <w:rsid w:val="00682453"/>
    <w:rsid w:val="00683093"/>
    <w:rsid w:val="006853A6"/>
    <w:rsid w:val="00687263"/>
    <w:rsid w:val="00692FF2"/>
    <w:rsid w:val="00694D64"/>
    <w:rsid w:val="006A0D89"/>
    <w:rsid w:val="006A4398"/>
    <w:rsid w:val="006A4F78"/>
    <w:rsid w:val="006B34A5"/>
    <w:rsid w:val="006B76F9"/>
    <w:rsid w:val="006B7DB4"/>
    <w:rsid w:val="006C0148"/>
    <w:rsid w:val="006C255E"/>
    <w:rsid w:val="006E19B1"/>
    <w:rsid w:val="006F59EA"/>
    <w:rsid w:val="00704D24"/>
    <w:rsid w:val="007138DE"/>
    <w:rsid w:val="00717FEA"/>
    <w:rsid w:val="00721F86"/>
    <w:rsid w:val="0073256E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C77BE"/>
    <w:rsid w:val="007D060B"/>
    <w:rsid w:val="007D1813"/>
    <w:rsid w:val="007D3AEB"/>
    <w:rsid w:val="007D466A"/>
    <w:rsid w:val="007E1055"/>
    <w:rsid w:val="007E4D5E"/>
    <w:rsid w:val="007F076A"/>
    <w:rsid w:val="007F16D8"/>
    <w:rsid w:val="007F2C86"/>
    <w:rsid w:val="008017AD"/>
    <w:rsid w:val="0080369D"/>
    <w:rsid w:val="00823294"/>
    <w:rsid w:val="00834A75"/>
    <w:rsid w:val="00834B68"/>
    <w:rsid w:val="00834E8E"/>
    <w:rsid w:val="008441F1"/>
    <w:rsid w:val="00847FDA"/>
    <w:rsid w:val="0085102D"/>
    <w:rsid w:val="00852BFE"/>
    <w:rsid w:val="00873809"/>
    <w:rsid w:val="0087443F"/>
    <w:rsid w:val="0087594D"/>
    <w:rsid w:val="00886593"/>
    <w:rsid w:val="00886FDC"/>
    <w:rsid w:val="00887878"/>
    <w:rsid w:val="00892498"/>
    <w:rsid w:val="00895BD6"/>
    <w:rsid w:val="008B2386"/>
    <w:rsid w:val="008C6D1E"/>
    <w:rsid w:val="008D07AB"/>
    <w:rsid w:val="008D1387"/>
    <w:rsid w:val="008D16E2"/>
    <w:rsid w:val="008D7722"/>
    <w:rsid w:val="008E215C"/>
    <w:rsid w:val="008F0A9C"/>
    <w:rsid w:val="008F651D"/>
    <w:rsid w:val="00904C91"/>
    <w:rsid w:val="00905EBF"/>
    <w:rsid w:val="009173CD"/>
    <w:rsid w:val="009206FA"/>
    <w:rsid w:val="00922C0F"/>
    <w:rsid w:val="009246A1"/>
    <w:rsid w:val="0094498A"/>
    <w:rsid w:val="00971F9C"/>
    <w:rsid w:val="00972D8D"/>
    <w:rsid w:val="00977C6D"/>
    <w:rsid w:val="00982D62"/>
    <w:rsid w:val="00992804"/>
    <w:rsid w:val="0099486E"/>
    <w:rsid w:val="009B69F6"/>
    <w:rsid w:val="009C15FB"/>
    <w:rsid w:val="009D1337"/>
    <w:rsid w:val="009D4978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25EA6"/>
    <w:rsid w:val="00A350C5"/>
    <w:rsid w:val="00A359F7"/>
    <w:rsid w:val="00A4498D"/>
    <w:rsid w:val="00A449F5"/>
    <w:rsid w:val="00A46DED"/>
    <w:rsid w:val="00A62EEB"/>
    <w:rsid w:val="00A66EB4"/>
    <w:rsid w:val="00A72A3A"/>
    <w:rsid w:val="00A8007E"/>
    <w:rsid w:val="00A85F7D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E41D7"/>
    <w:rsid w:val="00AF1921"/>
    <w:rsid w:val="00AF4E91"/>
    <w:rsid w:val="00B004F5"/>
    <w:rsid w:val="00B0138B"/>
    <w:rsid w:val="00B02684"/>
    <w:rsid w:val="00B10FF8"/>
    <w:rsid w:val="00B11BD4"/>
    <w:rsid w:val="00B14697"/>
    <w:rsid w:val="00B22491"/>
    <w:rsid w:val="00B44843"/>
    <w:rsid w:val="00B567AB"/>
    <w:rsid w:val="00B616CC"/>
    <w:rsid w:val="00B66229"/>
    <w:rsid w:val="00B677B3"/>
    <w:rsid w:val="00B7257A"/>
    <w:rsid w:val="00B77776"/>
    <w:rsid w:val="00B83B65"/>
    <w:rsid w:val="00B96EDC"/>
    <w:rsid w:val="00BA2698"/>
    <w:rsid w:val="00BA5842"/>
    <w:rsid w:val="00BA5897"/>
    <w:rsid w:val="00BA5A1D"/>
    <w:rsid w:val="00BC039D"/>
    <w:rsid w:val="00BC2A3F"/>
    <w:rsid w:val="00BC4455"/>
    <w:rsid w:val="00BD0AE6"/>
    <w:rsid w:val="00BD72B8"/>
    <w:rsid w:val="00BE090E"/>
    <w:rsid w:val="00BE21B4"/>
    <w:rsid w:val="00BE24D7"/>
    <w:rsid w:val="00BF4A64"/>
    <w:rsid w:val="00C02FC9"/>
    <w:rsid w:val="00C04C60"/>
    <w:rsid w:val="00C3016F"/>
    <w:rsid w:val="00C52AD2"/>
    <w:rsid w:val="00C53AC0"/>
    <w:rsid w:val="00C5542B"/>
    <w:rsid w:val="00C55E2D"/>
    <w:rsid w:val="00C60D63"/>
    <w:rsid w:val="00C70906"/>
    <w:rsid w:val="00C968BA"/>
    <w:rsid w:val="00CA1D8E"/>
    <w:rsid w:val="00CB33B0"/>
    <w:rsid w:val="00CC23EA"/>
    <w:rsid w:val="00CC320F"/>
    <w:rsid w:val="00CD4C64"/>
    <w:rsid w:val="00CD6EDF"/>
    <w:rsid w:val="00CD723C"/>
    <w:rsid w:val="00CE17B1"/>
    <w:rsid w:val="00CE590D"/>
    <w:rsid w:val="00CE5F60"/>
    <w:rsid w:val="00CF2809"/>
    <w:rsid w:val="00CF757C"/>
    <w:rsid w:val="00D0273F"/>
    <w:rsid w:val="00D10F2D"/>
    <w:rsid w:val="00D12ECF"/>
    <w:rsid w:val="00D161E7"/>
    <w:rsid w:val="00D2004F"/>
    <w:rsid w:val="00D24396"/>
    <w:rsid w:val="00D277E9"/>
    <w:rsid w:val="00D30941"/>
    <w:rsid w:val="00D31429"/>
    <w:rsid w:val="00D374CD"/>
    <w:rsid w:val="00D61A71"/>
    <w:rsid w:val="00D620C8"/>
    <w:rsid w:val="00D71D7B"/>
    <w:rsid w:val="00D7567A"/>
    <w:rsid w:val="00D80AB6"/>
    <w:rsid w:val="00D8621A"/>
    <w:rsid w:val="00D94C11"/>
    <w:rsid w:val="00DC1B2B"/>
    <w:rsid w:val="00DD017B"/>
    <w:rsid w:val="00DE0AEE"/>
    <w:rsid w:val="00DE0EC3"/>
    <w:rsid w:val="00DE6BEA"/>
    <w:rsid w:val="00DF2CF3"/>
    <w:rsid w:val="00E002B6"/>
    <w:rsid w:val="00E0538D"/>
    <w:rsid w:val="00E055B4"/>
    <w:rsid w:val="00E10F38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5109A"/>
    <w:rsid w:val="00E54982"/>
    <w:rsid w:val="00E56014"/>
    <w:rsid w:val="00E63735"/>
    <w:rsid w:val="00E85502"/>
    <w:rsid w:val="00E87397"/>
    <w:rsid w:val="00E946C9"/>
    <w:rsid w:val="00E95F6B"/>
    <w:rsid w:val="00EA4324"/>
    <w:rsid w:val="00EB1836"/>
    <w:rsid w:val="00EB18F9"/>
    <w:rsid w:val="00EB3A3D"/>
    <w:rsid w:val="00EC116A"/>
    <w:rsid w:val="00ED13C4"/>
    <w:rsid w:val="00ED5D01"/>
    <w:rsid w:val="00ED7215"/>
    <w:rsid w:val="00ED793F"/>
    <w:rsid w:val="00ED7E8C"/>
    <w:rsid w:val="00EE06D7"/>
    <w:rsid w:val="00EE3F02"/>
    <w:rsid w:val="00EF6254"/>
    <w:rsid w:val="00F036DD"/>
    <w:rsid w:val="00F15ECA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689B"/>
    <w:rsid w:val="00F63450"/>
    <w:rsid w:val="00F70218"/>
    <w:rsid w:val="00F7024A"/>
    <w:rsid w:val="00F74301"/>
    <w:rsid w:val="00F85DAD"/>
    <w:rsid w:val="00F869BA"/>
    <w:rsid w:val="00F97364"/>
    <w:rsid w:val="00FA52EA"/>
    <w:rsid w:val="00FA6B5E"/>
    <w:rsid w:val="00FB53E3"/>
    <w:rsid w:val="00FB65DA"/>
    <w:rsid w:val="00FD306A"/>
    <w:rsid w:val="00FE18F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района.dot</Template>
  <TotalTime>0</TotalTime>
  <Pages>1</Pages>
  <Words>158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dummCOOL</cp:lastModifiedBy>
  <cp:revision>2</cp:revision>
  <cp:lastPrinted>2016-11-07T12:00:00Z</cp:lastPrinted>
  <dcterms:created xsi:type="dcterms:W3CDTF">2016-12-01T10:22:00Z</dcterms:created>
  <dcterms:modified xsi:type="dcterms:W3CDTF">2016-12-01T10:22:00Z</dcterms:modified>
</cp:coreProperties>
</file>