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12" w:rsidRDefault="00427DCC">
      <w:pPr>
        <w:pStyle w:val="a3"/>
        <w:ind w:left="2160" w:firstLine="72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9174302" r:id="rId5"/>
        </w:pict>
      </w:r>
    </w:p>
    <w:p w:rsidR="00F05812" w:rsidRDefault="00F05812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F05812" w:rsidRPr="00A70219" w:rsidRDefault="00F05812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F05812" w:rsidRDefault="00F05812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F05812" w:rsidRDefault="00F05812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F05812" w:rsidRDefault="00F05812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F05812" w:rsidRDefault="00F05812" w:rsidP="001F6326">
      <w:pPr>
        <w:jc w:val="center"/>
        <w:rPr>
          <w:b/>
          <w:color w:val="000000"/>
          <w:sz w:val="36"/>
          <w:szCs w:val="36"/>
        </w:rPr>
      </w:pPr>
    </w:p>
    <w:p w:rsidR="00F05812" w:rsidRPr="001F6326" w:rsidRDefault="002C31AA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24</w:t>
      </w:r>
      <w:r w:rsidR="001613AD">
        <w:rPr>
          <w:b/>
          <w:color w:val="000000"/>
          <w:sz w:val="28"/>
          <w:szCs w:val="28"/>
        </w:rPr>
        <w:t>.10. 2016  № 92</w:t>
      </w:r>
    </w:p>
    <w:p w:rsidR="00F05812" w:rsidRPr="001F6326" w:rsidRDefault="00F0581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F05812" w:rsidRDefault="00F05812">
      <w:pPr>
        <w:rPr>
          <w:sz w:val="24"/>
        </w:rPr>
      </w:pPr>
    </w:p>
    <w:p w:rsidR="00F05812" w:rsidRPr="00711CB6" w:rsidRDefault="00F05812" w:rsidP="00711CB6">
      <w:pPr>
        <w:spacing w:line="240" w:lineRule="exact"/>
        <w:ind w:right="-766"/>
        <w:jc w:val="both"/>
        <w:rPr>
          <w:b/>
          <w:sz w:val="24"/>
          <w:szCs w:val="24"/>
        </w:rPr>
      </w:pPr>
      <w:r w:rsidRPr="00711CB6">
        <w:rPr>
          <w:b/>
          <w:sz w:val="24"/>
          <w:szCs w:val="24"/>
        </w:rPr>
        <w:t>О предварительном согласовании</w:t>
      </w:r>
    </w:p>
    <w:p w:rsidR="00F05812" w:rsidRPr="00711CB6" w:rsidRDefault="00F05812" w:rsidP="00711CB6">
      <w:pPr>
        <w:spacing w:line="240" w:lineRule="exact"/>
        <w:ind w:right="-766"/>
        <w:jc w:val="both"/>
        <w:rPr>
          <w:b/>
          <w:sz w:val="24"/>
          <w:szCs w:val="24"/>
        </w:rPr>
      </w:pPr>
      <w:r w:rsidRPr="00711CB6">
        <w:rPr>
          <w:b/>
          <w:sz w:val="24"/>
          <w:szCs w:val="24"/>
        </w:rPr>
        <w:t>предоставления земельного участка</w:t>
      </w:r>
    </w:p>
    <w:p w:rsidR="00F05812" w:rsidRPr="00711CB6" w:rsidRDefault="00F05812" w:rsidP="00711CB6">
      <w:pPr>
        <w:ind w:right="-766"/>
        <w:jc w:val="both"/>
        <w:rPr>
          <w:b/>
          <w:i/>
          <w:sz w:val="24"/>
          <w:szCs w:val="24"/>
        </w:rPr>
      </w:pPr>
    </w:p>
    <w:p w:rsidR="00F05812" w:rsidRPr="00711CB6" w:rsidRDefault="00F05812" w:rsidP="00711CB6">
      <w:pPr>
        <w:pStyle w:val="a5"/>
        <w:ind w:right="-39" w:firstLine="720"/>
        <w:rPr>
          <w:szCs w:val="24"/>
        </w:rPr>
      </w:pPr>
      <w:r w:rsidRPr="00711CB6">
        <w:rPr>
          <w:szCs w:val="24"/>
        </w:rPr>
        <w:t>Руководствуясь подпунктом 19 пункта 2 статьи 39.6 Земельного кодекса Российской Федерации», в соответ</w:t>
      </w:r>
      <w:r>
        <w:rPr>
          <w:szCs w:val="24"/>
        </w:rPr>
        <w:t xml:space="preserve">ствии с постановлением Администрации Семёновщинского </w:t>
      </w:r>
      <w:r w:rsidRPr="00711CB6">
        <w:rPr>
          <w:szCs w:val="24"/>
        </w:rPr>
        <w:t xml:space="preserve">сельского поселения от </w:t>
      </w:r>
      <w:r>
        <w:rPr>
          <w:szCs w:val="24"/>
        </w:rPr>
        <w:t>19</w:t>
      </w:r>
      <w:r w:rsidRPr="00711CB6">
        <w:rPr>
          <w:szCs w:val="24"/>
        </w:rPr>
        <w:t>.10.2</w:t>
      </w:r>
      <w:r>
        <w:rPr>
          <w:szCs w:val="24"/>
        </w:rPr>
        <w:t>016</w:t>
      </w:r>
      <w:r w:rsidRPr="00711CB6">
        <w:rPr>
          <w:szCs w:val="24"/>
        </w:rPr>
        <w:t xml:space="preserve"> №</w:t>
      </w:r>
      <w:r>
        <w:rPr>
          <w:szCs w:val="24"/>
        </w:rPr>
        <w:t xml:space="preserve"> 82</w:t>
      </w:r>
      <w:r w:rsidRPr="00711CB6">
        <w:rPr>
          <w:szCs w:val="24"/>
        </w:rPr>
        <w:t xml:space="preserve">  «Об утверждении схемы расположения земельного участка»</w:t>
      </w:r>
      <w:r>
        <w:rPr>
          <w:szCs w:val="24"/>
        </w:rPr>
        <w:t>,</w:t>
      </w:r>
      <w:r w:rsidRPr="00711CB6">
        <w:rPr>
          <w:color w:val="FF0000"/>
          <w:szCs w:val="24"/>
        </w:rPr>
        <w:t xml:space="preserve"> </w:t>
      </w:r>
      <w:r w:rsidRPr="00711CB6">
        <w:rPr>
          <w:szCs w:val="24"/>
        </w:rPr>
        <w:t xml:space="preserve">на основании заявления </w:t>
      </w:r>
      <w:r>
        <w:rPr>
          <w:szCs w:val="24"/>
        </w:rPr>
        <w:t>Лазарева Алексея Васильевича</w:t>
      </w:r>
      <w:r w:rsidRPr="00711CB6">
        <w:rPr>
          <w:szCs w:val="24"/>
        </w:rPr>
        <w:t xml:space="preserve">, паспорт </w:t>
      </w:r>
      <w:r>
        <w:rPr>
          <w:szCs w:val="24"/>
        </w:rPr>
        <w:t>49 04 712849</w:t>
      </w:r>
      <w:r w:rsidRPr="00711CB6">
        <w:rPr>
          <w:szCs w:val="24"/>
        </w:rPr>
        <w:t xml:space="preserve">,  выданный </w:t>
      </w:r>
      <w:r>
        <w:rPr>
          <w:szCs w:val="24"/>
        </w:rPr>
        <w:t>отделом внутренних дел Валдайского района</w:t>
      </w:r>
      <w:r w:rsidRPr="00711CB6">
        <w:rPr>
          <w:szCs w:val="24"/>
        </w:rPr>
        <w:t xml:space="preserve"> Новгородской области </w:t>
      </w:r>
      <w:r w:rsidRPr="002D0516">
        <w:rPr>
          <w:szCs w:val="24"/>
        </w:rPr>
        <w:t>14.04.2005</w:t>
      </w:r>
      <w:r w:rsidRPr="00711CB6">
        <w:rPr>
          <w:szCs w:val="24"/>
        </w:rPr>
        <w:t>,   зарегистрированно</w:t>
      </w:r>
      <w:r>
        <w:rPr>
          <w:szCs w:val="24"/>
        </w:rPr>
        <w:t>го</w:t>
      </w:r>
      <w:r w:rsidRPr="00711CB6">
        <w:rPr>
          <w:szCs w:val="24"/>
        </w:rPr>
        <w:t xml:space="preserve">  по адресу: Новгородская область, </w:t>
      </w:r>
      <w:r>
        <w:rPr>
          <w:szCs w:val="24"/>
        </w:rPr>
        <w:t>г.Валдай, ул.Белова, д.38 кв.8, Администрация Семёновщинского</w:t>
      </w:r>
      <w:r w:rsidRPr="00711CB6">
        <w:rPr>
          <w:szCs w:val="24"/>
        </w:rPr>
        <w:t xml:space="preserve"> сельского поселения  </w:t>
      </w:r>
    </w:p>
    <w:p w:rsidR="00F05812" w:rsidRPr="00711CB6" w:rsidRDefault="00F05812" w:rsidP="00711CB6">
      <w:pPr>
        <w:pStyle w:val="a5"/>
        <w:ind w:right="-39" w:firstLine="720"/>
        <w:rPr>
          <w:b/>
          <w:szCs w:val="24"/>
        </w:rPr>
      </w:pPr>
      <w:r w:rsidRPr="00711CB6">
        <w:rPr>
          <w:b/>
          <w:szCs w:val="24"/>
        </w:rPr>
        <w:t>ПОСТАНОВЛЯЕТ:</w:t>
      </w:r>
    </w:p>
    <w:p w:rsidR="00F05812" w:rsidRPr="00711CB6" w:rsidRDefault="00F05812" w:rsidP="00711CB6">
      <w:pPr>
        <w:pStyle w:val="a5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711CB6">
        <w:rPr>
          <w:szCs w:val="24"/>
        </w:rPr>
        <w:t xml:space="preserve">   предварительно согласовать</w:t>
      </w:r>
      <w:r>
        <w:rPr>
          <w:szCs w:val="24"/>
        </w:rPr>
        <w:t xml:space="preserve"> Лазареву Алексею Васильевичу </w:t>
      </w:r>
      <w:r w:rsidRPr="00711CB6">
        <w:rPr>
          <w:szCs w:val="24"/>
        </w:rPr>
        <w:t xml:space="preserve">предоставление земельного участка площадью </w:t>
      </w:r>
      <w:r>
        <w:rPr>
          <w:szCs w:val="24"/>
        </w:rPr>
        <w:t>24999</w:t>
      </w:r>
      <w:r w:rsidRPr="00711CB6">
        <w:rPr>
          <w:szCs w:val="24"/>
        </w:rPr>
        <w:t xml:space="preserve"> кв.м,  расположенного по адресу: Российская Федерация, Новгородская область, Валдайский район, </w:t>
      </w:r>
      <w:r>
        <w:rPr>
          <w:szCs w:val="24"/>
        </w:rPr>
        <w:t xml:space="preserve">Семёновщинское </w:t>
      </w:r>
      <w:r w:rsidRPr="00711CB6">
        <w:rPr>
          <w:szCs w:val="24"/>
        </w:rPr>
        <w:t xml:space="preserve">сельское поселение, </w:t>
      </w:r>
      <w:r>
        <w:rPr>
          <w:szCs w:val="24"/>
        </w:rPr>
        <w:t xml:space="preserve">в зоне  </w:t>
      </w:r>
      <w:r w:rsidRPr="00711CB6">
        <w:rPr>
          <w:szCs w:val="24"/>
        </w:rPr>
        <w:t>сель</w:t>
      </w:r>
      <w:r>
        <w:rPr>
          <w:szCs w:val="24"/>
        </w:rPr>
        <w:t>скохозяйственного назначения (СХ.</w:t>
      </w:r>
      <w:r w:rsidRPr="00711CB6">
        <w:rPr>
          <w:szCs w:val="24"/>
        </w:rPr>
        <w:t>1</w:t>
      </w:r>
      <w:r>
        <w:rPr>
          <w:szCs w:val="24"/>
        </w:rPr>
        <w:t xml:space="preserve">), </w:t>
      </w:r>
      <w:r w:rsidRPr="00711CB6">
        <w:rPr>
          <w:szCs w:val="24"/>
        </w:rPr>
        <w:t>предназначенного для предоставления в установленном порядке</w:t>
      </w:r>
      <w:r>
        <w:rPr>
          <w:szCs w:val="24"/>
        </w:rPr>
        <w:t xml:space="preserve"> в аренду</w:t>
      </w:r>
      <w:r w:rsidRPr="00711CB6">
        <w:rPr>
          <w:szCs w:val="24"/>
        </w:rPr>
        <w:t xml:space="preserve"> из земель</w:t>
      </w:r>
      <w:r>
        <w:rPr>
          <w:szCs w:val="24"/>
        </w:rPr>
        <w:t xml:space="preserve"> сельскохозяйственного назначения,</w:t>
      </w:r>
      <w:r w:rsidRPr="00711CB6">
        <w:rPr>
          <w:szCs w:val="24"/>
        </w:rPr>
        <w:t xml:space="preserve"> ра</w:t>
      </w:r>
      <w:r>
        <w:rPr>
          <w:szCs w:val="24"/>
        </w:rPr>
        <w:t>сположенных в границах Семёновщинского</w:t>
      </w:r>
      <w:r w:rsidRPr="00711CB6">
        <w:rPr>
          <w:szCs w:val="24"/>
        </w:rPr>
        <w:t xml:space="preserve"> сельского поселения, за пределами границ населенного пункта, в соответствии со схемой расположения земельного участка, для ведения личного подсобного хозяйства.    </w:t>
      </w:r>
    </w:p>
    <w:p w:rsidR="00F05812" w:rsidRDefault="00F05812">
      <w:pPr>
        <w:rPr>
          <w:sz w:val="24"/>
        </w:rPr>
      </w:pPr>
    </w:p>
    <w:p w:rsidR="00F05812" w:rsidRDefault="00F05812">
      <w:pPr>
        <w:rPr>
          <w:sz w:val="24"/>
        </w:rPr>
      </w:pPr>
    </w:p>
    <w:p w:rsidR="00F05812" w:rsidRDefault="00F05812" w:rsidP="00A1370A">
      <w:pPr>
        <w:jc w:val="both"/>
        <w:rPr>
          <w:sz w:val="28"/>
          <w:szCs w:val="28"/>
        </w:rPr>
      </w:pPr>
    </w:p>
    <w:p w:rsidR="00F05812" w:rsidRDefault="00F05812" w:rsidP="00A1370A">
      <w:pPr>
        <w:jc w:val="both"/>
        <w:rPr>
          <w:sz w:val="28"/>
          <w:szCs w:val="28"/>
        </w:rPr>
      </w:pPr>
    </w:p>
    <w:p w:rsidR="00F05812" w:rsidRPr="00722DFF" w:rsidRDefault="00F05812" w:rsidP="00BD0AE6">
      <w:pPr>
        <w:rPr>
          <w:b/>
          <w:sz w:val="24"/>
        </w:rPr>
      </w:pPr>
      <w:r>
        <w:rPr>
          <w:sz w:val="24"/>
        </w:rPr>
        <w:t xml:space="preserve">          </w:t>
      </w:r>
      <w:r>
        <w:rPr>
          <w:b/>
          <w:sz w:val="24"/>
        </w:rPr>
        <w:t xml:space="preserve">Глава </w:t>
      </w:r>
      <w:r w:rsidRPr="00722DFF">
        <w:rPr>
          <w:b/>
          <w:sz w:val="24"/>
        </w:rPr>
        <w:t xml:space="preserve"> Семёновщинского сельского поселения:        </w:t>
      </w:r>
      <w:r>
        <w:rPr>
          <w:b/>
          <w:sz w:val="24"/>
        </w:rPr>
        <w:t xml:space="preserve">                   Е.В.Баранов</w:t>
      </w:r>
    </w:p>
    <w:sectPr w:rsidR="00F05812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F9D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83CB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13AE"/>
    <w:rsid w:val="0012788D"/>
    <w:rsid w:val="00130162"/>
    <w:rsid w:val="0014146A"/>
    <w:rsid w:val="0014702B"/>
    <w:rsid w:val="00154839"/>
    <w:rsid w:val="001613AD"/>
    <w:rsid w:val="001652A7"/>
    <w:rsid w:val="001671F0"/>
    <w:rsid w:val="00175CDC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070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27D34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85513"/>
    <w:rsid w:val="00290A14"/>
    <w:rsid w:val="00294E96"/>
    <w:rsid w:val="0029628D"/>
    <w:rsid w:val="002A2137"/>
    <w:rsid w:val="002A4D31"/>
    <w:rsid w:val="002A6430"/>
    <w:rsid w:val="002B3EAA"/>
    <w:rsid w:val="002C2F60"/>
    <w:rsid w:val="002C31AA"/>
    <w:rsid w:val="002C470A"/>
    <w:rsid w:val="002D0516"/>
    <w:rsid w:val="002D207E"/>
    <w:rsid w:val="002D24BA"/>
    <w:rsid w:val="002E05C5"/>
    <w:rsid w:val="002E17E3"/>
    <w:rsid w:val="002E5C27"/>
    <w:rsid w:val="002F4121"/>
    <w:rsid w:val="002F4579"/>
    <w:rsid w:val="00300F8B"/>
    <w:rsid w:val="0030600D"/>
    <w:rsid w:val="00323CC5"/>
    <w:rsid w:val="003266BD"/>
    <w:rsid w:val="003277AA"/>
    <w:rsid w:val="003306BD"/>
    <w:rsid w:val="003329F4"/>
    <w:rsid w:val="00336200"/>
    <w:rsid w:val="00337DCF"/>
    <w:rsid w:val="0034313B"/>
    <w:rsid w:val="00352DD0"/>
    <w:rsid w:val="00355BB9"/>
    <w:rsid w:val="003602F2"/>
    <w:rsid w:val="003750DE"/>
    <w:rsid w:val="00380564"/>
    <w:rsid w:val="00380CFC"/>
    <w:rsid w:val="00383292"/>
    <w:rsid w:val="00392C8A"/>
    <w:rsid w:val="003A48EB"/>
    <w:rsid w:val="003A4A72"/>
    <w:rsid w:val="003A532D"/>
    <w:rsid w:val="003A6ACC"/>
    <w:rsid w:val="003B246E"/>
    <w:rsid w:val="003B3879"/>
    <w:rsid w:val="003B5238"/>
    <w:rsid w:val="003C2C84"/>
    <w:rsid w:val="003C402B"/>
    <w:rsid w:val="003C66EC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0B06"/>
    <w:rsid w:val="00413A3F"/>
    <w:rsid w:val="00427DCC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2F9"/>
    <w:rsid w:val="004C4FEC"/>
    <w:rsid w:val="004C5EA3"/>
    <w:rsid w:val="004C6F8D"/>
    <w:rsid w:val="004C7DAE"/>
    <w:rsid w:val="004C7F97"/>
    <w:rsid w:val="004F2EA3"/>
    <w:rsid w:val="00504502"/>
    <w:rsid w:val="00506A3F"/>
    <w:rsid w:val="00526516"/>
    <w:rsid w:val="00531ACC"/>
    <w:rsid w:val="00533D5B"/>
    <w:rsid w:val="00540C4A"/>
    <w:rsid w:val="00543CC0"/>
    <w:rsid w:val="005440A5"/>
    <w:rsid w:val="005457F0"/>
    <w:rsid w:val="00551A8A"/>
    <w:rsid w:val="00552868"/>
    <w:rsid w:val="00560168"/>
    <w:rsid w:val="00560501"/>
    <w:rsid w:val="005671F7"/>
    <w:rsid w:val="00576646"/>
    <w:rsid w:val="00590F39"/>
    <w:rsid w:val="005946E0"/>
    <w:rsid w:val="00595FC0"/>
    <w:rsid w:val="005A0CC9"/>
    <w:rsid w:val="005B185F"/>
    <w:rsid w:val="005B5037"/>
    <w:rsid w:val="005C07EA"/>
    <w:rsid w:val="005C3214"/>
    <w:rsid w:val="005C4242"/>
    <w:rsid w:val="005C5171"/>
    <w:rsid w:val="005D174B"/>
    <w:rsid w:val="005D3E18"/>
    <w:rsid w:val="005D7196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96D13"/>
    <w:rsid w:val="006A0D89"/>
    <w:rsid w:val="006A4398"/>
    <w:rsid w:val="006A4F78"/>
    <w:rsid w:val="006B34A5"/>
    <w:rsid w:val="006B76F9"/>
    <w:rsid w:val="006B7DB4"/>
    <w:rsid w:val="006C0148"/>
    <w:rsid w:val="006E19B1"/>
    <w:rsid w:val="006F4952"/>
    <w:rsid w:val="006F59EA"/>
    <w:rsid w:val="00704D24"/>
    <w:rsid w:val="007059B2"/>
    <w:rsid w:val="00711CB6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607F"/>
    <w:rsid w:val="00797814"/>
    <w:rsid w:val="007A0886"/>
    <w:rsid w:val="007A124D"/>
    <w:rsid w:val="007A146D"/>
    <w:rsid w:val="007A3E0C"/>
    <w:rsid w:val="007B0E69"/>
    <w:rsid w:val="007B5292"/>
    <w:rsid w:val="007B6643"/>
    <w:rsid w:val="007C77BE"/>
    <w:rsid w:val="007D060B"/>
    <w:rsid w:val="007D1813"/>
    <w:rsid w:val="007D3AEB"/>
    <w:rsid w:val="007D4A6F"/>
    <w:rsid w:val="007E1055"/>
    <w:rsid w:val="007E4D5E"/>
    <w:rsid w:val="007E63B1"/>
    <w:rsid w:val="007F2C86"/>
    <w:rsid w:val="008017AD"/>
    <w:rsid w:val="0080369D"/>
    <w:rsid w:val="0080779E"/>
    <w:rsid w:val="00810EC9"/>
    <w:rsid w:val="00823294"/>
    <w:rsid w:val="00834A75"/>
    <w:rsid w:val="00834B68"/>
    <w:rsid w:val="00834E8E"/>
    <w:rsid w:val="008441F1"/>
    <w:rsid w:val="00847FDA"/>
    <w:rsid w:val="0085102D"/>
    <w:rsid w:val="00852BFE"/>
    <w:rsid w:val="00854AFF"/>
    <w:rsid w:val="00864686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27312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D780B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0219"/>
    <w:rsid w:val="00A72A3A"/>
    <w:rsid w:val="00A74D82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5F5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37FA"/>
    <w:rsid w:val="00B567AB"/>
    <w:rsid w:val="00B65CB6"/>
    <w:rsid w:val="00B66229"/>
    <w:rsid w:val="00B677B3"/>
    <w:rsid w:val="00B7257A"/>
    <w:rsid w:val="00B763CD"/>
    <w:rsid w:val="00B77776"/>
    <w:rsid w:val="00B83B65"/>
    <w:rsid w:val="00B96EDC"/>
    <w:rsid w:val="00BA2698"/>
    <w:rsid w:val="00BA4D40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154D1"/>
    <w:rsid w:val="00C40A7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2C6D"/>
    <w:rsid w:val="00D374CD"/>
    <w:rsid w:val="00D42B97"/>
    <w:rsid w:val="00D61A71"/>
    <w:rsid w:val="00D620C8"/>
    <w:rsid w:val="00D66038"/>
    <w:rsid w:val="00D80AB6"/>
    <w:rsid w:val="00D8621A"/>
    <w:rsid w:val="00D94C11"/>
    <w:rsid w:val="00DB124D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08AF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5812"/>
    <w:rsid w:val="00F0678A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C3DFC"/>
    <w:rsid w:val="00FD1F30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0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60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60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607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607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60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607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607F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242F0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79607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42F04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285513"/>
    <w:rPr>
      <w:rFonts w:cs="Times New Roman"/>
      <w:sz w:val="24"/>
    </w:rPr>
  </w:style>
  <w:style w:type="paragraph" w:styleId="a7">
    <w:name w:val="Subtitle"/>
    <w:basedOn w:val="a"/>
    <w:link w:val="a8"/>
    <w:uiPriority w:val="99"/>
    <w:qFormat/>
    <w:rsid w:val="00242F04"/>
    <w:pPr>
      <w:jc w:val="center"/>
    </w:pPr>
    <w:rPr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79607F"/>
    <w:rPr>
      <w:rFonts w:ascii="Cambria" w:hAnsi="Cambria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197C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9607F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154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2016-01-12T07:48:00Z</cp:lastPrinted>
  <dcterms:created xsi:type="dcterms:W3CDTF">2016-10-28T12:39:00Z</dcterms:created>
  <dcterms:modified xsi:type="dcterms:W3CDTF">2016-10-28T12:39:00Z</dcterms:modified>
</cp:coreProperties>
</file>