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Pr="00363D18" w:rsidRDefault="009A7E39" w:rsidP="00363D18">
      <w:pPr>
        <w:pStyle w:val="a3"/>
        <w:ind w:left="2160" w:firstLine="720"/>
        <w:jc w:val="both"/>
      </w:pPr>
      <w:r w:rsidRPr="009A7E39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8pt;margin-top:4.9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693035966" r:id="rId5"/>
        </w:pict>
      </w:r>
      <w:r w:rsidR="001F6326"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8310F4" w:rsidRDefault="009069CB" w:rsidP="001F6326">
      <w:pPr>
        <w:rPr>
          <w:b/>
          <w:color w:val="000000"/>
          <w:sz w:val="28"/>
          <w:szCs w:val="28"/>
        </w:rPr>
      </w:pPr>
      <w:r w:rsidRPr="008310F4">
        <w:rPr>
          <w:b/>
          <w:color w:val="000000"/>
          <w:sz w:val="28"/>
          <w:szCs w:val="28"/>
        </w:rPr>
        <w:t>от</w:t>
      </w:r>
      <w:r w:rsidR="008310F4">
        <w:rPr>
          <w:b/>
          <w:color w:val="000000"/>
          <w:sz w:val="28"/>
          <w:szCs w:val="28"/>
        </w:rPr>
        <w:t xml:space="preserve"> </w:t>
      </w:r>
      <w:r w:rsidRPr="008310F4">
        <w:rPr>
          <w:b/>
          <w:color w:val="000000"/>
          <w:sz w:val="28"/>
          <w:szCs w:val="28"/>
        </w:rPr>
        <w:t xml:space="preserve"> </w:t>
      </w:r>
      <w:r w:rsidR="0053549C">
        <w:rPr>
          <w:b/>
          <w:color w:val="000000"/>
          <w:sz w:val="28"/>
          <w:szCs w:val="28"/>
        </w:rPr>
        <w:t>13</w:t>
      </w:r>
      <w:r w:rsidR="00AC5BBB">
        <w:rPr>
          <w:b/>
          <w:color w:val="000000"/>
          <w:sz w:val="28"/>
          <w:szCs w:val="28"/>
        </w:rPr>
        <w:t>.09</w:t>
      </w:r>
      <w:r w:rsidR="008310F4" w:rsidRPr="008310F4">
        <w:rPr>
          <w:b/>
          <w:color w:val="000000"/>
          <w:sz w:val="28"/>
          <w:szCs w:val="28"/>
        </w:rPr>
        <w:t>.2021</w:t>
      </w:r>
      <w:r w:rsidR="00491C25" w:rsidRPr="008310F4">
        <w:rPr>
          <w:b/>
          <w:color w:val="000000"/>
          <w:sz w:val="28"/>
          <w:szCs w:val="28"/>
        </w:rPr>
        <w:t xml:space="preserve">  № </w:t>
      </w:r>
      <w:r w:rsidR="00A340F9">
        <w:rPr>
          <w:b/>
          <w:color w:val="000000"/>
          <w:sz w:val="28"/>
          <w:szCs w:val="28"/>
        </w:rPr>
        <w:t>79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AC5B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присвоении адреса</w:t>
      </w:r>
    </w:p>
    <w:p w:rsidR="00AC5BBB" w:rsidRPr="00AF54BB" w:rsidRDefault="00AC5BBB" w:rsidP="00AC5BBB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земельному участку</w:t>
      </w:r>
    </w:p>
    <w:p w:rsidR="00AC5BBB" w:rsidRPr="00CA4BB5" w:rsidRDefault="00AC5BBB" w:rsidP="00AC5BBB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постановлением Правительства Российской Федерации от 19.11.2014  №1221 «Об утверждении правил присвоения, изменения и аннулирования адресов»</w:t>
      </w:r>
    </w:p>
    <w:p w:rsidR="00AC5BBB" w:rsidRDefault="00AC5BBB" w:rsidP="00AC5BBB">
      <w:pPr>
        <w:pStyle w:val="a8"/>
        <w:rPr>
          <w:rFonts w:ascii="Times New Roman" w:hAnsi="Times New Roman"/>
          <w:sz w:val="28"/>
          <w:szCs w:val="28"/>
        </w:rPr>
      </w:pPr>
    </w:p>
    <w:p w:rsidR="00AC5BBB" w:rsidRDefault="00AC5BBB" w:rsidP="00AC5BB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AC5BBB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Присвоить адрес земельному участку  с кадас</w:t>
      </w:r>
      <w:r w:rsidR="00A340F9">
        <w:rPr>
          <w:sz w:val="28"/>
          <w:szCs w:val="28"/>
        </w:rPr>
        <w:t>тровым номером 53:03:1331002:98</w:t>
      </w:r>
      <w:r>
        <w:rPr>
          <w:sz w:val="28"/>
          <w:szCs w:val="28"/>
        </w:rPr>
        <w:t>.</w:t>
      </w:r>
    </w:p>
    <w:p w:rsidR="00AC5BBB" w:rsidRPr="006744CD" w:rsidRDefault="00AC5BBB" w:rsidP="00AC5B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Считать его следующим: Российская Федерация, Новгородская область, Валдайский муниципальный район,  Семёновщинское сельское поселение, деревня Сем</w:t>
      </w:r>
      <w:r w:rsidR="001F73A4">
        <w:rPr>
          <w:sz w:val="28"/>
          <w:szCs w:val="28"/>
        </w:rPr>
        <w:t>ёновщина,  земельный участок</w:t>
      </w:r>
      <w:r w:rsidR="00936FBB">
        <w:rPr>
          <w:sz w:val="28"/>
          <w:szCs w:val="28"/>
        </w:rPr>
        <w:t xml:space="preserve">  </w:t>
      </w:r>
      <w:r w:rsidR="00A340F9">
        <w:rPr>
          <w:sz w:val="28"/>
          <w:szCs w:val="28"/>
        </w:rPr>
        <w:t>115</w:t>
      </w:r>
      <w:r w:rsidR="00C727DD" w:rsidRPr="00C727DD">
        <w:rPr>
          <w:sz w:val="28"/>
          <w:szCs w:val="28"/>
        </w:rPr>
        <w:t>.</w:t>
      </w:r>
    </w:p>
    <w:p w:rsidR="00AC5BBB" w:rsidRDefault="00AC5BBB" w:rsidP="00AC5BBB">
      <w:pPr>
        <w:ind w:firstLine="709"/>
        <w:jc w:val="both"/>
        <w:rPr>
          <w:szCs w:val="28"/>
        </w:rPr>
      </w:pPr>
      <w:r>
        <w:rPr>
          <w:sz w:val="28"/>
          <w:szCs w:val="28"/>
        </w:rPr>
        <w:t>2.  В</w:t>
      </w:r>
      <w:r w:rsidRPr="0092197F">
        <w:rPr>
          <w:sz w:val="28"/>
          <w:szCs w:val="28"/>
        </w:rPr>
        <w:t xml:space="preserve">нести </w:t>
      </w:r>
      <w:r>
        <w:rPr>
          <w:sz w:val="28"/>
          <w:szCs w:val="28"/>
        </w:rPr>
        <w:t xml:space="preserve">соответствующие </w:t>
      </w:r>
      <w:r w:rsidRPr="0092197F">
        <w:rPr>
          <w:sz w:val="28"/>
          <w:szCs w:val="28"/>
        </w:rPr>
        <w:t>данные в документы и базы данных.</w:t>
      </w:r>
    </w:p>
    <w:p w:rsidR="00BC431C" w:rsidRPr="00AC5BBB" w:rsidRDefault="00BC431C" w:rsidP="00BC431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C431C" w:rsidRPr="00AC5BBB" w:rsidRDefault="00BC431C" w:rsidP="00BC431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AC5BB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AC5BBB" w:rsidRDefault="00AC5BBB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AC5BBB">
        <w:rPr>
          <w:rFonts w:ascii="Times New Roman" w:hAnsi="Times New Roman"/>
          <w:b/>
          <w:sz w:val="28"/>
          <w:szCs w:val="28"/>
        </w:rPr>
        <w:t xml:space="preserve">      </w:t>
      </w:r>
      <w:r w:rsidR="008C030A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 xml:space="preserve">       Глава</w:t>
      </w:r>
      <w:r w:rsidR="00065191" w:rsidRPr="00AC5BB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34E99" w:rsidRPr="00AC5BBB">
        <w:rPr>
          <w:rFonts w:ascii="Times New Roman" w:hAnsi="Times New Roman"/>
          <w:b/>
          <w:color w:val="000000"/>
          <w:sz w:val="28"/>
          <w:szCs w:val="28"/>
        </w:rPr>
        <w:t>сельского поселения</w:t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</w:r>
      <w:r w:rsidRPr="00AC5BBB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AC5BBB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3660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6519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0147"/>
    <w:rsid w:val="0010254F"/>
    <w:rsid w:val="00106122"/>
    <w:rsid w:val="00110704"/>
    <w:rsid w:val="00114DE9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65875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1F73A4"/>
    <w:rsid w:val="00201B8C"/>
    <w:rsid w:val="00203F14"/>
    <w:rsid w:val="0020604F"/>
    <w:rsid w:val="00207811"/>
    <w:rsid w:val="002103EE"/>
    <w:rsid w:val="0021158C"/>
    <w:rsid w:val="00216EAE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80666"/>
    <w:rsid w:val="00294E96"/>
    <w:rsid w:val="0029628D"/>
    <w:rsid w:val="002A2137"/>
    <w:rsid w:val="002A4D31"/>
    <w:rsid w:val="002A6430"/>
    <w:rsid w:val="002B3EAA"/>
    <w:rsid w:val="002B641D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228A"/>
    <w:rsid w:val="0030600D"/>
    <w:rsid w:val="003203B7"/>
    <w:rsid w:val="00321C10"/>
    <w:rsid w:val="00323CC5"/>
    <w:rsid w:val="00324684"/>
    <w:rsid w:val="003266BD"/>
    <w:rsid w:val="003306BD"/>
    <w:rsid w:val="00330D9F"/>
    <w:rsid w:val="0033176E"/>
    <w:rsid w:val="003329F4"/>
    <w:rsid w:val="00337DCF"/>
    <w:rsid w:val="0034313B"/>
    <w:rsid w:val="00352DD0"/>
    <w:rsid w:val="00355BB9"/>
    <w:rsid w:val="003568BA"/>
    <w:rsid w:val="003602F2"/>
    <w:rsid w:val="00363D18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1647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08C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0881"/>
    <w:rsid w:val="004C4ECC"/>
    <w:rsid w:val="004C4FEC"/>
    <w:rsid w:val="004C5EA3"/>
    <w:rsid w:val="004C6F8D"/>
    <w:rsid w:val="004C75BD"/>
    <w:rsid w:val="004C7F97"/>
    <w:rsid w:val="004D1A71"/>
    <w:rsid w:val="004E0B92"/>
    <w:rsid w:val="004E1CBF"/>
    <w:rsid w:val="004E5565"/>
    <w:rsid w:val="00500494"/>
    <w:rsid w:val="00504502"/>
    <w:rsid w:val="00506A3F"/>
    <w:rsid w:val="00513853"/>
    <w:rsid w:val="005150A6"/>
    <w:rsid w:val="00526516"/>
    <w:rsid w:val="00531A8A"/>
    <w:rsid w:val="00531ACC"/>
    <w:rsid w:val="00533D5B"/>
    <w:rsid w:val="0053549C"/>
    <w:rsid w:val="00543CC0"/>
    <w:rsid w:val="005440A5"/>
    <w:rsid w:val="005457F0"/>
    <w:rsid w:val="00551A8A"/>
    <w:rsid w:val="00552868"/>
    <w:rsid w:val="00560501"/>
    <w:rsid w:val="00561035"/>
    <w:rsid w:val="00565AE9"/>
    <w:rsid w:val="005671F7"/>
    <w:rsid w:val="005677D7"/>
    <w:rsid w:val="005857E8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03E18"/>
    <w:rsid w:val="00610206"/>
    <w:rsid w:val="00611829"/>
    <w:rsid w:val="006243AB"/>
    <w:rsid w:val="006251B3"/>
    <w:rsid w:val="00633CC8"/>
    <w:rsid w:val="00634F60"/>
    <w:rsid w:val="00636E58"/>
    <w:rsid w:val="00637A87"/>
    <w:rsid w:val="00641366"/>
    <w:rsid w:val="00641B28"/>
    <w:rsid w:val="0065388A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E33B2"/>
    <w:rsid w:val="006F59EA"/>
    <w:rsid w:val="00704D24"/>
    <w:rsid w:val="00706C2E"/>
    <w:rsid w:val="00710771"/>
    <w:rsid w:val="007138DE"/>
    <w:rsid w:val="00717FEA"/>
    <w:rsid w:val="007219FE"/>
    <w:rsid w:val="00721F86"/>
    <w:rsid w:val="0073256E"/>
    <w:rsid w:val="007411F5"/>
    <w:rsid w:val="00750381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D63E1"/>
    <w:rsid w:val="007E0910"/>
    <w:rsid w:val="007E1055"/>
    <w:rsid w:val="007E4D5E"/>
    <w:rsid w:val="007E5190"/>
    <w:rsid w:val="007F16D8"/>
    <w:rsid w:val="007F2C86"/>
    <w:rsid w:val="008017AD"/>
    <w:rsid w:val="0080369D"/>
    <w:rsid w:val="008041CA"/>
    <w:rsid w:val="00823294"/>
    <w:rsid w:val="008310F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550A5"/>
    <w:rsid w:val="0087346E"/>
    <w:rsid w:val="0087443F"/>
    <w:rsid w:val="0087594D"/>
    <w:rsid w:val="00881560"/>
    <w:rsid w:val="008830EC"/>
    <w:rsid w:val="00886593"/>
    <w:rsid w:val="00886FDC"/>
    <w:rsid w:val="00887878"/>
    <w:rsid w:val="00892498"/>
    <w:rsid w:val="00895BD6"/>
    <w:rsid w:val="008B2386"/>
    <w:rsid w:val="008B5985"/>
    <w:rsid w:val="008B5BCB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4D50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36FBB"/>
    <w:rsid w:val="0094498A"/>
    <w:rsid w:val="00957B27"/>
    <w:rsid w:val="00971F9C"/>
    <w:rsid w:val="00972D8D"/>
    <w:rsid w:val="00977C6D"/>
    <w:rsid w:val="00982D62"/>
    <w:rsid w:val="00992804"/>
    <w:rsid w:val="0099486E"/>
    <w:rsid w:val="009A6921"/>
    <w:rsid w:val="009A7E39"/>
    <w:rsid w:val="009B69F6"/>
    <w:rsid w:val="009B7170"/>
    <w:rsid w:val="009C15FB"/>
    <w:rsid w:val="009C6CB1"/>
    <w:rsid w:val="009D1337"/>
    <w:rsid w:val="009D4978"/>
    <w:rsid w:val="009E1637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40F9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5BBB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23ACB"/>
    <w:rsid w:val="00B331B9"/>
    <w:rsid w:val="00B34E99"/>
    <w:rsid w:val="00B40431"/>
    <w:rsid w:val="00B44843"/>
    <w:rsid w:val="00B44B78"/>
    <w:rsid w:val="00B520BE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7294"/>
    <w:rsid w:val="00BC2A3F"/>
    <w:rsid w:val="00BC2F04"/>
    <w:rsid w:val="00BC431C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BF54D9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B83"/>
    <w:rsid w:val="00C55E2D"/>
    <w:rsid w:val="00C60D63"/>
    <w:rsid w:val="00C70906"/>
    <w:rsid w:val="00C71B44"/>
    <w:rsid w:val="00C727DD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4C5F"/>
    <w:rsid w:val="00CE590D"/>
    <w:rsid w:val="00CE5F60"/>
    <w:rsid w:val="00CF2809"/>
    <w:rsid w:val="00CF757C"/>
    <w:rsid w:val="00D0273F"/>
    <w:rsid w:val="00D10F2D"/>
    <w:rsid w:val="00D12ECF"/>
    <w:rsid w:val="00D13308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87094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2F44"/>
    <w:rsid w:val="00E144D5"/>
    <w:rsid w:val="00E163E8"/>
    <w:rsid w:val="00E22196"/>
    <w:rsid w:val="00E22D36"/>
    <w:rsid w:val="00E238AA"/>
    <w:rsid w:val="00E25F11"/>
    <w:rsid w:val="00E27389"/>
    <w:rsid w:val="00E2785B"/>
    <w:rsid w:val="00E30271"/>
    <w:rsid w:val="00E302FF"/>
    <w:rsid w:val="00E37C0F"/>
    <w:rsid w:val="00E40896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A08"/>
    <w:rsid w:val="00ED6EEF"/>
    <w:rsid w:val="00ED7215"/>
    <w:rsid w:val="00ED793F"/>
    <w:rsid w:val="00ED7E8C"/>
    <w:rsid w:val="00EE06D7"/>
    <w:rsid w:val="00EE2F1E"/>
    <w:rsid w:val="00EE3F02"/>
    <w:rsid w:val="00EE6556"/>
    <w:rsid w:val="00EF6254"/>
    <w:rsid w:val="00F0046E"/>
    <w:rsid w:val="00F036DD"/>
    <w:rsid w:val="00F14625"/>
    <w:rsid w:val="00F15ECA"/>
    <w:rsid w:val="00F17237"/>
    <w:rsid w:val="00F30155"/>
    <w:rsid w:val="00F30BA6"/>
    <w:rsid w:val="00F34347"/>
    <w:rsid w:val="00F3524A"/>
    <w:rsid w:val="00F35A8D"/>
    <w:rsid w:val="00F41E99"/>
    <w:rsid w:val="00F44A2B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3642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2021-09-13T07:59:00Z</cp:lastPrinted>
  <dcterms:created xsi:type="dcterms:W3CDTF">2021-09-13T08:00:00Z</dcterms:created>
  <dcterms:modified xsi:type="dcterms:W3CDTF">2021-09-13T08:00:00Z</dcterms:modified>
</cp:coreProperties>
</file>