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785B01" w:rsidP="00363D18">
      <w:pPr>
        <w:pStyle w:val="a3"/>
        <w:ind w:left="2160" w:firstLine="720"/>
        <w:jc w:val="both"/>
      </w:pPr>
      <w:r w:rsidRPr="00785B01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5" o:title="" grayscale="t" bilevel="t"/>
            <w10:wrap type="topAndBottom"/>
          </v:shape>
          <o:OLEObject Type="Embed" ProgID="Word.Picture.8" ShapeID="_x0000_s1026" DrawAspect="Content" ObjectID="_1680344244" r:id="rId6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64748F" w:rsidRDefault="009069CB" w:rsidP="001F6326">
      <w:pPr>
        <w:rPr>
          <w:b/>
          <w:color w:val="000000" w:themeColor="text1"/>
          <w:sz w:val="28"/>
          <w:szCs w:val="28"/>
        </w:rPr>
      </w:pPr>
      <w:r w:rsidRPr="0064748F">
        <w:rPr>
          <w:b/>
          <w:color w:val="000000" w:themeColor="text1"/>
          <w:sz w:val="28"/>
          <w:szCs w:val="28"/>
        </w:rPr>
        <w:t>от</w:t>
      </w:r>
      <w:r w:rsidR="0064748F" w:rsidRPr="0064748F">
        <w:rPr>
          <w:b/>
          <w:color w:val="000000" w:themeColor="text1"/>
          <w:sz w:val="28"/>
          <w:szCs w:val="28"/>
        </w:rPr>
        <w:t xml:space="preserve"> 16.04</w:t>
      </w:r>
      <w:r w:rsidR="00602985" w:rsidRPr="0064748F">
        <w:rPr>
          <w:b/>
          <w:color w:val="000000" w:themeColor="text1"/>
          <w:sz w:val="28"/>
          <w:szCs w:val="28"/>
        </w:rPr>
        <w:t>.2021</w:t>
      </w:r>
      <w:r w:rsidR="00491C25" w:rsidRPr="0064748F">
        <w:rPr>
          <w:b/>
          <w:color w:val="000000" w:themeColor="text1"/>
          <w:sz w:val="28"/>
          <w:szCs w:val="28"/>
        </w:rPr>
        <w:t xml:space="preserve">  № </w:t>
      </w:r>
      <w:r w:rsidR="0064748F" w:rsidRPr="0064748F">
        <w:rPr>
          <w:b/>
          <w:color w:val="000000" w:themeColor="text1"/>
          <w:sz w:val="28"/>
          <w:szCs w:val="28"/>
        </w:rPr>
        <w:t>30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5328"/>
      </w:tblGrid>
      <w:tr w:rsidR="00A966ED" w:rsidRPr="00A966ED" w:rsidTr="00FD7E91">
        <w:tc>
          <w:tcPr>
            <w:tcW w:w="5328" w:type="dxa"/>
          </w:tcPr>
          <w:p w:rsidR="00A966ED" w:rsidRPr="00A966ED" w:rsidRDefault="00A966ED" w:rsidP="00FD7E91">
            <w:pPr>
              <w:jc w:val="both"/>
              <w:rPr>
                <w:b/>
                <w:sz w:val="28"/>
                <w:szCs w:val="28"/>
              </w:rPr>
            </w:pPr>
            <w:r w:rsidRPr="00A966ED">
              <w:rPr>
                <w:b/>
                <w:sz w:val="28"/>
                <w:szCs w:val="28"/>
              </w:rPr>
              <w:t xml:space="preserve">О  проведении субботника </w:t>
            </w:r>
            <w:proofErr w:type="gramStart"/>
            <w:r w:rsidRPr="00A966ED">
              <w:rPr>
                <w:b/>
                <w:sz w:val="28"/>
                <w:szCs w:val="28"/>
              </w:rPr>
              <w:t>на</w:t>
            </w:r>
            <w:proofErr w:type="gramEnd"/>
          </w:p>
          <w:p w:rsidR="00A966ED" w:rsidRPr="00A966ED" w:rsidRDefault="00A966ED" w:rsidP="00FD7E9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территории Семёновщинского</w:t>
            </w:r>
          </w:p>
          <w:p w:rsidR="00A966ED" w:rsidRPr="00A966ED" w:rsidRDefault="00A966ED" w:rsidP="00FD7E91">
            <w:pPr>
              <w:jc w:val="both"/>
              <w:rPr>
                <w:b/>
                <w:sz w:val="28"/>
                <w:szCs w:val="28"/>
              </w:rPr>
            </w:pPr>
            <w:r w:rsidRPr="00A966ED">
              <w:rPr>
                <w:b/>
                <w:sz w:val="28"/>
                <w:szCs w:val="28"/>
              </w:rPr>
              <w:t>сельского поселения</w:t>
            </w:r>
          </w:p>
          <w:p w:rsidR="00A966ED" w:rsidRPr="00A966ED" w:rsidRDefault="00A966ED" w:rsidP="00FD7E91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A966ED" w:rsidRPr="00A966ED" w:rsidRDefault="00A966ED" w:rsidP="00A966ED">
      <w:pPr>
        <w:tabs>
          <w:tab w:val="left" w:pos="1080"/>
        </w:tabs>
        <w:jc w:val="both"/>
        <w:rPr>
          <w:sz w:val="28"/>
          <w:szCs w:val="28"/>
        </w:rPr>
      </w:pPr>
    </w:p>
    <w:p w:rsidR="00A966ED" w:rsidRPr="00A966ED" w:rsidRDefault="00A966ED" w:rsidP="00A966ED">
      <w:pPr>
        <w:jc w:val="both"/>
        <w:rPr>
          <w:sz w:val="28"/>
          <w:szCs w:val="28"/>
        </w:rPr>
      </w:pPr>
      <w:r w:rsidRPr="00A966ED">
        <w:rPr>
          <w:sz w:val="28"/>
          <w:szCs w:val="28"/>
        </w:rPr>
        <w:t xml:space="preserve">       В целях улучшения санитарно-эпидемиологической обстановки,</w:t>
      </w:r>
    </w:p>
    <w:p w:rsidR="00A966ED" w:rsidRDefault="00A966ED" w:rsidP="00A966ED">
      <w:pPr>
        <w:jc w:val="both"/>
        <w:rPr>
          <w:sz w:val="28"/>
          <w:szCs w:val="28"/>
        </w:rPr>
      </w:pPr>
      <w:r w:rsidRPr="00A966ED">
        <w:rPr>
          <w:sz w:val="28"/>
          <w:szCs w:val="28"/>
        </w:rPr>
        <w:t>санитарного и экологического состояния и соблюдение прот</w:t>
      </w:r>
      <w:r>
        <w:rPr>
          <w:sz w:val="28"/>
          <w:szCs w:val="28"/>
        </w:rPr>
        <w:t>ивопожарных норм на территории Семёновщинского</w:t>
      </w:r>
      <w:r w:rsidRPr="00A966ED">
        <w:rPr>
          <w:sz w:val="28"/>
          <w:szCs w:val="28"/>
        </w:rPr>
        <w:t xml:space="preserve"> сельского поселения, в соответствии с Федеральным законом №52-ФЗ от 30.03.1999 года « О санитарно-эпидемиологическом</w:t>
      </w:r>
      <w:r>
        <w:rPr>
          <w:sz w:val="28"/>
          <w:szCs w:val="28"/>
        </w:rPr>
        <w:t xml:space="preserve"> </w:t>
      </w:r>
      <w:r w:rsidRPr="00A966ED">
        <w:rPr>
          <w:sz w:val="28"/>
          <w:szCs w:val="28"/>
        </w:rPr>
        <w:t xml:space="preserve"> благополучии населения», </w:t>
      </w:r>
      <w:r>
        <w:rPr>
          <w:sz w:val="28"/>
          <w:szCs w:val="28"/>
        </w:rPr>
        <w:t xml:space="preserve"> </w:t>
      </w:r>
      <w:r w:rsidRPr="00A966ED">
        <w:rPr>
          <w:sz w:val="28"/>
          <w:szCs w:val="28"/>
        </w:rPr>
        <w:t xml:space="preserve">Федеральным Законом </w:t>
      </w:r>
    </w:p>
    <w:p w:rsidR="00A966ED" w:rsidRPr="00511192" w:rsidRDefault="00A966ED" w:rsidP="00A966ED">
      <w:pPr>
        <w:jc w:val="both"/>
        <w:rPr>
          <w:sz w:val="28"/>
          <w:szCs w:val="28"/>
        </w:rPr>
      </w:pPr>
      <w:r w:rsidRPr="00A966ED">
        <w:rPr>
          <w:sz w:val="28"/>
          <w:szCs w:val="28"/>
        </w:rPr>
        <w:t>№131-ФЗ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</w:t>
      </w:r>
      <w:r w:rsidRPr="00A966ED">
        <w:rPr>
          <w:sz w:val="28"/>
          <w:szCs w:val="28"/>
        </w:rPr>
        <w:t xml:space="preserve">Правилами благоустройства и содержания территории </w:t>
      </w:r>
      <w:r>
        <w:rPr>
          <w:sz w:val="28"/>
          <w:szCs w:val="28"/>
        </w:rPr>
        <w:t>Семёновщинского</w:t>
      </w:r>
      <w:r w:rsidR="00511192">
        <w:rPr>
          <w:sz w:val="28"/>
          <w:szCs w:val="28"/>
        </w:rPr>
        <w:t xml:space="preserve"> сельского поселения Администрация Семёновщинского сельского поселения </w:t>
      </w:r>
      <w:r w:rsidR="00511192" w:rsidRPr="00511192">
        <w:rPr>
          <w:b/>
          <w:sz w:val="28"/>
          <w:szCs w:val="28"/>
        </w:rPr>
        <w:t>ПОСТАНОВЛЯЕТ:</w:t>
      </w:r>
    </w:p>
    <w:p w:rsidR="00A966ED" w:rsidRPr="00A966ED" w:rsidRDefault="00A966ED" w:rsidP="00A966ED">
      <w:pPr>
        <w:jc w:val="both"/>
        <w:rPr>
          <w:sz w:val="28"/>
          <w:szCs w:val="28"/>
        </w:rPr>
      </w:pPr>
      <w:r w:rsidRPr="00A966ED">
        <w:rPr>
          <w:sz w:val="28"/>
          <w:szCs w:val="28"/>
        </w:rPr>
        <w:t xml:space="preserve">    </w:t>
      </w:r>
      <w:r w:rsidR="008F22CD">
        <w:rPr>
          <w:sz w:val="28"/>
          <w:szCs w:val="28"/>
        </w:rPr>
        <w:t xml:space="preserve">  </w:t>
      </w:r>
      <w:r w:rsidRPr="00A966ED">
        <w:rPr>
          <w:sz w:val="28"/>
          <w:szCs w:val="28"/>
        </w:rPr>
        <w:t>1.Провести в пери</w:t>
      </w:r>
      <w:r w:rsidR="008850C6">
        <w:rPr>
          <w:sz w:val="28"/>
          <w:szCs w:val="28"/>
        </w:rPr>
        <w:t>од с 19</w:t>
      </w:r>
      <w:r>
        <w:rPr>
          <w:sz w:val="28"/>
          <w:szCs w:val="28"/>
        </w:rPr>
        <w:t xml:space="preserve"> апреля 2021 года по 28 апреля 2021</w:t>
      </w:r>
      <w:r w:rsidRPr="00A966ED">
        <w:rPr>
          <w:sz w:val="28"/>
          <w:szCs w:val="28"/>
        </w:rPr>
        <w:t xml:space="preserve"> года </w:t>
      </w:r>
      <w:r w:rsidR="008850C6">
        <w:rPr>
          <w:sz w:val="28"/>
          <w:szCs w:val="28"/>
        </w:rPr>
        <w:t>декаду</w:t>
      </w:r>
      <w:r w:rsidRPr="00A966ED">
        <w:rPr>
          <w:sz w:val="28"/>
          <w:szCs w:val="28"/>
        </w:rPr>
        <w:t xml:space="preserve"> </w:t>
      </w:r>
      <w:r w:rsidRPr="00B05A44">
        <w:rPr>
          <w:sz w:val="28"/>
          <w:szCs w:val="28"/>
        </w:rPr>
        <w:t>по санитарной очистке и благоустройству территории</w:t>
      </w:r>
      <w:r w:rsidRPr="00A966ED">
        <w:rPr>
          <w:sz w:val="28"/>
          <w:szCs w:val="28"/>
        </w:rPr>
        <w:t xml:space="preserve"> </w:t>
      </w:r>
      <w:r>
        <w:rPr>
          <w:sz w:val="28"/>
          <w:szCs w:val="28"/>
        </w:rPr>
        <w:t>Семёновщинского</w:t>
      </w:r>
      <w:r w:rsidRPr="00A966ED">
        <w:rPr>
          <w:sz w:val="28"/>
          <w:szCs w:val="28"/>
        </w:rPr>
        <w:t xml:space="preserve"> сельского поселения</w:t>
      </w:r>
      <w:r w:rsidR="00511192">
        <w:rPr>
          <w:sz w:val="28"/>
          <w:szCs w:val="28"/>
        </w:rPr>
        <w:t>.</w:t>
      </w:r>
    </w:p>
    <w:p w:rsidR="00511192" w:rsidRDefault="00A966ED" w:rsidP="00A966ED">
      <w:pPr>
        <w:jc w:val="both"/>
        <w:rPr>
          <w:sz w:val="28"/>
          <w:szCs w:val="28"/>
        </w:rPr>
      </w:pPr>
      <w:r w:rsidRPr="00A966ED">
        <w:rPr>
          <w:sz w:val="28"/>
          <w:szCs w:val="28"/>
        </w:rPr>
        <w:t xml:space="preserve">  </w:t>
      </w:r>
      <w:r w:rsidR="008F22CD">
        <w:rPr>
          <w:sz w:val="28"/>
          <w:szCs w:val="28"/>
        </w:rPr>
        <w:t xml:space="preserve"> </w:t>
      </w:r>
      <w:r w:rsidRPr="00A966ED">
        <w:rPr>
          <w:sz w:val="28"/>
          <w:szCs w:val="28"/>
        </w:rPr>
        <w:t xml:space="preserve">  2. </w:t>
      </w:r>
      <w:r w:rsidR="00511192">
        <w:rPr>
          <w:sz w:val="28"/>
          <w:szCs w:val="28"/>
        </w:rPr>
        <w:t>Рекомендовать р</w:t>
      </w:r>
      <w:r w:rsidRPr="00A966ED">
        <w:rPr>
          <w:sz w:val="28"/>
          <w:szCs w:val="28"/>
        </w:rPr>
        <w:t>уководителям предприятий, учреждений и организаций не</w:t>
      </w:r>
      <w:r w:rsidR="00511192">
        <w:rPr>
          <w:sz w:val="28"/>
          <w:szCs w:val="28"/>
        </w:rPr>
        <w:t>зависимо от форм собственности обеспечить качественную и своевременную уборку собственной и прилегающей территории.</w:t>
      </w:r>
    </w:p>
    <w:p w:rsidR="00511192" w:rsidRDefault="008F22CD" w:rsidP="00A966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11192">
        <w:rPr>
          <w:sz w:val="28"/>
          <w:szCs w:val="28"/>
        </w:rPr>
        <w:t>3. Рекомендовать владельцам  частных жилых домов обеспечит</w:t>
      </w:r>
      <w:r w:rsidR="00B05A44">
        <w:rPr>
          <w:sz w:val="28"/>
          <w:szCs w:val="28"/>
        </w:rPr>
        <w:t>ь уборку придомовой террит</w:t>
      </w:r>
      <w:r w:rsidR="008850C6">
        <w:rPr>
          <w:sz w:val="28"/>
          <w:szCs w:val="28"/>
        </w:rPr>
        <w:t>о</w:t>
      </w:r>
      <w:r w:rsidR="00B05A44">
        <w:rPr>
          <w:sz w:val="28"/>
          <w:szCs w:val="28"/>
        </w:rPr>
        <w:t xml:space="preserve">рии, </w:t>
      </w:r>
      <w:r w:rsidR="00511192">
        <w:rPr>
          <w:sz w:val="28"/>
          <w:szCs w:val="28"/>
        </w:rPr>
        <w:t xml:space="preserve"> убрать с проезжей части улиц, г</w:t>
      </w:r>
      <w:r w:rsidR="00B05A44">
        <w:rPr>
          <w:sz w:val="28"/>
          <w:szCs w:val="28"/>
        </w:rPr>
        <w:t>азонов</w:t>
      </w:r>
      <w:r w:rsidR="008850C6">
        <w:rPr>
          <w:sz w:val="28"/>
          <w:szCs w:val="28"/>
        </w:rPr>
        <w:t xml:space="preserve"> </w:t>
      </w:r>
      <w:r w:rsidR="00B05A44">
        <w:rPr>
          <w:sz w:val="28"/>
          <w:szCs w:val="28"/>
        </w:rPr>
        <w:t>строительные и другие мат</w:t>
      </w:r>
      <w:r w:rsidR="00511192">
        <w:rPr>
          <w:sz w:val="28"/>
          <w:szCs w:val="28"/>
        </w:rPr>
        <w:t>ериалы, дрова.</w:t>
      </w:r>
    </w:p>
    <w:p w:rsidR="00511192" w:rsidRDefault="008F22CD" w:rsidP="00A966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11192">
        <w:rPr>
          <w:sz w:val="28"/>
          <w:szCs w:val="28"/>
        </w:rPr>
        <w:t>4.</w:t>
      </w:r>
      <w:r w:rsidR="00B05A44" w:rsidRPr="00B05A44">
        <w:t xml:space="preserve"> </w:t>
      </w:r>
      <w:r w:rsidR="00B05A44" w:rsidRPr="00B05A44">
        <w:rPr>
          <w:sz w:val="28"/>
          <w:szCs w:val="28"/>
        </w:rPr>
        <w:t xml:space="preserve">Старшим по многоквартирным </w:t>
      </w:r>
      <w:r w:rsidR="00B05A44">
        <w:rPr>
          <w:sz w:val="28"/>
          <w:szCs w:val="28"/>
        </w:rPr>
        <w:t xml:space="preserve"> </w:t>
      </w:r>
      <w:r w:rsidR="00B05A44" w:rsidRPr="00B05A44">
        <w:rPr>
          <w:sz w:val="28"/>
          <w:szCs w:val="28"/>
        </w:rPr>
        <w:t>жилым домам совместно с жильцами принять</w:t>
      </w:r>
      <w:r w:rsidR="00B05A44">
        <w:rPr>
          <w:sz w:val="28"/>
          <w:szCs w:val="28"/>
        </w:rPr>
        <w:t xml:space="preserve"> </w:t>
      </w:r>
      <w:r w:rsidR="00B05A44" w:rsidRPr="00B05A44">
        <w:rPr>
          <w:sz w:val="28"/>
          <w:szCs w:val="28"/>
        </w:rPr>
        <w:t xml:space="preserve"> активное </w:t>
      </w:r>
      <w:r w:rsidR="00B05A44">
        <w:rPr>
          <w:sz w:val="28"/>
          <w:szCs w:val="28"/>
        </w:rPr>
        <w:t xml:space="preserve"> </w:t>
      </w:r>
      <w:r w:rsidR="00B05A44" w:rsidRPr="00B05A44">
        <w:rPr>
          <w:sz w:val="28"/>
          <w:szCs w:val="28"/>
        </w:rPr>
        <w:t>участие</w:t>
      </w:r>
      <w:r w:rsidR="00B05A44">
        <w:rPr>
          <w:sz w:val="28"/>
          <w:szCs w:val="28"/>
        </w:rPr>
        <w:t xml:space="preserve"> </w:t>
      </w:r>
      <w:r w:rsidR="00B05A44" w:rsidRPr="00B05A44">
        <w:rPr>
          <w:sz w:val="28"/>
          <w:szCs w:val="28"/>
        </w:rPr>
        <w:t xml:space="preserve"> в субботнике </w:t>
      </w:r>
      <w:proofErr w:type="gramStart"/>
      <w:r w:rsidR="00B05A44" w:rsidRPr="00B05A44">
        <w:rPr>
          <w:sz w:val="28"/>
          <w:szCs w:val="28"/>
        </w:rPr>
        <w:t>на</w:t>
      </w:r>
      <w:proofErr w:type="gramEnd"/>
      <w:r w:rsidR="00B05A44" w:rsidRPr="00B05A44">
        <w:rPr>
          <w:sz w:val="28"/>
          <w:szCs w:val="28"/>
        </w:rPr>
        <w:t xml:space="preserve"> </w:t>
      </w:r>
      <w:proofErr w:type="gramStart"/>
      <w:r w:rsidR="00B05A44">
        <w:rPr>
          <w:sz w:val="28"/>
          <w:szCs w:val="28"/>
        </w:rPr>
        <w:t>закрепленной</w:t>
      </w:r>
      <w:proofErr w:type="gramEnd"/>
      <w:r w:rsidR="00B05A44">
        <w:rPr>
          <w:sz w:val="28"/>
          <w:szCs w:val="28"/>
        </w:rPr>
        <w:t xml:space="preserve"> за домом территорией</w:t>
      </w:r>
      <w:r w:rsidR="00B05A44" w:rsidRPr="00B05A44">
        <w:rPr>
          <w:sz w:val="28"/>
          <w:szCs w:val="28"/>
        </w:rPr>
        <w:t xml:space="preserve"> и местах общего пользования</w:t>
      </w:r>
      <w:r w:rsidR="00B05A44">
        <w:rPr>
          <w:sz w:val="28"/>
          <w:szCs w:val="28"/>
        </w:rPr>
        <w:t>.</w:t>
      </w:r>
    </w:p>
    <w:p w:rsidR="008F22CD" w:rsidRPr="007055D4" w:rsidRDefault="008F22CD" w:rsidP="008F22CD">
      <w:pPr>
        <w:pStyle w:val="a8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pacing w:val="-16"/>
          <w:sz w:val="28"/>
          <w:szCs w:val="28"/>
        </w:rPr>
        <w:t xml:space="preserve">      5.</w:t>
      </w:r>
      <w:r w:rsidR="00B05A44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7055D4">
        <w:rPr>
          <w:rFonts w:ascii="Times New Roman" w:hAnsi="Times New Roman"/>
          <w:sz w:val="28"/>
          <w:szCs w:val="28"/>
        </w:rPr>
        <w:t>Опубликовать настоящее постановление в информационном бюллетене «Семёновщинский  вестник» и на официальном сайте Семёновщинского сельского поселения.</w:t>
      </w:r>
    </w:p>
    <w:p w:rsidR="00A966ED" w:rsidRDefault="00A966ED" w:rsidP="00A966ED"/>
    <w:p w:rsidR="00A966ED" w:rsidRPr="00A966ED" w:rsidRDefault="008F22CD" w:rsidP="00A966ED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 се</w:t>
      </w:r>
      <w:r w:rsidR="00A966ED" w:rsidRPr="00A966ED">
        <w:rPr>
          <w:rFonts w:ascii="Times New Roman" w:hAnsi="Times New Roman"/>
          <w:b/>
          <w:sz w:val="28"/>
          <w:szCs w:val="28"/>
        </w:rPr>
        <w:t>льского поселения                                Е.В.Баранов</w:t>
      </w: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CA4E87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A4E87"/>
    <w:rsid w:val="000006DA"/>
    <w:rsid w:val="000015E2"/>
    <w:rsid w:val="0000666D"/>
    <w:rsid w:val="00010F72"/>
    <w:rsid w:val="00013269"/>
    <w:rsid w:val="000217A5"/>
    <w:rsid w:val="00021A5A"/>
    <w:rsid w:val="00022126"/>
    <w:rsid w:val="00022A60"/>
    <w:rsid w:val="00025D54"/>
    <w:rsid w:val="0002767E"/>
    <w:rsid w:val="00027918"/>
    <w:rsid w:val="0003191D"/>
    <w:rsid w:val="0003695E"/>
    <w:rsid w:val="00037113"/>
    <w:rsid w:val="00045C42"/>
    <w:rsid w:val="00047A69"/>
    <w:rsid w:val="00050068"/>
    <w:rsid w:val="000514AA"/>
    <w:rsid w:val="00063331"/>
    <w:rsid w:val="00071CB9"/>
    <w:rsid w:val="00071E77"/>
    <w:rsid w:val="00093DB1"/>
    <w:rsid w:val="000A4064"/>
    <w:rsid w:val="000A5C21"/>
    <w:rsid w:val="000A7FFB"/>
    <w:rsid w:val="000B083F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64B6"/>
    <w:rsid w:val="0012788D"/>
    <w:rsid w:val="001311B2"/>
    <w:rsid w:val="0013192D"/>
    <w:rsid w:val="0014146A"/>
    <w:rsid w:val="00142E95"/>
    <w:rsid w:val="00144F99"/>
    <w:rsid w:val="0014702B"/>
    <w:rsid w:val="0015124C"/>
    <w:rsid w:val="00154839"/>
    <w:rsid w:val="00163A41"/>
    <w:rsid w:val="001652A7"/>
    <w:rsid w:val="00165875"/>
    <w:rsid w:val="00176030"/>
    <w:rsid w:val="00176F1D"/>
    <w:rsid w:val="001770D7"/>
    <w:rsid w:val="00177C06"/>
    <w:rsid w:val="00187076"/>
    <w:rsid w:val="00191305"/>
    <w:rsid w:val="001929FA"/>
    <w:rsid w:val="0019520E"/>
    <w:rsid w:val="00197C7F"/>
    <w:rsid w:val="001A19F4"/>
    <w:rsid w:val="001A5B4D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1F7A49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2A0"/>
    <w:rsid w:val="00226FA4"/>
    <w:rsid w:val="00227210"/>
    <w:rsid w:val="00231EF1"/>
    <w:rsid w:val="002325B2"/>
    <w:rsid w:val="0023369D"/>
    <w:rsid w:val="002349C7"/>
    <w:rsid w:val="00235C5F"/>
    <w:rsid w:val="00237801"/>
    <w:rsid w:val="002408C6"/>
    <w:rsid w:val="00242F04"/>
    <w:rsid w:val="00250332"/>
    <w:rsid w:val="002550BC"/>
    <w:rsid w:val="0025556D"/>
    <w:rsid w:val="002556E5"/>
    <w:rsid w:val="00265D83"/>
    <w:rsid w:val="002668C4"/>
    <w:rsid w:val="00267908"/>
    <w:rsid w:val="00270075"/>
    <w:rsid w:val="002701E5"/>
    <w:rsid w:val="00276947"/>
    <w:rsid w:val="00277918"/>
    <w:rsid w:val="002937FB"/>
    <w:rsid w:val="00294E96"/>
    <w:rsid w:val="00295299"/>
    <w:rsid w:val="0029628D"/>
    <w:rsid w:val="002A2137"/>
    <w:rsid w:val="002A4D31"/>
    <w:rsid w:val="002A6430"/>
    <w:rsid w:val="002B39EF"/>
    <w:rsid w:val="002B3EAA"/>
    <w:rsid w:val="002B51E9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1038A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2F6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5A68"/>
    <w:rsid w:val="00406923"/>
    <w:rsid w:val="00412B46"/>
    <w:rsid w:val="00413504"/>
    <w:rsid w:val="00413A3F"/>
    <w:rsid w:val="00432508"/>
    <w:rsid w:val="00432568"/>
    <w:rsid w:val="00432B63"/>
    <w:rsid w:val="00441717"/>
    <w:rsid w:val="004435A2"/>
    <w:rsid w:val="004451D6"/>
    <w:rsid w:val="0044786A"/>
    <w:rsid w:val="00450BF5"/>
    <w:rsid w:val="00456516"/>
    <w:rsid w:val="00460F43"/>
    <w:rsid w:val="00471214"/>
    <w:rsid w:val="00473C66"/>
    <w:rsid w:val="0047464F"/>
    <w:rsid w:val="0048137C"/>
    <w:rsid w:val="004868AB"/>
    <w:rsid w:val="004901A8"/>
    <w:rsid w:val="00491C25"/>
    <w:rsid w:val="004A3C35"/>
    <w:rsid w:val="004A3E5B"/>
    <w:rsid w:val="004A6ABB"/>
    <w:rsid w:val="004B0ECD"/>
    <w:rsid w:val="004B3308"/>
    <w:rsid w:val="004C0881"/>
    <w:rsid w:val="004C3B3C"/>
    <w:rsid w:val="004C4ECC"/>
    <w:rsid w:val="004C4FEC"/>
    <w:rsid w:val="004C5EA3"/>
    <w:rsid w:val="004C669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1192"/>
    <w:rsid w:val="00513853"/>
    <w:rsid w:val="005150A6"/>
    <w:rsid w:val="00526516"/>
    <w:rsid w:val="00531ACC"/>
    <w:rsid w:val="00533D5B"/>
    <w:rsid w:val="00542EB9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149C"/>
    <w:rsid w:val="005C3214"/>
    <w:rsid w:val="005C4242"/>
    <w:rsid w:val="005C623A"/>
    <w:rsid w:val="005D173B"/>
    <w:rsid w:val="005D3E18"/>
    <w:rsid w:val="005E147C"/>
    <w:rsid w:val="005F355F"/>
    <w:rsid w:val="00600AC1"/>
    <w:rsid w:val="00602985"/>
    <w:rsid w:val="00603E18"/>
    <w:rsid w:val="00610206"/>
    <w:rsid w:val="00610B9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48F"/>
    <w:rsid w:val="0065388A"/>
    <w:rsid w:val="0065602F"/>
    <w:rsid w:val="00662D45"/>
    <w:rsid w:val="006642DC"/>
    <w:rsid w:val="00665815"/>
    <w:rsid w:val="006749BA"/>
    <w:rsid w:val="00677EAB"/>
    <w:rsid w:val="00682453"/>
    <w:rsid w:val="006829CE"/>
    <w:rsid w:val="00683093"/>
    <w:rsid w:val="006853A6"/>
    <w:rsid w:val="00687263"/>
    <w:rsid w:val="00687F03"/>
    <w:rsid w:val="00690DDB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11C3"/>
    <w:rsid w:val="006F59EA"/>
    <w:rsid w:val="006F6EAD"/>
    <w:rsid w:val="00700D5E"/>
    <w:rsid w:val="00704D24"/>
    <w:rsid w:val="00706C2E"/>
    <w:rsid w:val="00710771"/>
    <w:rsid w:val="007138DE"/>
    <w:rsid w:val="00717FEA"/>
    <w:rsid w:val="00721F86"/>
    <w:rsid w:val="00727BAD"/>
    <w:rsid w:val="0073256E"/>
    <w:rsid w:val="007411F5"/>
    <w:rsid w:val="00750EEA"/>
    <w:rsid w:val="00752D0F"/>
    <w:rsid w:val="0075457A"/>
    <w:rsid w:val="00756A30"/>
    <w:rsid w:val="0075767A"/>
    <w:rsid w:val="0077543A"/>
    <w:rsid w:val="00775E3C"/>
    <w:rsid w:val="00776062"/>
    <w:rsid w:val="007847EF"/>
    <w:rsid w:val="00785B01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2D8D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65B2"/>
    <w:rsid w:val="00823294"/>
    <w:rsid w:val="00832A2B"/>
    <w:rsid w:val="00834A75"/>
    <w:rsid w:val="00834B68"/>
    <w:rsid w:val="00834E8E"/>
    <w:rsid w:val="008356D8"/>
    <w:rsid w:val="00836E9D"/>
    <w:rsid w:val="008441F1"/>
    <w:rsid w:val="0084556B"/>
    <w:rsid w:val="00845EAC"/>
    <w:rsid w:val="00847FDA"/>
    <w:rsid w:val="0085102D"/>
    <w:rsid w:val="00852BFE"/>
    <w:rsid w:val="008544FC"/>
    <w:rsid w:val="0087443F"/>
    <w:rsid w:val="0087594D"/>
    <w:rsid w:val="008830EC"/>
    <w:rsid w:val="008850C6"/>
    <w:rsid w:val="00886593"/>
    <w:rsid w:val="00886FDC"/>
    <w:rsid w:val="00887878"/>
    <w:rsid w:val="00892498"/>
    <w:rsid w:val="00895BD6"/>
    <w:rsid w:val="008A20CF"/>
    <w:rsid w:val="008A5C77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22CD"/>
    <w:rsid w:val="008F651D"/>
    <w:rsid w:val="00904C91"/>
    <w:rsid w:val="00905EBF"/>
    <w:rsid w:val="009069CB"/>
    <w:rsid w:val="00911E50"/>
    <w:rsid w:val="009126E9"/>
    <w:rsid w:val="009173CD"/>
    <w:rsid w:val="009206FA"/>
    <w:rsid w:val="009207CD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0971"/>
    <w:rsid w:val="00982D62"/>
    <w:rsid w:val="00992804"/>
    <w:rsid w:val="0099486E"/>
    <w:rsid w:val="009A3E0C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04A1F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66ED"/>
    <w:rsid w:val="00A96A74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AF509D"/>
    <w:rsid w:val="00AF77D3"/>
    <w:rsid w:val="00B004F5"/>
    <w:rsid w:val="00B0138B"/>
    <w:rsid w:val="00B014E2"/>
    <w:rsid w:val="00B02684"/>
    <w:rsid w:val="00B05A44"/>
    <w:rsid w:val="00B10FF8"/>
    <w:rsid w:val="00B11BD4"/>
    <w:rsid w:val="00B14697"/>
    <w:rsid w:val="00B22491"/>
    <w:rsid w:val="00B25397"/>
    <w:rsid w:val="00B331B9"/>
    <w:rsid w:val="00B34E99"/>
    <w:rsid w:val="00B36D27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5310"/>
    <w:rsid w:val="00B77776"/>
    <w:rsid w:val="00B83B65"/>
    <w:rsid w:val="00B90E75"/>
    <w:rsid w:val="00B95C44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328C"/>
    <w:rsid w:val="00BF4A64"/>
    <w:rsid w:val="00C02FC9"/>
    <w:rsid w:val="00C04C60"/>
    <w:rsid w:val="00C11F6F"/>
    <w:rsid w:val="00C17D58"/>
    <w:rsid w:val="00C17FEC"/>
    <w:rsid w:val="00C24BA3"/>
    <w:rsid w:val="00C3054B"/>
    <w:rsid w:val="00C517C0"/>
    <w:rsid w:val="00C52AD2"/>
    <w:rsid w:val="00C53AC0"/>
    <w:rsid w:val="00C5542B"/>
    <w:rsid w:val="00C55E2D"/>
    <w:rsid w:val="00C60D63"/>
    <w:rsid w:val="00C70906"/>
    <w:rsid w:val="00C71B44"/>
    <w:rsid w:val="00C8129D"/>
    <w:rsid w:val="00C968BA"/>
    <w:rsid w:val="00CA1D8E"/>
    <w:rsid w:val="00CA4E87"/>
    <w:rsid w:val="00CA5ED0"/>
    <w:rsid w:val="00CB33B0"/>
    <w:rsid w:val="00CB75EB"/>
    <w:rsid w:val="00CC23EA"/>
    <w:rsid w:val="00CC320F"/>
    <w:rsid w:val="00CC672B"/>
    <w:rsid w:val="00CD4C64"/>
    <w:rsid w:val="00CD515D"/>
    <w:rsid w:val="00CD6C05"/>
    <w:rsid w:val="00CD6EDF"/>
    <w:rsid w:val="00CD723C"/>
    <w:rsid w:val="00CD7F5C"/>
    <w:rsid w:val="00CE17B1"/>
    <w:rsid w:val="00CE1A67"/>
    <w:rsid w:val="00CE252D"/>
    <w:rsid w:val="00CE590D"/>
    <w:rsid w:val="00CE5F60"/>
    <w:rsid w:val="00CF2809"/>
    <w:rsid w:val="00CF757C"/>
    <w:rsid w:val="00D0273F"/>
    <w:rsid w:val="00D05E2A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7530F"/>
    <w:rsid w:val="00D80AB6"/>
    <w:rsid w:val="00D8621A"/>
    <w:rsid w:val="00D869FD"/>
    <w:rsid w:val="00D87094"/>
    <w:rsid w:val="00D90186"/>
    <w:rsid w:val="00D937B9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07507"/>
    <w:rsid w:val="00E10F38"/>
    <w:rsid w:val="00E115D5"/>
    <w:rsid w:val="00E144D5"/>
    <w:rsid w:val="00E163E8"/>
    <w:rsid w:val="00E20696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47DF9"/>
    <w:rsid w:val="00E5109A"/>
    <w:rsid w:val="00E54982"/>
    <w:rsid w:val="00E56014"/>
    <w:rsid w:val="00E57B8F"/>
    <w:rsid w:val="00E63735"/>
    <w:rsid w:val="00E63C09"/>
    <w:rsid w:val="00E70F68"/>
    <w:rsid w:val="00E75AB5"/>
    <w:rsid w:val="00E85502"/>
    <w:rsid w:val="00E87397"/>
    <w:rsid w:val="00E946C9"/>
    <w:rsid w:val="00E95F6B"/>
    <w:rsid w:val="00EA4324"/>
    <w:rsid w:val="00EA6D89"/>
    <w:rsid w:val="00EB1836"/>
    <w:rsid w:val="00EB18F9"/>
    <w:rsid w:val="00EB2B58"/>
    <w:rsid w:val="00EB3A3D"/>
    <w:rsid w:val="00EB74B3"/>
    <w:rsid w:val="00EC116A"/>
    <w:rsid w:val="00EC1A2C"/>
    <w:rsid w:val="00EC3F5F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2C1F"/>
    <w:rsid w:val="00F97364"/>
    <w:rsid w:val="00FA52EA"/>
    <w:rsid w:val="00FA6B5E"/>
    <w:rsid w:val="00FA7E27"/>
    <w:rsid w:val="00FB53E3"/>
    <w:rsid w:val="00FB65DA"/>
    <w:rsid w:val="00FC277F"/>
    <w:rsid w:val="00FC629F"/>
    <w:rsid w:val="00FD306A"/>
    <w:rsid w:val="00FE18F4"/>
    <w:rsid w:val="00FF1999"/>
    <w:rsid w:val="00FF2097"/>
    <w:rsid w:val="00FF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andard">
    <w:name w:val="standard"/>
    <w:basedOn w:val="a"/>
    <w:rsid w:val="00A966E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basedOn w:val="a"/>
    <w:rsid w:val="00A966ED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A966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7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59;&#1052;&#1048;%20-%20%20&#1076;&#1086;&#1082;&#1091;&#1084;&#1077;&#1085;&#1090;&#1099;%20&#1087;&#1086;%20&#1079;&#1077;&#1084;&#1083;&#1077;\&#1055;&#1054;&#1057;&#1058;&#1040;&#1053;&#1054;&#1042;&#1051;&#1045;&#1053;&#1048;&#1071;%20%20&#1054;%20&#1055;&#1056;&#1048;&#1057;&#1042;&#1054;&#1045;&#1053;&#1048;&#1048;%20&#1040;&#1044;&#1056;&#1045;&#1057;&#1040;%20&#1047;&#1045;&#1052;&#1045;&#1051;&#1068;&#1053;&#1054;&#1052;&#1059;%20&#1059;&#1063;&#1040;&#1057;&#1058;&#1050;&#1059;\2021%20&#1075;&#1086;&#1076;\&#8470;%20%20%20%20%20%20%20&#1086;&#1090;%2029.01.2021%20%20%20&#1076;.&#1057;&#1077;&#1084;&#1105;&#1085;&#1086;&#1074;&#1097;&#1080;&#1085;&#1072;%20(%20&#1053;&#1080;&#1082;&#1086;&#1083;&#1072;&#1077;&#1074;&#1072;%20&#1052;.&#1042;.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2D306-EB38-484C-8D61-9834C8082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№       от 29.01.2021   д.Семёновщина ( Николаева М.В.)</Template>
  <TotalTime>1</TotalTime>
  <Pages>1</Pages>
  <Words>189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Главбух</dc:creator>
  <cp:lastModifiedBy>Главбух</cp:lastModifiedBy>
  <cp:revision>2</cp:revision>
  <cp:lastPrinted>2021-03-23T06:36:00Z</cp:lastPrinted>
  <dcterms:created xsi:type="dcterms:W3CDTF">2021-04-19T10:31:00Z</dcterms:created>
  <dcterms:modified xsi:type="dcterms:W3CDTF">2021-04-19T10:31:00Z</dcterms:modified>
</cp:coreProperties>
</file>